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75E" w:rsidRDefault="002659BB" w:rsidP="007C1553">
      <w:pPr>
        <w:tabs>
          <w:tab w:val="left" w:pos="3261"/>
        </w:tabs>
        <w:ind w:firstLine="0"/>
        <w:jc w:val="center"/>
        <w:rPr>
          <w:noProof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704850" cy="895350"/>
            <wp:effectExtent l="0" t="0" r="0" b="0"/>
            <wp:docPr id="1" name="Рисунок 1" descr="Целин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Целин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575E" w:rsidRPr="006277CD" w:rsidRDefault="009F575E" w:rsidP="009F575E">
      <w:pPr>
        <w:ind w:firstLine="0"/>
        <w:jc w:val="center"/>
        <w:rPr>
          <w:b/>
          <w:spacing w:val="44"/>
          <w:sz w:val="16"/>
          <w:szCs w:val="16"/>
        </w:rPr>
      </w:pPr>
    </w:p>
    <w:p w:rsidR="009F575E" w:rsidRDefault="009F575E" w:rsidP="009F575E">
      <w:pPr>
        <w:spacing w:line="360" w:lineRule="auto"/>
        <w:ind w:firstLine="0"/>
        <w:jc w:val="center"/>
        <w:rPr>
          <w:b/>
          <w:spacing w:val="44"/>
          <w:sz w:val="32"/>
          <w:szCs w:val="32"/>
        </w:rPr>
      </w:pPr>
      <w:r w:rsidRPr="002A030D">
        <w:rPr>
          <w:b/>
          <w:spacing w:val="44"/>
          <w:sz w:val="32"/>
          <w:szCs w:val="32"/>
        </w:rPr>
        <w:t>Ростовская область</w:t>
      </w:r>
    </w:p>
    <w:p w:rsidR="009F575E" w:rsidRDefault="009F575E" w:rsidP="009F575E">
      <w:pPr>
        <w:spacing w:line="360" w:lineRule="auto"/>
        <w:ind w:firstLine="0"/>
        <w:jc w:val="center"/>
        <w:rPr>
          <w:b/>
          <w:spacing w:val="74"/>
          <w:sz w:val="42"/>
        </w:rPr>
      </w:pPr>
      <w:r>
        <w:rPr>
          <w:b/>
          <w:spacing w:val="40"/>
          <w:sz w:val="42"/>
        </w:rPr>
        <w:t>Администрация</w:t>
      </w:r>
      <w:r>
        <w:rPr>
          <w:b/>
          <w:spacing w:val="74"/>
          <w:sz w:val="42"/>
        </w:rPr>
        <w:t xml:space="preserve"> </w:t>
      </w:r>
      <w:proofErr w:type="spellStart"/>
      <w:r>
        <w:rPr>
          <w:b/>
          <w:spacing w:val="74"/>
          <w:sz w:val="42"/>
        </w:rPr>
        <w:t>Целинского</w:t>
      </w:r>
      <w:proofErr w:type="spellEnd"/>
      <w:r>
        <w:rPr>
          <w:b/>
          <w:spacing w:val="74"/>
          <w:sz w:val="42"/>
        </w:rPr>
        <w:t xml:space="preserve"> района</w:t>
      </w:r>
    </w:p>
    <w:p w:rsidR="009F575E" w:rsidRDefault="009F575E" w:rsidP="009F575E">
      <w:pPr>
        <w:spacing w:line="480" w:lineRule="auto"/>
        <w:ind w:firstLine="0"/>
        <w:jc w:val="center"/>
        <w:rPr>
          <w:b/>
          <w:spacing w:val="50"/>
          <w:sz w:val="26"/>
        </w:rPr>
      </w:pPr>
      <w:r>
        <w:rPr>
          <w:b/>
          <w:spacing w:val="50"/>
          <w:sz w:val="26"/>
        </w:rPr>
        <w:t>ПОСТАНОВЛЕНИЕ</w:t>
      </w:r>
    </w:p>
    <w:p w:rsidR="00686D15" w:rsidRDefault="002659BB" w:rsidP="009E3C1A">
      <w:pPr>
        <w:spacing w:line="480" w:lineRule="auto"/>
        <w:ind w:firstLine="0"/>
        <w:jc w:val="left"/>
        <w:rPr>
          <w:b/>
          <w:spacing w:val="50"/>
          <w:sz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0" allowOverlap="1">
                <wp:simplePos x="0" y="0"/>
                <wp:positionH relativeFrom="column">
                  <wp:posOffset>4400550</wp:posOffset>
                </wp:positionH>
                <wp:positionV relativeFrom="page">
                  <wp:posOffset>914400</wp:posOffset>
                </wp:positionV>
                <wp:extent cx="2011680" cy="548640"/>
                <wp:effectExtent l="0" t="0" r="0" b="381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38F6" w:rsidRDefault="002438F6" w:rsidP="00686D15">
                            <w:pPr>
                              <w:pStyle w:val="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346.5pt;margin-top:1in;width:158.4pt;height:43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" o:allowincell="f" filled="f" stroked="f">
                <v:textbox>
                  <w:txbxContent>
                    <w:p w:rsidR="002438F6" w:rsidRDefault="002438F6" w:rsidP="00686D15">
                      <w:pPr>
                        <w:pStyle w:val="1"/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B83D07">
        <w:t>10.12.2020</w:t>
      </w:r>
      <w:r w:rsidR="00686D15">
        <w:tab/>
      </w:r>
      <w:r w:rsidR="00686D15">
        <w:tab/>
      </w:r>
      <w:r w:rsidR="00FE5CC3">
        <w:tab/>
      </w:r>
      <w:r w:rsidR="00CC2EC1">
        <w:t xml:space="preserve">            </w:t>
      </w:r>
      <w:r w:rsidR="00B83D07">
        <w:t xml:space="preserve">              </w:t>
      </w:r>
      <w:r w:rsidR="00CC2EC1">
        <w:t xml:space="preserve">   </w:t>
      </w:r>
      <w:r w:rsidR="00824875">
        <w:t xml:space="preserve"> </w:t>
      </w:r>
      <w:r w:rsidR="00686D15">
        <w:t xml:space="preserve">№ </w:t>
      </w:r>
      <w:r w:rsidR="00B83D07">
        <w:t>1203</w:t>
      </w:r>
      <w:r w:rsidR="009E3C1A">
        <w:t xml:space="preserve">  </w:t>
      </w:r>
      <w:r w:rsidR="009E3C1A">
        <w:tab/>
      </w:r>
      <w:r w:rsidR="009E3C1A">
        <w:tab/>
        <w:t xml:space="preserve">      </w:t>
      </w:r>
      <w:r w:rsidR="009E3C1A">
        <w:tab/>
      </w:r>
      <w:r w:rsidR="00686D15">
        <w:tab/>
      </w:r>
      <w:r w:rsidR="001913B6">
        <w:t xml:space="preserve"> </w:t>
      </w:r>
      <w:r w:rsidR="00824875">
        <w:t xml:space="preserve">  </w:t>
      </w:r>
      <w:proofErr w:type="spellStart"/>
      <w:r w:rsidR="00686D15">
        <w:t>п</w:t>
      </w:r>
      <w:proofErr w:type="gramStart"/>
      <w:r w:rsidR="00686D15">
        <w:t>.Ц</w:t>
      </w:r>
      <w:proofErr w:type="gramEnd"/>
      <w:r w:rsidR="00686D15">
        <w:t>елина</w:t>
      </w:r>
      <w:proofErr w:type="spellEnd"/>
    </w:p>
    <w:p w:rsidR="00044E29" w:rsidRDefault="00044E29" w:rsidP="00044E29">
      <w:pPr>
        <w:ind w:firstLine="0"/>
      </w:pPr>
      <w:r>
        <w:t>О внесении изменений</w:t>
      </w:r>
    </w:p>
    <w:p w:rsidR="00044E29" w:rsidRDefault="00044E29" w:rsidP="00044E29">
      <w:pPr>
        <w:ind w:firstLine="0"/>
      </w:pPr>
      <w:r>
        <w:t xml:space="preserve">в постановление </w:t>
      </w:r>
    </w:p>
    <w:p w:rsidR="00044E29" w:rsidRDefault="00044E29" w:rsidP="00044E29">
      <w:pPr>
        <w:ind w:firstLine="0"/>
      </w:pPr>
      <w:r>
        <w:t>Администрации</w:t>
      </w:r>
    </w:p>
    <w:p w:rsidR="00044E29" w:rsidRDefault="00044E29" w:rsidP="00044E29">
      <w:pPr>
        <w:ind w:firstLine="0"/>
      </w:pPr>
      <w:proofErr w:type="spellStart"/>
      <w:r>
        <w:t>Целинского</w:t>
      </w:r>
      <w:proofErr w:type="spellEnd"/>
      <w:r>
        <w:t xml:space="preserve"> района</w:t>
      </w:r>
    </w:p>
    <w:p w:rsidR="00044E29" w:rsidRDefault="00044E29" w:rsidP="00044E29">
      <w:pPr>
        <w:ind w:firstLine="0"/>
      </w:pPr>
      <w:r>
        <w:t>от 07.12.2018 № 1117</w:t>
      </w:r>
    </w:p>
    <w:p w:rsidR="00044E29" w:rsidRDefault="00044E29" w:rsidP="00044E29">
      <w:pPr>
        <w:widowControl w:val="0"/>
        <w:autoSpaceDE w:val="0"/>
        <w:autoSpaceDN w:val="0"/>
        <w:adjustRightInd w:val="0"/>
        <w:rPr>
          <w:rFonts w:cs="Arial"/>
        </w:rPr>
      </w:pPr>
    </w:p>
    <w:p w:rsidR="00044E29" w:rsidRDefault="00044E29" w:rsidP="00044E29">
      <w:pPr>
        <w:tabs>
          <w:tab w:val="left" w:pos="2800"/>
        </w:tabs>
      </w:pPr>
      <w:r>
        <w:t xml:space="preserve">В соответствии с постановлением Администрации </w:t>
      </w:r>
      <w:proofErr w:type="spellStart"/>
      <w:r>
        <w:t>Целинского</w:t>
      </w:r>
      <w:proofErr w:type="spellEnd"/>
      <w:r>
        <w:t xml:space="preserve"> района </w:t>
      </w:r>
      <w:r w:rsidR="00686D15">
        <w:t xml:space="preserve">                      </w:t>
      </w:r>
      <w:r>
        <w:t>от 06.02.2018 № 102 «Об утверждении Порядка разработки, реализации и оценки э</w:t>
      </w:r>
      <w:r>
        <w:t>ф</w:t>
      </w:r>
      <w:r>
        <w:t xml:space="preserve">фективности муниципальных программ </w:t>
      </w:r>
      <w:proofErr w:type="spellStart"/>
      <w:r>
        <w:t>Целинского</w:t>
      </w:r>
      <w:proofErr w:type="spellEnd"/>
      <w:r>
        <w:t xml:space="preserve"> района», в связи с изменениями объемов финансирования отдельных программных мероприятий, в целях уточнения объемов финансирования программных мероприятий</w:t>
      </w:r>
      <w:r w:rsidR="00686D15">
        <w:t>,</w:t>
      </w:r>
    </w:p>
    <w:p w:rsidR="00044E29" w:rsidRDefault="00044E29" w:rsidP="00044E29">
      <w:pPr>
        <w:ind w:firstLine="0"/>
        <w:jc w:val="center"/>
      </w:pPr>
      <w:r>
        <w:t>постановляю:</w:t>
      </w:r>
    </w:p>
    <w:p w:rsidR="00044E29" w:rsidRDefault="00044E29" w:rsidP="00044E29">
      <w:pPr>
        <w:ind w:firstLine="709"/>
      </w:pPr>
      <w:r>
        <w:t xml:space="preserve">1. Внести в постановление Администрации </w:t>
      </w:r>
      <w:proofErr w:type="spellStart"/>
      <w:r>
        <w:t>Целинского</w:t>
      </w:r>
      <w:proofErr w:type="spellEnd"/>
      <w:r>
        <w:t xml:space="preserve"> района </w:t>
      </w:r>
      <w:r w:rsidR="00686D15">
        <w:t xml:space="preserve">                                  от 07.12.2018 </w:t>
      </w:r>
      <w:r>
        <w:t xml:space="preserve">№ 1117 «Об утверждении муниципальной программы </w:t>
      </w:r>
      <w:proofErr w:type="spellStart"/>
      <w:r>
        <w:t>Целинского</w:t>
      </w:r>
      <w:proofErr w:type="spellEnd"/>
      <w:r>
        <w:t xml:space="preserve"> ра</w:t>
      </w:r>
      <w:r>
        <w:t>й</w:t>
      </w:r>
      <w:r>
        <w:t xml:space="preserve">она «Развитие транспортной системы» изменения согласно приложению к </w:t>
      </w:r>
      <w:r w:rsidR="00B408CF">
        <w:t xml:space="preserve">                      </w:t>
      </w:r>
      <w:r>
        <w:t>настоящему постановлению.</w:t>
      </w:r>
    </w:p>
    <w:p w:rsidR="00044E29" w:rsidRDefault="00044E29" w:rsidP="00044E29">
      <w:pPr>
        <w:ind w:firstLine="709"/>
      </w:pPr>
      <w:r>
        <w:t>2. Постановление вступает в силу со дня его официального опубликования.</w:t>
      </w:r>
    </w:p>
    <w:p w:rsidR="00044E29" w:rsidRDefault="00044E29" w:rsidP="00044E29">
      <w:pPr>
        <w:tabs>
          <w:tab w:val="left" w:pos="993"/>
          <w:tab w:val="left" w:pos="1418"/>
        </w:tabs>
        <w:ind w:firstLine="709"/>
      </w:pPr>
      <w:r>
        <w:t xml:space="preserve">3. </w:t>
      </w:r>
      <w:proofErr w:type="gramStart"/>
      <w:r>
        <w:t>Контроль за</w:t>
      </w:r>
      <w:proofErr w:type="gramEnd"/>
      <w:r>
        <w:t xml:space="preserve"> выполнением постановления возложить на </w:t>
      </w:r>
      <w:r w:rsidR="00ED29EE">
        <w:t>з</w:t>
      </w:r>
      <w:r>
        <w:t>аместителя глав</w:t>
      </w:r>
      <w:r w:rsidR="00ED29EE">
        <w:t xml:space="preserve">ы Администрации района </w:t>
      </w:r>
      <w:r w:rsidR="00CC2EC1">
        <w:t xml:space="preserve">Батищеву </w:t>
      </w:r>
      <w:r w:rsidR="00ED29EE">
        <w:t>Н.</w:t>
      </w:r>
      <w:r w:rsidR="00CC2EC1">
        <w:t>С.</w:t>
      </w:r>
    </w:p>
    <w:p w:rsidR="00EA6389" w:rsidRDefault="00EA6389" w:rsidP="00044E29">
      <w:pPr>
        <w:ind w:firstLine="567"/>
      </w:pPr>
    </w:p>
    <w:p w:rsidR="00EA6389" w:rsidRDefault="00EA6389" w:rsidP="00044E29">
      <w:pPr>
        <w:ind w:firstLine="567"/>
      </w:pPr>
    </w:p>
    <w:p w:rsidR="00ED29EE" w:rsidRDefault="00F175BD" w:rsidP="00ED29EE">
      <w:pPr>
        <w:ind w:firstLine="709"/>
      </w:pPr>
      <w:r>
        <w:t>Глава</w:t>
      </w:r>
      <w:r w:rsidR="00044E29">
        <w:t xml:space="preserve"> Администрации  </w:t>
      </w:r>
      <w:r w:rsidR="00ED29EE">
        <w:tab/>
      </w:r>
    </w:p>
    <w:p w:rsidR="00044E29" w:rsidRDefault="00ED29EE" w:rsidP="00044E29">
      <w:pPr>
        <w:ind w:firstLine="709"/>
      </w:pPr>
      <w:proofErr w:type="spellStart"/>
      <w:r>
        <w:t>Целинского</w:t>
      </w:r>
      <w:proofErr w:type="spellEnd"/>
      <w:r>
        <w:t xml:space="preserve"> района </w:t>
      </w:r>
      <w:r w:rsidR="00EA6389">
        <w:tab/>
      </w:r>
      <w:r w:rsidR="00EA6389">
        <w:tab/>
      </w:r>
      <w:r w:rsidR="00EA6389">
        <w:tab/>
      </w:r>
      <w:r w:rsidR="00EA6389">
        <w:tab/>
      </w:r>
      <w:r w:rsidR="00EA6389">
        <w:tab/>
      </w:r>
      <w:r w:rsidR="00EA6389">
        <w:tab/>
      </w:r>
      <w:r w:rsidR="00EA6389">
        <w:tab/>
        <w:t>О.К. Косенко</w:t>
      </w:r>
    </w:p>
    <w:p w:rsidR="00044E29" w:rsidRPr="00B83D07" w:rsidRDefault="009E3C1A" w:rsidP="00864974">
      <w:pPr>
        <w:ind w:firstLine="0"/>
        <w:rPr>
          <w:color w:val="auto"/>
        </w:rPr>
      </w:pPr>
      <w:r>
        <w:rPr>
          <w:color w:val="auto"/>
        </w:rPr>
        <w:tab/>
      </w:r>
      <w:r w:rsidR="00864974" w:rsidRPr="00B83D07">
        <w:rPr>
          <w:color w:val="auto"/>
        </w:rPr>
        <w:t>Управляющий</w:t>
      </w:r>
      <w:r w:rsidR="00044E29" w:rsidRPr="00B83D07">
        <w:rPr>
          <w:color w:val="auto"/>
        </w:rPr>
        <w:t xml:space="preserve"> делами</w:t>
      </w:r>
      <w:r w:rsidR="00044E29" w:rsidRPr="00B83D07">
        <w:rPr>
          <w:color w:val="auto"/>
        </w:rPr>
        <w:tab/>
      </w:r>
      <w:r w:rsidR="00044E29" w:rsidRPr="00B83D07">
        <w:rPr>
          <w:color w:val="auto"/>
        </w:rPr>
        <w:tab/>
      </w:r>
      <w:r w:rsidR="00044E29" w:rsidRPr="00B83D07">
        <w:rPr>
          <w:color w:val="auto"/>
        </w:rPr>
        <w:tab/>
      </w:r>
      <w:r w:rsidR="00044E29" w:rsidRPr="00B83D07">
        <w:rPr>
          <w:color w:val="auto"/>
        </w:rPr>
        <w:tab/>
      </w:r>
      <w:r w:rsidR="00044E29" w:rsidRPr="00B83D07">
        <w:rPr>
          <w:color w:val="auto"/>
        </w:rPr>
        <w:tab/>
      </w:r>
      <w:r w:rsidR="00044E29" w:rsidRPr="00B83D07">
        <w:rPr>
          <w:color w:val="auto"/>
        </w:rPr>
        <w:tab/>
      </w:r>
      <w:r w:rsidR="00686D15" w:rsidRPr="00B83D07">
        <w:rPr>
          <w:color w:val="auto"/>
        </w:rPr>
        <w:tab/>
      </w:r>
      <w:r w:rsidR="00864974" w:rsidRPr="00B83D07">
        <w:rPr>
          <w:color w:val="auto"/>
        </w:rPr>
        <w:t>И.А.</w:t>
      </w:r>
      <w:r w:rsidR="00686D15" w:rsidRPr="00B83D07">
        <w:rPr>
          <w:color w:val="auto"/>
        </w:rPr>
        <w:t xml:space="preserve"> </w:t>
      </w:r>
      <w:r w:rsidR="00864974" w:rsidRPr="00B83D07">
        <w:rPr>
          <w:color w:val="auto"/>
        </w:rPr>
        <w:t>Текучева</w:t>
      </w:r>
    </w:p>
    <w:p w:rsidR="00044E29" w:rsidRPr="00B83D07" w:rsidRDefault="00044E29" w:rsidP="00044E29">
      <w:pPr>
        <w:rPr>
          <w:color w:val="auto"/>
          <w:sz w:val="20"/>
          <w:szCs w:val="20"/>
        </w:rPr>
      </w:pPr>
    </w:p>
    <w:p w:rsidR="00EA6389" w:rsidRPr="00824875" w:rsidRDefault="00EA6389" w:rsidP="00044E29">
      <w:pPr>
        <w:rPr>
          <w:color w:val="auto"/>
          <w:sz w:val="20"/>
          <w:szCs w:val="20"/>
        </w:rPr>
      </w:pPr>
    </w:p>
    <w:p w:rsidR="009E3C1A" w:rsidRDefault="009E3C1A" w:rsidP="00044E29">
      <w:pPr>
        <w:rPr>
          <w:sz w:val="20"/>
          <w:szCs w:val="20"/>
        </w:rPr>
      </w:pPr>
    </w:p>
    <w:p w:rsidR="00044E29" w:rsidRDefault="00044E29" w:rsidP="00044E29">
      <w:pPr>
        <w:rPr>
          <w:sz w:val="20"/>
          <w:szCs w:val="20"/>
        </w:rPr>
      </w:pPr>
    </w:p>
    <w:p w:rsidR="0070081D" w:rsidRPr="00287C88" w:rsidRDefault="0070081D" w:rsidP="009228B1">
      <w:pPr>
        <w:ind w:right="0" w:firstLine="0"/>
        <w:rPr>
          <w:color w:val="auto"/>
          <w:sz w:val="20"/>
          <w:szCs w:val="20"/>
        </w:rPr>
      </w:pPr>
      <w:r w:rsidRPr="00287C88">
        <w:rPr>
          <w:color w:val="auto"/>
          <w:sz w:val="20"/>
          <w:szCs w:val="20"/>
        </w:rPr>
        <w:t>Проект вносит</w:t>
      </w:r>
    </w:p>
    <w:p w:rsidR="0070081D" w:rsidRPr="00287C88" w:rsidRDefault="0070081D" w:rsidP="0070081D">
      <w:pPr>
        <w:ind w:right="0" w:firstLine="0"/>
        <w:rPr>
          <w:color w:val="auto"/>
          <w:sz w:val="20"/>
          <w:szCs w:val="20"/>
        </w:rPr>
      </w:pPr>
      <w:r w:rsidRPr="00287C88">
        <w:rPr>
          <w:color w:val="auto"/>
          <w:sz w:val="20"/>
          <w:szCs w:val="20"/>
        </w:rPr>
        <w:t xml:space="preserve">отдел координации работы отраслей </w:t>
      </w:r>
    </w:p>
    <w:p w:rsidR="0070081D" w:rsidRPr="0070081D" w:rsidRDefault="0070081D" w:rsidP="0070081D">
      <w:pPr>
        <w:ind w:right="0" w:firstLine="0"/>
        <w:rPr>
          <w:sz w:val="20"/>
          <w:szCs w:val="20"/>
        </w:rPr>
      </w:pPr>
      <w:r w:rsidRPr="0070081D">
        <w:rPr>
          <w:sz w:val="20"/>
          <w:szCs w:val="20"/>
        </w:rPr>
        <w:t>строительства, транспорта, связи и ТЭР</w:t>
      </w:r>
    </w:p>
    <w:p w:rsidR="0070081D" w:rsidRPr="0070081D" w:rsidRDefault="0070081D" w:rsidP="0070081D">
      <w:pPr>
        <w:ind w:right="0" w:firstLine="0"/>
        <w:rPr>
          <w:sz w:val="20"/>
          <w:szCs w:val="20"/>
        </w:rPr>
      </w:pPr>
    </w:p>
    <w:p w:rsidR="0070081D" w:rsidRPr="0070081D" w:rsidRDefault="0070081D" w:rsidP="0070081D">
      <w:pPr>
        <w:ind w:right="0" w:firstLine="0"/>
        <w:rPr>
          <w:sz w:val="20"/>
          <w:szCs w:val="20"/>
        </w:rPr>
      </w:pPr>
    </w:p>
    <w:p w:rsidR="0002312B" w:rsidRDefault="0002312B" w:rsidP="007A2B47">
      <w:pPr>
        <w:jc w:val="left"/>
        <w:rPr>
          <w:sz w:val="24"/>
          <w:szCs w:val="24"/>
        </w:rPr>
      </w:pPr>
      <w:bookmarkStart w:id="1" w:name="Par17"/>
      <w:bookmarkEnd w:id="1"/>
    </w:p>
    <w:p w:rsidR="00955FBE" w:rsidRDefault="00955FBE" w:rsidP="0070081D">
      <w:pPr>
        <w:ind w:left="7371" w:firstLine="0"/>
        <w:jc w:val="left"/>
        <w:rPr>
          <w:sz w:val="24"/>
          <w:szCs w:val="24"/>
        </w:rPr>
      </w:pPr>
    </w:p>
    <w:p w:rsidR="00B93FF4" w:rsidRPr="00314C9E" w:rsidRDefault="00B93FF4" w:rsidP="00B93FF4">
      <w:pPr>
        <w:ind w:left="7371" w:firstLine="0"/>
        <w:jc w:val="left"/>
        <w:rPr>
          <w:color w:val="auto"/>
          <w:sz w:val="24"/>
          <w:szCs w:val="24"/>
        </w:rPr>
      </w:pPr>
      <w:r w:rsidRPr="00314C9E">
        <w:rPr>
          <w:color w:val="auto"/>
          <w:sz w:val="24"/>
          <w:szCs w:val="24"/>
        </w:rPr>
        <w:lastRenderedPageBreak/>
        <w:t xml:space="preserve">Приложение </w:t>
      </w:r>
    </w:p>
    <w:p w:rsidR="00B93FF4" w:rsidRPr="00314C9E" w:rsidRDefault="00B93FF4" w:rsidP="00B93FF4">
      <w:pPr>
        <w:ind w:left="7371" w:firstLine="0"/>
        <w:contextualSpacing/>
        <w:jc w:val="left"/>
        <w:rPr>
          <w:color w:val="auto"/>
          <w:sz w:val="24"/>
          <w:szCs w:val="24"/>
        </w:rPr>
      </w:pPr>
      <w:r w:rsidRPr="00314C9E">
        <w:rPr>
          <w:color w:val="auto"/>
          <w:sz w:val="24"/>
          <w:szCs w:val="24"/>
        </w:rPr>
        <w:t>к постановлению</w:t>
      </w:r>
    </w:p>
    <w:p w:rsidR="00B93FF4" w:rsidRPr="00314C9E" w:rsidRDefault="00B93FF4" w:rsidP="00B93FF4">
      <w:pPr>
        <w:ind w:left="7371" w:firstLine="0"/>
        <w:contextualSpacing/>
        <w:jc w:val="left"/>
        <w:rPr>
          <w:color w:val="auto"/>
          <w:sz w:val="24"/>
          <w:szCs w:val="24"/>
        </w:rPr>
      </w:pPr>
      <w:r w:rsidRPr="00314C9E">
        <w:rPr>
          <w:color w:val="auto"/>
          <w:sz w:val="24"/>
          <w:szCs w:val="24"/>
        </w:rPr>
        <w:t xml:space="preserve">Администрации </w:t>
      </w:r>
    </w:p>
    <w:p w:rsidR="00B93FF4" w:rsidRPr="00314C9E" w:rsidRDefault="00B93FF4" w:rsidP="00B93FF4">
      <w:pPr>
        <w:ind w:left="7371" w:firstLine="0"/>
        <w:contextualSpacing/>
        <w:jc w:val="left"/>
        <w:rPr>
          <w:color w:val="auto"/>
          <w:sz w:val="24"/>
          <w:szCs w:val="24"/>
        </w:rPr>
      </w:pPr>
      <w:proofErr w:type="spellStart"/>
      <w:r w:rsidRPr="00314C9E">
        <w:rPr>
          <w:color w:val="auto"/>
          <w:sz w:val="24"/>
          <w:szCs w:val="24"/>
        </w:rPr>
        <w:t>Целинского</w:t>
      </w:r>
      <w:proofErr w:type="spellEnd"/>
      <w:r w:rsidRPr="00314C9E">
        <w:rPr>
          <w:color w:val="auto"/>
          <w:sz w:val="24"/>
          <w:szCs w:val="24"/>
        </w:rPr>
        <w:t xml:space="preserve"> района</w:t>
      </w:r>
    </w:p>
    <w:p w:rsidR="00B93FF4" w:rsidRPr="00314C9E" w:rsidRDefault="009E3C1A" w:rsidP="00B93FF4">
      <w:pPr>
        <w:ind w:left="7371" w:firstLine="0"/>
        <w:contextualSpacing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о</w:t>
      </w:r>
      <w:r w:rsidR="00DA4AFA">
        <w:rPr>
          <w:color w:val="auto"/>
          <w:sz w:val="24"/>
          <w:szCs w:val="24"/>
        </w:rPr>
        <w:t>т</w:t>
      </w:r>
      <w:r w:rsidR="00F208C8">
        <w:rPr>
          <w:color w:val="auto"/>
          <w:sz w:val="24"/>
          <w:szCs w:val="24"/>
        </w:rPr>
        <w:t xml:space="preserve"> </w:t>
      </w:r>
      <w:r w:rsidR="00B83D07">
        <w:rPr>
          <w:color w:val="auto"/>
          <w:sz w:val="24"/>
          <w:szCs w:val="24"/>
        </w:rPr>
        <w:t>10.12.2020</w:t>
      </w:r>
    </w:p>
    <w:p w:rsidR="00B93FF4" w:rsidRPr="00314C9E" w:rsidRDefault="00CB6CDC" w:rsidP="00B93FF4">
      <w:pPr>
        <w:ind w:left="7371" w:firstLine="0"/>
        <w:contextualSpacing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№ </w:t>
      </w:r>
      <w:r w:rsidR="00B83D07">
        <w:rPr>
          <w:color w:val="auto"/>
          <w:sz w:val="24"/>
          <w:szCs w:val="24"/>
        </w:rPr>
        <w:t>1203</w:t>
      </w:r>
    </w:p>
    <w:p w:rsidR="00B93FF4" w:rsidRPr="00314C9E" w:rsidRDefault="00B93FF4" w:rsidP="00B93FF4">
      <w:pPr>
        <w:ind w:left="7371" w:firstLine="0"/>
        <w:jc w:val="left"/>
        <w:rPr>
          <w:color w:val="auto"/>
          <w:sz w:val="24"/>
          <w:szCs w:val="24"/>
        </w:rPr>
      </w:pPr>
    </w:p>
    <w:p w:rsidR="00B93FF4" w:rsidRPr="00314C9E" w:rsidRDefault="00B93FF4" w:rsidP="00B93FF4">
      <w:pPr>
        <w:ind w:firstLine="0"/>
        <w:jc w:val="center"/>
        <w:rPr>
          <w:caps/>
          <w:color w:val="auto"/>
          <w:sz w:val="24"/>
          <w:szCs w:val="24"/>
        </w:rPr>
      </w:pPr>
      <w:r w:rsidRPr="00314C9E">
        <w:rPr>
          <w:color w:val="auto"/>
          <w:sz w:val="24"/>
          <w:szCs w:val="24"/>
        </w:rPr>
        <w:t xml:space="preserve">Муниципальная программа </w:t>
      </w:r>
      <w:proofErr w:type="spellStart"/>
      <w:r w:rsidRPr="00314C9E">
        <w:rPr>
          <w:color w:val="auto"/>
          <w:sz w:val="24"/>
          <w:szCs w:val="24"/>
        </w:rPr>
        <w:t>Целинского</w:t>
      </w:r>
      <w:proofErr w:type="spellEnd"/>
      <w:r w:rsidRPr="00314C9E">
        <w:rPr>
          <w:color w:val="auto"/>
          <w:sz w:val="24"/>
          <w:szCs w:val="24"/>
        </w:rPr>
        <w:t xml:space="preserve"> района</w:t>
      </w:r>
    </w:p>
    <w:p w:rsidR="001B7D39" w:rsidRPr="00314C9E" w:rsidRDefault="00B93FF4" w:rsidP="001B7D39">
      <w:pPr>
        <w:ind w:firstLine="0"/>
        <w:jc w:val="center"/>
        <w:rPr>
          <w:color w:val="auto"/>
          <w:sz w:val="24"/>
          <w:szCs w:val="24"/>
        </w:rPr>
      </w:pPr>
      <w:r w:rsidRPr="00314C9E">
        <w:rPr>
          <w:color w:val="auto"/>
          <w:sz w:val="24"/>
          <w:szCs w:val="24"/>
        </w:rPr>
        <w:t>«Развитие транспортной системы»</w:t>
      </w:r>
    </w:p>
    <w:p w:rsidR="00B93FF4" w:rsidRPr="00641927" w:rsidRDefault="00B93FF4" w:rsidP="00B93FF4">
      <w:pPr>
        <w:jc w:val="center"/>
        <w:rPr>
          <w:color w:val="FF0000"/>
          <w:sz w:val="24"/>
          <w:szCs w:val="24"/>
        </w:rPr>
      </w:pPr>
    </w:p>
    <w:p w:rsidR="001B7D39" w:rsidRDefault="001B7D39" w:rsidP="00B93FF4">
      <w:pPr>
        <w:autoSpaceDE w:val="0"/>
        <w:autoSpaceDN w:val="0"/>
        <w:adjustRightInd w:val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ПАСПОРТ</w:t>
      </w:r>
    </w:p>
    <w:p w:rsidR="00B93FF4" w:rsidRDefault="00B93FF4" w:rsidP="00B93FF4">
      <w:pPr>
        <w:autoSpaceDE w:val="0"/>
        <w:autoSpaceDN w:val="0"/>
        <w:adjustRightInd w:val="0"/>
        <w:ind w:firstLine="0"/>
        <w:jc w:val="center"/>
        <w:rPr>
          <w:sz w:val="24"/>
          <w:szCs w:val="24"/>
        </w:rPr>
      </w:pPr>
      <w:r w:rsidRPr="00955FBE">
        <w:rPr>
          <w:sz w:val="24"/>
          <w:szCs w:val="24"/>
        </w:rPr>
        <w:t xml:space="preserve">муниципальной программы </w:t>
      </w:r>
      <w:proofErr w:type="spellStart"/>
      <w:r w:rsidRPr="00955FBE">
        <w:rPr>
          <w:sz w:val="24"/>
          <w:szCs w:val="24"/>
        </w:rPr>
        <w:t>Целинского</w:t>
      </w:r>
      <w:proofErr w:type="spellEnd"/>
      <w:r w:rsidRPr="00955FBE">
        <w:rPr>
          <w:sz w:val="24"/>
          <w:szCs w:val="24"/>
        </w:rPr>
        <w:t xml:space="preserve"> района «Развитие транспортной системы»</w:t>
      </w:r>
    </w:p>
    <w:p w:rsidR="001B7D39" w:rsidRDefault="001B7D39" w:rsidP="00B93FF4">
      <w:pPr>
        <w:autoSpaceDE w:val="0"/>
        <w:autoSpaceDN w:val="0"/>
        <w:adjustRightInd w:val="0"/>
        <w:ind w:firstLine="0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338"/>
        <w:gridCol w:w="371"/>
        <w:gridCol w:w="216"/>
        <w:gridCol w:w="6974"/>
        <w:gridCol w:w="145"/>
      </w:tblGrid>
      <w:tr w:rsidR="001B7D39" w:rsidRPr="004E32E2" w:rsidTr="004E32E2">
        <w:tc>
          <w:tcPr>
            <w:tcW w:w="2376" w:type="dxa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Наименование 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муниципальной программы 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  <w:proofErr w:type="spellStart"/>
            <w:r w:rsidRPr="004E32E2">
              <w:rPr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gridSpan w:val="2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  <w:gridSpan w:val="3"/>
          </w:tcPr>
          <w:p w:rsidR="001B7D39" w:rsidRPr="004E32E2" w:rsidRDefault="001B7D39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4E32E2">
              <w:rPr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района</w:t>
            </w:r>
          </w:p>
          <w:p w:rsidR="001B7D39" w:rsidRPr="004E32E2" w:rsidRDefault="001B7D39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proofErr w:type="gramStart"/>
            <w:r w:rsidRPr="004E32E2">
              <w:rPr>
                <w:sz w:val="24"/>
                <w:szCs w:val="24"/>
              </w:rPr>
              <w:t xml:space="preserve">«Развитие транспортной системы» (далее – муниципальная </w:t>
            </w:r>
            <w:proofErr w:type="gramEnd"/>
          </w:p>
          <w:p w:rsidR="001B7D39" w:rsidRPr="004E32E2" w:rsidRDefault="001B7D39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про</w:t>
            </w:r>
            <w:r w:rsidR="003946FA">
              <w:rPr>
                <w:sz w:val="24"/>
                <w:szCs w:val="24"/>
              </w:rPr>
              <w:t>грамма)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B7D39" w:rsidRPr="004E32E2" w:rsidTr="004E32E2">
        <w:tc>
          <w:tcPr>
            <w:tcW w:w="2376" w:type="dxa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  <w:gridSpan w:val="3"/>
          </w:tcPr>
          <w:p w:rsidR="001B7D39" w:rsidRPr="004E32E2" w:rsidRDefault="001B7D39" w:rsidP="004E32E2">
            <w:pPr>
              <w:ind w:right="141" w:firstLine="0"/>
              <w:jc w:val="left"/>
              <w:rPr>
                <w:sz w:val="24"/>
                <w:szCs w:val="24"/>
              </w:rPr>
            </w:pPr>
          </w:p>
        </w:tc>
      </w:tr>
      <w:tr w:rsidR="001B7D39" w:rsidRPr="004E32E2" w:rsidTr="004E32E2">
        <w:tc>
          <w:tcPr>
            <w:tcW w:w="2376" w:type="dxa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Ответственный исполнитель 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муниципальной программы 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  <w:proofErr w:type="spellStart"/>
            <w:r w:rsidRPr="004E32E2">
              <w:rPr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gridSpan w:val="2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  <w:gridSpan w:val="3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proofErr w:type="gramStart"/>
            <w:r w:rsidRPr="004E32E2">
              <w:rPr>
                <w:sz w:val="24"/>
                <w:szCs w:val="24"/>
              </w:rPr>
              <w:t xml:space="preserve">Отдел координации </w:t>
            </w:r>
            <w:r w:rsidRPr="004E32E2">
              <w:rPr>
                <w:color w:val="auto"/>
                <w:sz w:val="24"/>
                <w:szCs w:val="24"/>
              </w:rPr>
              <w:t>работы</w:t>
            </w:r>
            <w:r w:rsidRPr="004E32E2">
              <w:rPr>
                <w:sz w:val="24"/>
                <w:szCs w:val="24"/>
              </w:rPr>
              <w:t xml:space="preserve"> отраслей строительства, транспорта, связи и  ТЭР Администрации </w:t>
            </w:r>
            <w:proofErr w:type="spellStart"/>
            <w:r w:rsidRPr="004E32E2">
              <w:rPr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района (далее - отдел </w:t>
            </w:r>
            <w:proofErr w:type="gramEnd"/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координации </w:t>
            </w:r>
            <w:r w:rsidRPr="004E32E2">
              <w:rPr>
                <w:color w:val="auto"/>
                <w:sz w:val="24"/>
                <w:szCs w:val="24"/>
              </w:rPr>
              <w:t>работы</w:t>
            </w:r>
            <w:r w:rsidRPr="004E32E2">
              <w:rPr>
                <w:sz w:val="24"/>
                <w:szCs w:val="24"/>
              </w:rPr>
              <w:t xml:space="preserve"> отраслей строительства, транспорта, связи и ТЭР Администрации </w:t>
            </w:r>
            <w:proofErr w:type="spellStart"/>
            <w:r w:rsidRPr="004E32E2">
              <w:rPr>
                <w:sz w:val="24"/>
                <w:szCs w:val="24"/>
              </w:rPr>
              <w:t>Целин</w:t>
            </w:r>
            <w:r w:rsidR="003946FA">
              <w:rPr>
                <w:sz w:val="24"/>
                <w:szCs w:val="24"/>
              </w:rPr>
              <w:t>ского</w:t>
            </w:r>
            <w:proofErr w:type="spellEnd"/>
            <w:r w:rsidR="003946FA">
              <w:rPr>
                <w:sz w:val="24"/>
                <w:szCs w:val="24"/>
              </w:rPr>
              <w:t xml:space="preserve"> района)</w:t>
            </w:r>
          </w:p>
        </w:tc>
      </w:tr>
      <w:tr w:rsidR="001B7D39" w:rsidRPr="004E32E2" w:rsidTr="004E32E2">
        <w:tc>
          <w:tcPr>
            <w:tcW w:w="2376" w:type="dxa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  <w:gridSpan w:val="3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1B7D39" w:rsidRPr="004E32E2" w:rsidTr="004E32E2">
        <w:tc>
          <w:tcPr>
            <w:tcW w:w="2376" w:type="dxa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Соисполнители муниципальной программы 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  <w:proofErr w:type="spellStart"/>
            <w:r w:rsidRPr="004E32E2">
              <w:rPr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gridSpan w:val="2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  <w:gridSpan w:val="3"/>
          </w:tcPr>
          <w:p w:rsidR="001B7D39" w:rsidRPr="004E32E2" w:rsidRDefault="003946FA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1B7D39" w:rsidRPr="004E32E2" w:rsidTr="004E32E2">
        <w:tc>
          <w:tcPr>
            <w:tcW w:w="2376" w:type="dxa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  <w:gridSpan w:val="3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1B7D39" w:rsidRPr="004E32E2" w:rsidTr="004E32E2">
        <w:tc>
          <w:tcPr>
            <w:tcW w:w="2376" w:type="dxa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Участники 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муниципальной программы 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  <w:proofErr w:type="spellStart"/>
            <w:r w:rsidRPr="004E32E2">
              <w:rPr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района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  <w:gridSpan w:val="3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4E32E2">
              <w:rPr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района;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bCs/>
                <w:sz w:val="24"/>
                <w:szCs w:val="24"/>
              </w:rPr>
            </w:pPr>
            <w:r w:rsidRPr="004E32E2">
              <w:rPr>
                <w:bCs/>
                <w:sz w:val="24"/>
                <w:szCs w:val="24"/>
              </w:rPr>
              <w:t xml:space="preserve">ОГИБДД ОМВД России по </w:t>
            </w:r>
            <w:proofErr w:type="spellStart"/>
            <w:r w:rsidRPr="004E32E2">
              <w:rPr>
                <w:bCs/>
                <w:sz w:val="24"/>
                <w:szCs w:val="24"/>
              </w:rPr>
              <w:t>Целинскому</w:t>
            </w:r>
            <w:proofErr w:type="spellEnd"/>
            <w:r w:rsidRPr="004E32E2">
              <w:rPr>
                <w:bCs/>
                <w:sz w:val="24"/>
                <w:szCs w:val="24"/>
              </w:rPr>
              <w:t xml:space="preserve"> району (по согласованию);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bCs/>
                <w:sz w:val="24"/>
                <w:szCs w:val="24"/>
              </w:rPr>
            </w:pPr>
            <w:r w:rsidRPr="004E32E2">
              <w:rPr>
                <w:bCs/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r w:rsidRPr="004E32E2">
              <w:rPr>
                <w:bCs/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bCs/>
                <w:sz w:val="24"/>
                <w:szCs w:val="24"/>
              </w:rPr>
              <w:t xml:space="preserve"> района;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bCs/>
                <w:sz w:val="24"/>
                <w:szCs w:val="24"/>
              </w:rPr>
            </w:pPr>
            <w:r w:rsidRPr="004E32E2">
              <w:rPr>
                <w:bCs/>
                <w:sz w:val="24"/>
                <w:szCs w:val="24"/>
              </w:rPr>
              <w:t>Муниципальное бюджетное учреждение здравоохранения «Централ</w:t>
            </w:r>
            <w:r w:rsidRPr="004E32E2">
              <w:rPr>
                <w:bCs/>
                <w:sz w:val="24"/>
                <w:szCs w:val="24"/>
              </w:rPr>
              <w:t>ь</w:t>
            </w:r>
            <w:r w:rsidRPr="004E32E2">
              <w:rPr>
                <w:bCs/>
                <w:sz w:val="24"/>
                <w:szCs w:val="24"/>
              </w:rPr>
              <w:t xml:space="preserve">ная районная больница </w:t>
            </w:r>
            <w:proofErr w:type="spellStart"/>
            <w:r w:rsidRPr="004E32E2">
              <w:rPr>
                <w:bCs/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bCs/>
                <w:sz w:val="24"/>
                <w:szCs w:val="24"/>
              </w:rPr>
              <w:t xml:space="preserve"> района Ростовской области»;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4E32E2">
              <w:rPr>
                <w:bCs/>
                <w:sz w:val="24"/>
                <w:szCs w:val="24"/>
              </w:rPr>
              <w:t>Администрации сельских поселений</w:t>
            </w:r>
          </w:p>
        </w:tc>
      </w:tr>
      <w:tr w:rsidR="001B7D39" w:rsidRPr="004E32E2" w:rsidTr="004E32E2">
        <w:tc>
          <w:tcPr>
            <w:tcW w:w="2376" w:type="dxa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  <w:gridSpan w:val="3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1B7D39" w:rsidRPr="004E32E2" w:rsidTr="004E32E2">
        <w:tc>
          <w:tcPr>
            <w:tcW w:w="2376" w:type="dxa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Подпрограммы муниципальной программы 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rPr>
                <w:sz w:val="24"/>
                <w:szCs w:val="24"/>
              </w:rPr>
            </w:pPr>
            <w:proofErr w:type="spellStart"/>
            <w:r w:rsidRPr="004E32E2">
              <w:rPr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района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  <w:gridSpan w:val="3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Подпрограмма №1«Развитие транспортной инфраструктуры </w:t>
            </w:r>
            <w:proofErr w:type="spellStart"/>
            <w:r w:rsidRPr="004E32E2">
              <w:rPr>
                <w:sz w:val="24"/>
                <w:szCs w:val="24"/>
              </w:rPr>
              <w:t>Цели</w:t>
            </w:r>
            <w:r w:rsidRPr="004E32E2">
              <w:rPr>
                <w:sz w:val="24"/>
                <w:szCs w:val="24"/>
              </w:rPr>
              <w:t>н</w:t>
            </w:r>
            <w:r w:rsidRPr="004E32E2">
              <w:rPr>
                <w:sz w:val="24"/>
                <w:szCs w:val="24"/>
              </w:rPr>
              <w:t>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района»;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Подпрограмма №2 «Повышение безопасности дорожного движения н</w:t>
            </w:r>
            <w:r w:rsidR="003946FA">
              <w:rPr>
                <w:sz w:val="24"/>
                <w:szCs w:val="24"/>
              </w:rPr>
              <w:t xml:space="preserve">а территории </w:t>
            </w:r>
            <w:proofErr w:type="spellStart"/>
            <w:r w:rsidR="003946FA">
              <w:rPr>
                <w:sz w:val="24"/>
                <w:szCs w:val="24"/>
              </w:rPr>
              <w:t>Целинского</w:t>
            </w:r>
            <w:proofErr w:type="spellEnd"/>
            <w:r w:rsidR="003946FA">
              <w:rPr>
                <w:sz w:val="24"/>
                <w:szCs w:val="24"/>
              </w:rPr>
              <w:t xml:space="preserve"> района»</w:t>
            </w:r>
          </w:p>
        </w:tc>
      </w:tr>
      <w:tr w:rsidR="001B7D39" w:rsidRPr="004E32E2" w:rsidTr="004E32E2">
        <w:tc>
          <w:tcPr>
            <w:tcW w:w="2376" w:type="dxa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  <w:gridSpan w:val="3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1B7D39" w:rsidRPr="004E32E2" w:rsidTr="004E32E2">
        <w:tc>
          <w:tcPr>
            <w:tcW w:w="2376" w:type="dxa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Программно-целевые 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инструменты 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муниципальной программы 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rPr>
                <w:sz w:val="24"/>
                <w:szCs w:val="24"/>
              </w:rPr>
            </w:pPr>
            <w:proofErr w:type="spellStart"/>
            <w:r w:rsidRPr="004E32E2">
              <w:rPr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района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  <w:gridSpan w:val="3"/>
          </w:tcPr>
          <w:p w:rsidR="001B7D39" w:rsidRPr="004E32E2" w:rsidRDefault="003946FA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1B7D39" w:rsidRPr="004E32E2" w:rsidTr="004E32E2">
        <w:tc>
          <w:tcPr>
            <w:tcW w:w="2376" w:type="dxa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  <w:gridSpan w:val="3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1B7D39" w:rsidRPr="004E32E2" w:rsidTr="004E32E2">
        <w:tc>
          <w:tcPr>
            <w:tcW w:w="2376" w:type="dxa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Цели муниципальной программы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4E32E2">
              <w:rPr>
                <w:sz w:val="24"/>
                <w:szCs w:val="24"/>
              </w:rPr>
              <w:lastRenderedPageBreak/>
              <w:t>Целинского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gridSpan w:val="2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lastRenderedPageBreak/>
              <w:t>–</w:t>
            </w:r>
          </w:p>
        </w:tc>
        <w:tc>
          <w:tcPr>
            <w:tcW w:w="7335" w:type="dxa"/>
            <w:gridSpan w:val="3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Создание условий для устойчивого функционирования транспортной системы </w:t>
            </w:r>
            <w:proofErr w:type="spellStart"/>
            <w:r w:rsidRPr="004E32E2">
              <w:rPr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района,  повышение уровня безопасности дв</w:t>
            </w:r>
            <w:r w:rsidRPr="004E32E2">
              <w:rPr>
                <w:sz w:val="24"/>
                <w:szCs w:val="24"/>
              </w:rPr>
              <w:t>и</w:t>
            </w:r>
            <w:r w:rsidR="003946FA">
              <w:rPr>
                <w:sz w:val="24"/>
                <w:szCs w:val="24"/>
              </w:rPr>
              <w:lastRenderedPageBreak/>
              <w:t>жения</w:t>
            </w:r>
          </w:p>
        </w:tc>
      </w:tr>
      <w:tr w:rsidR="001B7D39" w:rsidRPr="004E32E2" w:rsidTr="004E32E2">
        <w:tc>
          <w:tcPr>
            <w:tcW w:w="2376" w:type="dxa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  <w:gridSpan w:val="3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1B7D39" w:rsidRPr="004E32E2" w:rsidTr="004E32E2">
        <w:tc>
          <w:tcPr>
            <w:tcW w:w="2376" w:type="dxa"/>
          </w:tcPr>
          <w:p w:rsidR="00AC50DB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Задачи 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муниципальной 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программы 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  <w:proofErr w:type="spellStart"/>
            <w:r w:rsidRPr="004E32E2">
              <w:rPr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района</w:t>
            </w:r>
          </w:p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  <w:gridSpan w:val="3"/>
          </w:tcPr>
          <w:p w:rsidR="001B7D39" w:rsidRPr="004E32E2" w:rsidRDefault="001B7D39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Обеспечение функционирования и развития </w:t>
            </w:r>
            <w:proofErr w:type="gramStart"/>
            <w:r w:rsidRPr="004E32E2">
              <w:rPr>
                <w:sz w:val="24"/>
                <w:szCs w:val="24"/>
              </w:rPr>
              <w:t>сети</w:t>
            </w:r>
            <w:proofErr w:type="gramEnd"/>
            <w:r w:rsidRPr="004E32E2">
              <w:rPr>
                <w:sz w:val="24"/>
                <w:szCs w:val="24"/>
              </w:rPr>
              <w:t xml:space="preserve"> автомобильных д</w:t>
            </w:r>
            <w:r w:rsidRPr="004E32E2">
              <w:rPr>
                <w:sz w:val="24"/>
                <w:szCs w:val="24"/>
              </w:rPr>
              <w:t>о</w:t>
            </w:r>
            <w:r w:rsidRPr="004E32E2">
              <w:rPr>
                <w:sz w:val="24"/>
                <w:szCs w:val="24"/>
              </w:rPr>
              <w:t xml:space="preserve">рог общего пользования местного значения </w:t>
            </w:r>
            <w:proofErr w:type="spellStart"/>
            <w:r w:rsidRPr="004E32E2">
              <w:rPr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района;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Повышение безопасности дорожного движения на территории 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4E32E2">
              <w:rPr>
                <w:sz w:val="24"/>
                <w:szCs w:val="24"/>
              </w:rPr>
              <w:t>Целин</w:t>
            </w:r>
            <w:r w:rsidR="003946FA">
              <w:rPr>
                <w:sz w:val="24"/>
                <w:szCs w:val="24"/>
              </w:rPr>
              <w:t>ского</w:t>
            </w:r>
            <w:proofErr w:type="spellEnd"/>
            <w:r w:rsidR="003946FA">
              <w:rPr>
                <w:sz w:val="24"/>
                <w:szCs w:val="24"/>
              </w:rPr>
              <w:t xml:space="preserve"> района</w:t>
            </w:r>
          </w:p>
        </w:tc>
      </w:tr>
      <w:tr w:rsidR="00AC50DB" w:rsidRPr="004E32E2" w:rsidTr="004E32E2">
        <w:tc>
          <w:tcPr>
            <w:tcW w:w="2376" w:type="dxa"/>
          </w:tcPr>
          <w:p w:rsidR="00AC50DB" w:rsidRPr="004E32E2" w:rsidRDefault="00AC50DB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  <w:gridSpan w:val="3"/>
          </w:tcPr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AC50DB" w:rsidRPr="004E32E2" w:rsidTr="004E32E2">
        <w:tc>
          <w:tcPr>
            <w:tcW w:w="2376" w:type="dxa"/>
          </w:tcPr>
          <w:p w:rsidR="00AC50DB" w:rsidRPr="004E32E2" w:rsidRDefault="00AC50DB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rFonts w:cs="Arial"/>
                <w:sz w:val="24"/>
                <w:szCs w:val="24"/>
              </w:rPr>
            </w:pPr>
            <w:r w:rsidRPr="004E32E2">
              <w:rPr>
                <w:rFonts w:cs="Arial"/>
                <w:sz w:val="24"/>
                <w:szCs w:val="24"/>
              </w:rPr>
              <w:t xml:space="preserve">Целевые 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rFonts w:cs="Arial"/>
                <w:sz w:val="24"/>
                <w:szCs w:val="24"/>
              </w:rPr>
            </w:pPr>
            <w:r w:rsidRPr="004E32E2">
              <w:rPr>
                <w:rFonts w:cs="Arial"/>
                <w:sz w:val="24"/>
                <w:szCs w:val="24"/>
              </w:rPr>
              <w:t xml:space="preserve">показатели 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муниципальной программы 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  <w:proofErr w:type="spellStart"/>
            <w:r w:rsidRPr="004E32E2">
              <w:rPr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gridSpan w:val="2"/>
          </w:tcPr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  <w:gridSpan w:val="3"/>
          </w:tcPr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Доля протяженности автомобильных дорог общего пользования 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местного значения, не </w:t>
            </w:r>
            <w:proofErr w:type="gramStart"/>
            <w:r w:rsidRPr="004E32E2">
              <w:rPr>
                <w:sz w:val="24"/>
                <w:szCs w:val="24"/>
              </w:rPr>
              <w:t>отвечающих</w:t>
            </w:r>
            <w:proofErr w:type="gramEnd"/>
            <w:r w:rsidRPr="004E32E2">
              <w:rPr>
                <w:sz w:val="24"/>
                <w:szCs w:val="24"/>
              </w:rPr>
              <w:t xml:space="preserve"> нормативным требованиям, в 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общей протяженности автомобильных дорог общего пользования 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ме</w:t>
            </w:r>
            <w:r w:rsidR="003946FA">
              <w:rPr>
                <w:sz w:val="24"/>
                <w:szCs w:val="24"/>
              </w:rPr>
              <w:t>стного значения</w:t>
            </w:r>
          </w:p>
        </w:tc>
      </w:tr>
      <w:tr w:rsidR="00AC50DB" w:rsidRPr="004E32E2" w:rsidTr="004E32E2">
        <w:tc>
          <w:tcPr>
            <w:tcW w:w="2376" w:type="dxa"/>
          </w:tcPr>
          <w:p w:rsidR="00AC50DB" w:rsidRPr="004E32E2" w:rsidRDefault="00AC50DB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rFonts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  <w:gridSpan w:val="3"/>
          </w:tcPr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AC50DB" w:rsidRPr="004E32E2" w:rsidTr="004E32E2">
        <w:tc>
          <w:tcPr>
            <w:tcW w:w="2376" w:type="dxa"/>
          </w:tcPr>
          <w:p w:rsidR="00AC50DB" w:rsidRPr="004E32E2" w:rsidRDefault="00AC50DB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Этапы и сроки р</w:t>
            </w:r>
            <w:r w:rsidRPr="004E32E2">
              <w:rPr>
                <w:sz w:val="24"/>
                <w:szCs w:val="24"/>
              </w:rPr>
              <w:t>е</w:t>
            </w:r>
            <w:r w:rsidRPr="004E32E2">
              <w:rPr>
                <w:sz w:val="24"/>
                <w:szCs w:val="24"/>
              </w:rPr>
              <w:t xml:space="preserve">ализации 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муниципальной программы 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  <w:proofErr w:type="spellStart"/>
            <w:r w:rsidRPr="004E32E2">
              <w:rPr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района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  <w:gridSpan w:val="3"/>
          </w:tcPr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2019-2030 годы, 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этапы муници</w:t>
            </w:r>
            <w:r w:rsidR="003946FA">
              <w:rPr>
                <w:sz w:val="24"/>
                <w:szCs w:val="24"/>
              </w:rPr>
              <w:t>пальной программы не выделяются</w:t>
            </w:r>
          </w:p>
        </w:tc>
      </w:tr>
      <w:tr w:rsidR="00AC50DB" w:rsidRPr="004E32E2" w:rsidTr="004E32E2">
        <w:tc>
          <w:tcPr>
            <w:tcW w:w="2376" w:type="dxa"/>
          </w:tcPr>
          <w:p w:rsidR="00AC50DB" w:rsidRPr="004E32E2" w:rsidRDefault="00AC50DB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  <w:gridSpan w:val="3"/>
          </w:tcPr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AC50DB" w:rsidRPr="004E32E2" w:rsidTr="004E32E2">
        <w:tc>
          <w:tcPr>
            <w:tcW w:w="2376" w:type="dxa"/>
          </w:tcPr>
          <w:p w:rsidR="00AC50DB" w:rsidRPr="004E32E2" w:rsidRDefault="00AC50DB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Ресурсное 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обеспечение 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муниципальной программы 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  <w:proofErr w:type="spellStart"/>
            <w:r w:rsidRPr="004E32E2">
              <w:rPr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района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  <w:gridSpan w:val="3"/>
          </w:tcPr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Общий объем финансирования муниципальной программы на 2019 – 2030 годы </w:t>
            </w:r>
            <w:r w:rsidRPr="004E32E2">
              <w:rPr>
                <w:color w:val="auto"/>
                <w:sz w:val="24"/>
                <w:szCs w:val="24"/>
              </w:rPr>
              <w:t xml:space="preserve">составляет </w:t>
            </w:r>
            <w:r w:rsidR="00B07D3D">
              <w:rPr>
                <w:color w:val="auto"/>
                <w:sz w:val="24"/>
                <w:szCs w:val="24"/>
              </w:rPr>
              <w:t>771113,7</w:t>
            </w:r>
            <w:r w:rsidRPr="004E32E2">
              <w:rPr>
                <w:color w:val="auto"/>
                <w:sz w:val="24"/>
                <w:szCs w:val="24"/>
              </w:rPr>
              <w:t xml:space="preserve"> </w:t>
            </w:r>
            <w:r w:rsidRPr="004E32E2">
              <w:rPr>
                <w:color w:val="auto"/>
                <w:spacing w:val="-12"/>
                <w:sz w:val="24"/>
                <w:szCs w:val="24"/>
              </w:rPr>
              <w:t>тыс.</w:t>
            </w:r>
            <w:r w:rsidRPr="004E32E2">
              <w:rPr>
                <w:spacing w:val="-12"/>
                <w:sz w:val="24"/>
                <w:szCs w:val="24"/>
              </w:rPr>
              <w:t xml:space="preserve"> </w:t>
            </w:r>
            <w:r w:rsidRPr="004E32E2">
              <w:rPr>
                <w:sz w:val="24"/>
                <w:szCs w:val="24"/>
              </w:rPr>
              <w:t xml:space="preserve"> рублей, в том числе: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color w:val="auto"/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2019 году –  </w:t>
            </w:r>
            <w:r w:rsidRPr="004E32E2">
              <w:rPr>
                <w:color w:val="auto"/>
                <w:sz w:val="24"/>
                <w:szCs w:val="24"/>
              </w:rPr>
              <w:t>87173,1 тыс. 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color w:val="auto"/>
                <w:sz w:val="24"/>
                <w:szCs w:val="24"/>
              </w:rPr>
            </w:pPr>
            <w:r w:rsidRPr="004E32E2">
              <w:rPr>
                <w:color w:val="auto"/>
                <w:sz w:val="24"/>
                <w:szCs w:val="24"/>
              </w:rPr>
              <w:t xml:space="preserve">в 2020 году –  </w:t>
            </w:r>
            <w:r w:rsidR="00B938FA">
              <w:rPr>
                <w:color w:val="auto"/>
                <w:sz w:val="24"/>
                <w:szCs w:val="24"/>
              </w:rPr>
              <w:t>88235,9</w:t>
            </w:r>
            <w:r w:rsidRPr="004E32E2">
              <w:rPr>
                <w:color w:val="auto"/>
                <w:sz w:val="24"/>
                <w:szCs w:val="24"/>
              </w:rPr>
              <w:t xml:space="preserve"> тыс.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color w:val="auto"/>
                <w:sz w:val="24"/>
                <w:szCs w:val="24"/>
              </w:rPr>
            </w:pPr>
            <w:r w:rsidRPr="004E32E2">
              <w:rPr>
                <w:color w:val="auto"/>
                <w:sz w:val="24"/>
                <w:szCs w:val="24"/>
              </w:rPr>
              <w:t xml:space="preserve">в 2021 году –  </w:t>
            </w:r>
            <w:r w:rsidR="00D85866">
              <w:rPr>
                <w:color w:val="auto"/>
                <w:sz w:val="24"/>
                <w:szCs w:val="24"/>
              </w:rPr>
              <w:t>54099,6</w:t>
            </w:r>
            <w:r w:rsidRPr="004E32E2">
              <w:rPr>
                <w:color w:val="auto"/>
                <w:sz w:val="24"/>
                <w:szCs w:val="24"/>
              </w:rPr>
              <w:t xml:space="preserve"> тыс.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color w:val="auto"/>
                <w:sz w:val="24"/>
                <w:szCs w:val="24"/>
              </w:rPr>
            </w:pPr>
            <w:r w:rsidRPr="004E32E2">
              <w:rPr>
                <w:color w:val="auto"/>
                <w:sz w:val="24"/>
                <w:szCs w:val="24"/>
              </w:rPr>
              <w:t xml:space="preserve">в 2022 году  – </w:t>
            </w:r>
            <w:r w:rsidR="00D85866">
              <w:rPr>
                <w:color w:val="auto"/>
                <w:sz w:val="24"/>
                <w:szCs w:val="24"/>
              </w:rPr>
              <w:t>56254,6</w:t>
            </w:r>
            <w:r w:rsidRPr="004E32E2">
              <w:rPr>
                <w:color w:val="auto"/>
                <w:sz w:val="24"/>
                <w:szCs w:val="24"/>
              </w:rPr>
              <w:t xml:space="preserve"> тыс. рублей;</w:t>
            </w:r>
          </w:p>
          <w:p w:rsidR="00AC50DB" w:rsidRPr="004E32E2" w:rsidRDefault="00D85866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в 2023 году  – 79527,6</w:t>
            </w:r>
            <w:r w:rsidR="00AC50DB" w:rsidRPr="004E32E2">
              <w:rPr>
                <w:color w:val="auto"/>
                <w:sz w:val="24"/>
                <w:szCs w:val="24"/>
              </w:rPr>
              <w:t xml:space="preserve"> </w:t>
            </w:r>
            <w:r w:rsidR="00AC50DB" w:rsidRPr="004E32E2">
              <w:rPr>
                <w:sz w:val="24"/>
                <w:szCs w:val="24"/>
              </w:rPr>
              <w:t>тыс.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2024 году  – </w:t>
            </w:r>
            <w:r w:rsidRPr="004E32E2">
              <w:rPr>
                <w:color w:val="auto"/>
                <w:sz w:val="24"/>
                <w:szCs w:val="24"/>
              </w:rPr>
              <w:t xml:space="preserve">57974,7 </w:t>
            </w:r>
            <w:r w:rsidRPr="004E32E2">
              <w:rPr>
                <w:sz w:val="24"/>
                <w:szCs w:val="24"/>
              </w:rPr>
              <w:t>тыс.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2025 году  – </w:t>
            </w:r>
            <w:r w:rsidRPr="004E32E2">
              <w:rPr>
                <w:color w:val="auto"/>
                <w:sz w:val="24"/>
                <w:szCs w:val="24"/>
              </w:rPr>
              <w:t xml:space="preserve">57974,7 </w:t>
            </w:r>
            <w:r w:rsidRPr="004E32E2">
              <w:rPr>
                <w:sz w:val="24"/>
                <w:szCs w:val="24"/>
              </w:rPr>
              <w:t>тыс. 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2026 году  – </w:t>
            </w:r>
            <w:r w:rsidRPr="004E32E2">
              <w:rPr>
                <w:color w:val="auto"/>
                <w:sz w:val="24"/>
                <w:szCs w:val="24"/>
              </w:rPr>
              <w:t xml:space="preserve">57974,7 </w:t>
            </w:r>
            <w:r w:rsidRPr="004E32E2">
              <w:rPr>
                <w:sz w:val="24"/>
                <w:szCs w:val="24"/>
              </w:rPr>
              <w:t>тыс.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2027 году –  </w:t>
            </w:r>
            <w:r w:rsidRPr="004E32E2">
              <w:rPr>
                <w:color w:val="auto"/>
                <w:sz w:val="24"/>
                <w:szCs w:val="24"/>
              </w:rPr>
              <w:t xml:space="preserve">57974,7 </w:t>
            </w:r>
            <w:r w:rsidRPr="004E32E2">
              <w:rPr>
                <w:sz w:val="24"/>
                <w:szCs w:val="24"/>
              </w:rPr>
              <w:t>тыс.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2028 году  – </w:t>
            </w:r>
            <w:r w:rsidRPr="004E32E2">
              <w:rPr>
                <w:color w:val="auto"/>
                <w:sz w:val="24"/>
                <w:szCs w:val="24"/>
              </w:rPr>
              <w:t xml:space="preserve">57974,7 </w:t>
            </w:r>
            <w:r w:rsidRPr="004E32E2">
              <w:rPr>
                <w:sz w:val="24"/>
                <w:szCs w:val="24"/>
              </w:rPr>
              <w:t>тыс.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2029 году –  </w:t>
            </w:r>
            <w:r w:rsidRPr="004E32E2">
              <w:rPr>
                <w:color w:val="auto"/>
                <w:sz w:val="24"/>
                <w:szCs w:val="24"/>
              </w:rPr>
              <w:t xml:space="preserve">57974,7 </w:t>
            </w:r>
            <w:r w:rsidRPr="004E32E2">
              <w:rPr>
                <w:sz w:val="24"/>
                <w:szCs w:val="24"/>
              </w:rPr>
              <w:t>тыс.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2030 году  – </w:t>
            </w:r>
            <w:r w:rsidRPr="004E32E2">
              <w:rPr>
                <w:color w:val="auto"/>
                <w:sz w:val="24"/>
                <w:szCs w:val="24"/>
              </w:rPr>
              <w:t xml:space="preserve">57974,7 </w:t>
            </w:r>
            <w:r w:rsidR="003946FA">
              <w:rPr>
                <w:sz w:val="24"/>
                <w:szCs w:val="24"/>
              </w:rPr>
              <w:t>тыс. рублей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Средства областного бюджета – </w:t>
            </w:r>
            <w:r w:rsidR="00DE6C6A">
              <w:rPr>
                <w:sz w:val="24"/>
                <w:szCs w:val="24"/>
              </w:rPr>
              <w:t>102015,2</w:t>
            </w:r>
            <w:r w:rsidRPr="004E32E2">
              <w:rPr>
                <w:sz w:val="24"/>
                <w:szCs w:val="24"/>
              </w:rPr>
              <w:t xml:space="preserve"> тыс. рублей, в том числе: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2019 году  – </w:t>
            </w:r>
            <w:r w:rsidRPr="004E32E2">
              <w:rPr>
                <w:color w:val="auto"/>
                <w:sz w:val="24"/>
                <w:szCs w:val="24"/>
              </w:rPr>
              <w:t>50609,8</w:t>
            </w:r>
            <w:r w:rsidRPr="004E32E2">
              <w:rPr>
                <w:sz w:val="24"/>
                <w:szCs w:val="24"/>
              </w:rPr>
              <w:t xml:space="preserve"> тыс. 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2020 году  – </w:t>
            </w:r>
            <w:r w:rsidR="00DE6C6A">
              <w:rPr>
                <w:sz w:val="24"/>
                <w:szCs w:val="24"/>
              </w:rPr>
              <w:t>29405,4</w:t>
            </w:r>
            <w:r w:rsidRPr="004E32E2">
              <w:rPr>
                <w:sz w:val="24"/>
                <w:szCs w:val="24"/>
              </w:rPr>
              <w:t xml:space="preserve"> тыс.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2021 году  –</w:t>
            </w:r>
            <w:r w:rsidR="00FA7769">
              <w:rPr>
                <w:sz w:val="24"/>
                <w:szCs w:val="24"/>
              </w:rPr>
              <w:t xml:space="preserve"> 0 </w:t>
            </w:r>
            <w:r w:rsidRPr="004E32E2">
              <w:rPr>
                <w:sz w:val="24"/>
                <w:szCs w:val="24"/>
              </w:rPr>
              <w:t>тыс.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2022 году  – 0 тыс.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2023 году  –</w:t>
            </w:r>
            <w:r w:rsidR="00FA7769">
              <w:rPr>
                <w:sz w:val="24"/>
                <w:szCs w:val="24"/>
              </w:rPr>
              <w:t xml:space="preserve"> 22000,0</w:t>
            </w:r>
            <w:r w:rsidRPr="004E32E2">
              <w:rPr>
                <w:sz w:val="24"/>
                <w:szCs w:val="24"/>
              </w:rPr>
              <w:t xml:space="preserve"> тыс.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2024 году  –</w:t>
            </w:r>
            <w:r w:rsidR="00FA7769">
              <w:rPr>
                <w:sz w:val="24"/>
                <w:szCs w:val="24"/>
              </w:rPr>
              <w:t xml:space="preserve"> </w:t>
            </w:r>
            <w:r w:rsidRPr="004E32E2">
              <w:rPr>
                <w:sz w:val="24"/>
                <w:szCs w:val="24"/>
              </w:rPr>
              <w:t>0 тыс.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2025 году  –</w:t>
            </w:r>
            <w:r w:rsidR="00FA7769">
              <w:rPr>
                <w:sz w:val="24"/>
                <w:szCs w:val="24"/>
              </w:rPr>
              <w:t xml:space="preserve"> </w:t>
            </w:r>
            <w:r w:rsidRPr="004E32E2">
              <w:rPr>
                <w:sz w:val="24"/>
                <w:szCs w:val="24"/>
              </w:rPr>
              <w:t>0 тыс. 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2026 году  –</w:t>
            </w:r>
            <w:r w:rsidR="00FA7769">
              <w:rPr>
                <w:sz w:val="24"/>
                <w:szCs w:val="24"/>
              </w:rPr>
              <w:t xml:space="preserve"> </w:t>
            </w:r>
            <w:r w:rsidRPr="004E32E2">
              <w:rPr>
                <w:sz w:val="24"/>
                <w:szCs w:val="24"/>
              </w:rPr>
              <w:t>0 тыс.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2027 году –  0 тыс.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2028 году  –</w:t>
            </w:r>
            <w:r w:rsidR="00FA7769">
              <w:rPr>
                <w:sz w:val="24"/>
                <w:szCs w:val="24"/>
              </w:rPr>
              <w:t xml:space="preserve"> </w:t>
            </w:r>
            <w:r w:rsidRPr="004E32E2">
              <w:rPr>
                <w:sz w:val="24"/>
                <w:szCs w:val="24"/>
              </w:rPr>
              <w:t>0 тыс.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2029 году –  0 тыс. рублей;</w:t>
            </w:r>
          </w:p>
          <w:p w:rsidR="00AC50DB" w:rsidRPr="004E32E2" w:rsidRDefault="003946F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2030 году  – 0 тыс. рублей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Средства местного бюджета </w:t>
            </w:r>
            <w:r w:rsidR="00FA7769">
              <w:rPr>
                <w:sz w:val="24"/>
                <w:szCs w:val="24"/>
              </w:rPr>
              <w:t>669</w:t>
            </w:r>
            <w:r w:rsidRPr="004E32E2">
              <w:rPr>
                <w:sz w:val="24"/>
                <w:szCs w:val="24"/>
              </w:rPr>
              <w:t>0</w:t>
            </w:r>
            <w:r w:rsidR="00FA7769">
              <w:rPr>
                <w:sz w:val="24"/>
                <w:szCs w:val="24"/>
              </w:rPr>
              <w:t>98,5</w:t>
            </w:r>
            <w:r w:rsidRPr="004E32E2">
              <w:rPr>
                <w:sz w:val="24"/>
                <w:szCs w:val="24"/>
              </w:rPr>
              <w:t xml:space="preserve"> тыс. рублей, в том числе: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2019 году – </w:t>
            </w:r>
            <w:r w:rsidRPr="004E32E2">
              <w:rPr>
                <w:color w:val="auto"/>
                <w:sz w:val="24"/>
                <w:szCs w:val="24"/>
              </w:rPr>
              <w:t>36563,3</w:t>
            </w:r>
            <w:r w:rsidRPr="004E32E2">
              <w:rPr>
                <w:sz w:val="24"/>
                <w:szCs w:val="24"/>
              </w:rPr>
              <w:t xml:space="preserve"> тыс. 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lastRenderedPageBreak/>
              <w:t xml:space="preserve">в 2020 году – </w:t>
            </w:r>
            <w:r w:rsidR="00B938FA">
              <w:rPr>
                <w:sz w:val="24"/>
                <w:szCs w:val="24"/>
              </w:rPr>
              <w:t>58830,5</w:t>
            </w:r>
            <w:r w:rsidRPr="004E32E2">
              <w:rPr>
                <w:sz w:val="24"/>
                <w:szCs w:val="24"/>
              </w:rPr>
              <w:t xml:space="preserve"> тыс. рублей;</w:t>
            </w:r>
          </w:p>
          <w:p w:rsidR="00AC50DB" w:rsidRPr="004E32E2" w:rsidRDefault="00FA7769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2021 году – 54099,6 </w:t>
            </w:r>
            <w:r w:rsidR="00AC50DB" w:rsidRPr="004E32E2">
              <w:rPr>
                <w:sz w:val="24"/>
                <w:szCs w:val="24"/>
              </w:rPr>
              <w:t>тыс.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</w:t>
            </w:r>
            <w:r w:rsidR="00FA7769">
              <w:rPr>
                <w:sz w:val="24"/>
                <w:szCs w:val="24"/>
              </w:rPr>
              <w:t xml:space="preserve">2022 году – 56254,6 </w:t>
            </w:r>
            <w:r w:rsidRPr="004E32E2">
              <w:rPr>
                <w:sz w:val="24"/>
                <w:szCs w:val="24"/>
              </w:rPr>
              <w:t>тыс. рублей;</w:t>
            </w:r>
          </w:p>
          <w:p w:rsidR="00AC50DB" w:rsidRPr="004E32E2" w:rsidRDefault="00FA7769" w:rsidP="004E32E2">
            <w:pPr>
              <w:ind w:right="141"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в 2022 году  – 57527,6 </w:t>
            </w:r>
            <w:r w:rsidR="00AC50DB" w:rsidRPr="004E32E2">
              <w:rPr>
                <w:color w:val="auto"/>
                <w:sz w:val="24"/>
                <w:szCs w:val="24"/>
              </w:rPr>
              <w:t>тыс.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color w:val="auto"/>
                <w:sz w:val="24"/>
                <w:szCs w:val="24"/>
              </w:rPr>
              <w:t xml:space="preserve">в 2023 году  – 57974,7 </w:t>
            </w:r>
            <w:r w:rsidRPr="004E32E2">
              <w:rPr>
                <w:sz w:val="24"/>
                <w:szCs w:val="24"/>
              </w:rPr>
              <w:t>тыс.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2024 году  – </w:t>
            </w:r>
            <w:r w:rsidRPr="004E32E2">
              <w:rPr>
                <w:color w:val="auto"/>
                <w:sz w:val="24"/>
                <w:szCs w:val="24"/>
              </w:rPr>
              <w:t xml:space="preserve">57974,7 </w:t>
            </w:r>
            <w:r w:rsidRPr="004E32E2">
              <w:rPr>
                <w:sz w:val="24"/>
                <w:szCs w:val="24"/>
              </w:rPr>
              <w:t>тыс.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2025 году  – </w:t>
            </w:r>
            <w:r w:rsidRPr="004E32E2">
              <w:rPr>
                <w:color w:val="auto"/>
                <w:sz w:val="24"/>
                <w:szCs w:val="24"/>
              </w:rPr>
              <w:t xml:space="preserve">57974,7 </w:t>
            </w:r>
            <w:r w:rsidRPr="004E32E2">
              <w:rPr>
                <w:sz w:val="24"/>
                <w:szCs w:val="24"/>
              </w:rPr>
              <w:t>тыс. 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2026 году  – </w:t>
            </w:r>
            <w:r w:rsidRPr="004E32E2">
              <w:rPr>
                <w:color w:val="auto"/>
                <w:sz w:val="24"/>
                <w:szCs w:val="24"/>
              </w:rPr>
              <w:t xml:space="preserve">57974,7 </w:t>
            </w:r>
            <w:r w:rsidRPr="004E32E2">
              <w:rPr>
                <w:sz w:val="24"/>
                <w:szCs w:val="24"/>
              </w:rPr>
              <w:t>тыс.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2027 году –  </w:t>
            </w:r>
            <w:r w:rsidRPr="004E32E2">
              <w:rPr>
                <w:color w:val="auto"/>
                <w:sz w:val="24"/>
                <w:szCs w:val="24"/>
              </w:rPr>
              <w:t xml:space="preserve">57974,7 </w:t>
            </w:r>
            <w:r w:rsidRPr="004E32E2">
              <w:rPr>
                <w:sz w:val="24"/>
                <w:szCs w:val="24"/>
              </w:rPr>
              <w:t>тыс.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2028 году  – </w:t>
            </w:r>
            <w:r w:rsidRPr="004E32E2">
              <w:rPr>
                <w:color w:val="auto"/>
                <w:sz w:val="24"/>
                <w:szCs w:val="24"/>
              </w:rPr>
              <w:t xml:space="preserve">57974,7 </w:t>
            </w:r>
            <w:r w:rsidRPr="004E32E2">
              <w:rPr>
                <w:sz w:val="24"/>
                <w:szCs w:val="24"/>
              </w:rPr>
              <w:t>тыс.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2029 году –  </w:t>
            </w:r>
            <w:r w:rsidRPr="004E32E2">
              <w:rPr>
                <w:color w:val="auto"/>
                <w:sz w:val="24"/>
                <w:szCs w:val="24"/>
              </w:rPr>
              <w:t xml:space="preserve">57974,7 </w:t>
            </w:r>
            <w:r w:rsidRPr="004E32E2">
              <w:rPr>
                <w:sz w:val="24"/>
                <w:szCs w:val="24"/>
              </w:rPr>
              <w:t>тыс. рублей;</w:t>
            </w:r>
          </w:p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2030 году  – </w:t>
            </w:r>
            <w:r w:rsidRPr="004E32E2">
              <w:rPr>
                <w:color w:val="auto"/>
                <w:sz w:val="24"/>
                <w:szCs w:val="24"/>
              </w:rPr>
              <w:t xml:space="preserve">57974,7 </w:t>
            </w:r>
            <w:r w:rsidR="003946FA">
              <w:rPr>
                <w:sz w:val="24"/>
                <w:szCs w:val="24"/>
              </w:rPr>
              <w:t>тыс. рублей</w:t>
            </w:r>
          </w:p>
        </w:tc>
      </w:tr>
      <w:tr w:rsidR="00AC50DB" w:rsidRPr="004E32E2" w:rsidTr="004E32E2">
        <w:tc>
          <w:tcPr>
            <w:tcW w:w="2376" w:type="dxa"/>
          </w:tcPr>
          <w:p w:rsidR="00AC50DB" w:rsidRPr="004E32E2" w:rsidRDefault="00AC50DB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  <w:gridSpan w:val="3"/>
          </w:tcPr>
          <w:p w:rsidR="00AC50DB" w:rsidRPr="004E32E2" w:rsidRDefault="00AC50DB" w:rsidP="004E32E2">
            <w:pPr>
              <w:ind w:right="141" w:firstLine="0"/>
              <w:jc w:val="left"/>
              <w:rPr>
                <w:sz w:val="24"/>
                <w:szCs w:val="24"/>
              </w:rPr>
            </w:pPr>
          </w:p>
        </w:tc>
      </w:tr>
      <w:tr w:rsidR="00AC50DB" w:rsidRPr="004E32E2" w:rsidTr="004E32E2">
        <w:tc>
          <w:tcPr>
            <w:tcW w:w="2376" w:type="dxa"/>
          </w:tcPr>
          <w:p w:rsidR="00AC50DB" w:rsidRPr="004E32E2" w:rsidRDefault="00AC50DB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rFonts w:cs="Arial"/>
                <w:sz w:val="24"/>
                <w:szCs w:val="24"/>
              </w:rPr>
            </w:pPr>
            <w:r w:rsidRPr="004E32E2">
              <w:rPr>
                <w:rFonts w:cs="Arial"/>
                <w:sz w:val="24"/>
                <w:szCs w:val="24"/>
              </w:rPr>
              <w:t xml:space="preserve">Ожидаемые 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rFonts w:cs="Arial"/>
                <w:sz w:val="24"/>
                <w:szCs w:val="24"/>
              </w:rPr>
            </w:pPr>
            <w:r w:rsidRPr="004E32E2">
              <w:rPr>
                <w:rFonts w:cs="Arial"/>
                <w:sz w:val="24"/>
                <w:szCs w:val="24"/>
              </w:rPr>
              <w:t xml:space="preserve">результаты 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rFonts w:cs="Arial"/>
                <w:sz w:val="24"/>
                <w:szCs w:val="24"/>
              </w:rPr>
            </w:pPr>
            <w:r w:rsidRPr="004E32E2">
              <w:rPr>
                <w:rFonts w:cs="Arial"/>
                <w:sz w:val="24"/>
                <w:szCs w:val="24"/>
              </w:rPr>
              <w:t xml:space="preserve">реализации 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муниципальной программы 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  <w:proofErr w:type="spellStart"/>
            <w:r w:rsidRPr="004E32E2">
              <w:rPr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709" w:type="dxa"/>
            <w:gridSpan w:val="2"/>
          </w:tcPr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  <w:gridSpan w:val="3"/>
          </w:tcPr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Развитие транспортной системы, обеспечивающей стабильное разв</w:t>
            </w:r>
            <w:r w:rsidRPr="004E32E2">
              <w:rPr>
                <w:sz w:val="24"/>
                <w:szCs w:val="24"/>
              </w:rPr>
              <w:t>и</w:t>
            </w:r>
            <w:r w:rsidRPr="004E32E2">
              <w:rPr>
                <w:sz w:val="24"/>
                <w:szCs w:val="24"/>
              </w:rPr>
              <w:t xml:space="preserve">тие </w:t>
            </w:r>
            <w:proofErr w:type="spellStart"/>
            <w:r w:rsidRPr="004E32E2">
              <w:rPr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района; 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Улучшение состояния автомобильных дорог; 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Создание современной системы обеспечения безопасности дорожного движения на автомобильных дорогах общего пользования и улично-дорожной сети населенных пунктов в </w:t>
            </w:r>
            <w:proofErr w:type="spellStart"/>
            <w:r w:rsidRPr="004E32E2">
              <w:rPr>
                <w:sz w:val="24"/>
                <w:szCs w:val="24"/>
              </w:rPr>
              <w:t>Целинском</w:t>
            </w:r>
            <w:proofErr w:type="spellEnd"/>
            <w:r w:rsidRPr="004E32E2">
              <w:rPr>
                <w:sz w:val="24"/>
                <w:szCs w:val="24"/>
              </w:rPr>
              <w:t xml:space="preserve"> районе;</w:t>
            </w:r>
          </w:p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Сокращение демографического и социального ущерба от дорожно-транспортны</w:t>
            </w:r>
            <w:r w:rsidR="003946FA">
              <w:rPr>
                <w:sz w:val="24"/>
                <w:szCs w:val="24"/>
              </w:rPr>
              <w:t>х происшествий и их последствий</w:t>
            </w:r>
          </w:p>
        </w:tc>
      </w:tr>
      <w:tr w:rsidR="00AC50DB" w:rsidRPr="004E32E2" w:rsidTr="004E32E2">
        <w:tc>
          <w:tcPr>
            <w:tcW w:w="2376" w:type="dxa"/>
          </w:tcPr>
          <w:p w:rsidR="00AC50DB" w:rsidRPr="004E32E2" w:rsidRDefault="00AC50DB" w:rsidP="004E32E2">
            <w:pPr>
              <w:autoSpaceDE w:val="0"/>
              <w:autoSpaceDN w:val="0"/>
              <w:adjustRightInd w:val="0"/>
              <w:ind w:right="165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  <w:gridSpan w:val="3"/>
          </w:tcPr>
          <w:p w:rsidR="00AC50DB" w:rsidRPr="004E32E2" w:rsidRDefault="00AC50DB" w:rsidP="004E32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AC50DB" w:rsidRPr="00955FBE" w:rsidTr="00364CE3">
        <w:tblPrEx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After w:val="1"/>
          <w:wAfter w:w="145" w:type="dxa"/>
          <w:trHeight w:val="240"/>
        </w:trPr>
        <w:tc>
          <w:tcPr>
            <w:tcW w:w="2714" w:type="dxa"/>
            <w:gridSpan w:val="2"/>
          </w:tcPr>
          <w:p w:rsidR="00AC50DB" w:rsidRPr="00955FBE" w:rsidRDefault="00AC50DB" w:rsidP="00AC50DB">
            <w:pPr>
              <w:autoSpaceDE w:val="0"/>
              <w:autoSpaceDN w:val="0"/>
              <w:adjustRightInd w:val="0"/>
              <w:ind w:right="165" w:firstLine="0"/>
              <w:rPr>
                <w:sz w:val="24"/>
                <w:szCs w:val="24"/>
              </w:rPr>
            </w:pPr>
          </w:p>
        </w:tc>
        <w:tc>
          <w:tcPr>
            <w:tcW w:w="587" w:type="dxa"/>
            <w:gridSpan w:val="2"/>
          </w:tcPr>
          <w:p w:rsidR="00AC50DB" w:rsidRPr="00955FBE" w:rsidRDefault="00AC50DB" w:rsidP="003C0F6A">
            <w:pPr>
              <w:rPr>
                <w:sz w:val="24"/>
                <w:szCs w:val="24"/>
              </w:rPr>
            </w:pPr>
            <w:r w:rsidRPr="00955FBE">
              <w:rPr>
                <w:sz w:val="24"/>
                <w:szCs w:val="24"/>
              </w:rPr>
              <w:t>–</w:t>
            </w:r>
          </w:p>
        </w:tc>
        <w:tc>
          <w:tcPr>
            <w:tcW w:w="6974" w:type="dxa"/>
          </w:tcPr>
          <w:p w:rsidR="00AC50DB" w:rsidRPr="00955FBE" w:rsidRDefault="00AC50DB" w:rsidP="00AC50DB">
            <w:pPr>
              <w:ind w:right="141" w:firstLine="0"/>
              <w:rPr>
                <w:sz w:val="24"/>
                <w:szCs w:val="24"/>
              </w:rPr>
            </w:pPr>
          </w:p>
        </w:tc>
      </w:tr>
    </w:tbl>
    <w:p w:rsidR="00B93FF4" w:rsidRPr="00955FBE" w:rsidRDefault="00B93FF4" w:rsidP="00364CE3">
      <w:pPr>
        <w:ind w:firstLine="0"/>
        <w:contextualSpacing/>
        <w:rPr>
          <w:sz w:val="24"/>
          <w:szCs w:val="24"/>
        </w:rPr>
      </w:pPr>
    </w:p>
    <w:p w:rsidR="00AE410A" w:rsidRDefault="00AE410A" w:rsidP="00B93FF4">
      <w:pPr>
        <w:ind w:firstLine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ПАСПОРТ</w:t>
      </w:r>
    </w:p>
    <w:p w:rsidR="00B93FF4" w:rsidRDefault="00B93FF4" w:rsidP="00B93FF4">
      <w:pPr>
        <w:ind w:firstLine="0"/>
        <w:contextualSpacing/>
        <w:jc w:val="center"/>
        <w:rPr>
          <w:sz w:val="24"/>
          <w:szCs w:val="24"/>
        </w:rPr>
      </w:pPr>
      <w:r w:rsidRPr="00955FBE">
        <w:rPr>
          <w:sz w:val="24"/>
          <w:szCs w:val="24"/>
        </w:rPr>
        <w:t>подпрограммы</w:t>
      </w:r>
      <w:r w:rsidR="00CC2EC1">
        <w:rPr>
          <w:sz w:val="24"/>
          <w:szCs w:val="24"/>
        </w:rPr>
        <w:t xml:space="preserve"> №1</w:t>
      </w:r>
      <w:r w:rsidRPr="00955FBE">
        <w:rPr>
          <w:sz w:val="24"/>
          <w:szCs w:val="24"/>
        </w:rPr>
        <w:t xml:space="preserve"> «Развитие транспортной инфраструктуры </w:t>
      </w:r>
      <w:proofErr w:type="spellStart"/>
      <w:r w:rsidRPr="00955FBE">
        <w:rPr>
          <w:sz w:val="24"/>
          <w:szCs w:val="24"/>
        </w:rPr>
        <w:t>Целинского</w:t>
      </w:r>
      <w:proofErr w:type="spellEnd"/>
      <w:r w:rsidRPr="00955FBE">
        <w:rPr>
          <w:sz w:val="24"/>
          <w:szCs w:val="24"/>
        </w:rPr>
        <w:t xml:space="preserve"> района» </w:t>
      </w:r>
    </w:p>
    <w:p w:rsidR="00AE410A" w:rsidRDefault="00AE410A" w:rsidP="00B93FF4">
      <w:pPr>
        <w:ind w:firstLine="0"/>
        <w:contextualSpacing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09"/>
        <w:gridCol w:w="7335"/>
      </w:tblGrid>
      <w:tr w:rsidR="00AE410A" w:rsidRPr="004E32E2" w:rsidTr="004E32E2">
        <w:tc>
          <w:tcPr>
            <w:tcW w:w="2376" w:type="dxa"/>
          </w:tcPr>
          <w:p w:rsidR="00AE410A" w:rsidRPr="004E32E2" w:rsidRDefault="00AE410A" w:rsidP="004E32E2">
            <w:pPr>
              <w:autoSpaceDE w:val="0"/>
              <w:autoSpaceDN w:val="0"/>
              <w:adjustRightInd w:val="0"/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Наименование подпрограммы №1</w:t>
            </w:r>
          </w:p>
        </w:tc>
        <w:tc>
          <w:tcPr>
            <w:tcW w:w="709" w:type="dxa"/>
          </w:tcPr>
          <w:p w:rsidR="00AE410A" w:rsidRPr="004E32E2" w:rsidRDefault="00AE410A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</w:tcPr>
          <w:p w:rsidR="00F315CE" w:rsidRPr="004E32E2" w:rsidRDefault="00AE410A" w:rsidP="004E32E2">
            <w:pPr>
              <w:ind w:right="141"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«Развитие транспортной инфраструктуры </w:t>
            </w:r>
            <w:proofErr w:type="spellStart"/>
            <w:r w:rsidRPr="004E32E2">
              <w:rPr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района» </w:t>
            </w:r>
          </w:p>
          <w:p w:rsidR="00AE410A" w:rsidRPr="004E32E2" w:rsidRDefault="00AE410A" w:rsidP="004E32E2">
            <w:pPr>
              <w:ind w:right="141"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(да</w:t>
            </w:r>
            <w:r w:rsidR="003946FA">
              <w:rPr>
                <w:sz w:val="24"/>
                <w:szCs w:val="24"/>
              </w:rPr>
              <w:t>лее – подпрограмма №1)</w:t>
            </w:r>
          </w:p>
          <w:p w:rsidR="00AE410A" w:rsidRPr="004E32E2" w:rsidRDefault="00AE410A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E410A" w:rsidRPr="004E32E2" w:rsidTr="004E32E2">
        <w:tc>
          <w:tcPr>
            <w:tcW w:w="2376" w:type="dxa"/>
          </w:tcPr>
          <w:p w:rsidR="00AE410A" w:rsidRPr="004E32E2" w:rsidRDefault="00AE410A" w:rsidP="004E32E2">
            <w:pPr>
              <w:autoSpaceDE w:val="0"/>
              <w:autoSpaceDN w:val="0"/>
              <w:adjustRightInd w:val="0"/>
              <w:ind w:right="141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410A" w:rsidRPr="004E32E2" w:rsidRDefault="00AE410A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</w:tcPr>
          <w:p w:rsidR="00AE410A" w:rsidRPr="004E32E2" w:rsidRDefault="00AE410A" w:rsidP="004E32E2">
            <w:pPr>
              <w:ind w:right="141" w:firstLine="0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AE410A" w:rsidRPr="004E32E2" w:rsidTr="004E32E2">
        <w:tc>
          <w:tcPr>
            <w:tcW w:w="2376" w:type="dxa"/>
          </w:tcPr>
          <w:p w:rsidR="00AE410A" w:rsidRPr="004E32E2" w:rsidRDefault="00AE410A" w:rsidP="004E32E2">
            <w:pPr>
              <w:autoSpaceDE w:val="0"/>
              <w:autoSpaceDN w:val="0"/>
              <w:adjustRightInd w:val="0"/>
              <w:ind w:right="141" w:firstLine="0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Ответственный </w:t>
            </w:r>
          </w:p>
          <w:p w:rsidR="00AE410A" w:rsidRPr="004E32E2" w:rsidRDefault="00AE410A" w:rsidP="004E32E2">
            <w:pPr>
              <w:autoSpaceDE w:val="0"/>
              <w:autoSpaceDN w:val="0"/>
              <w:adjustRightInd w:val="0"/>
              <w:ind w:right="141" w:firstLine="0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исполнитель </w:t>
            </w:r>
          </w:p>
          <w:p w:rsidR="00AE410A" w:rsidRPr="004E32E2" w:rsidRDefault="00AE410A" w:rsidP="004E32E2">
            <w:pPr>
              <w:autoSpaceDE w:val="0"/>
              <w:autoSpaceDN w:val="0"/>
              <w:adjustRightInd w:val="0"/>
              <w:ind w:right="141" w:firstLine="0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подпрограммы №1</w:t>
            </w:r>
          </w:p>
          <w:p w:rsidR="00AE410A" w:rsidRPr="004E32E2" w:rsidRDefault="00AE410A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410A" w:rsidRPr="004E32E2" w:rsidRDefault="00AE410A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</w:tcPr>
          <w:p w:rsidR="00AE410A" w:rsidRPr="004E32E2" w:rsidRDefault="00AE410A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Отдел координации </w:t>
            </w:r>
            <w:r w:rsidRPr="004E32E2">
              <w:rPr>
                <w:color w:val="auto"/>
                <w:sz w:val="24"/>
                <w:szCs w:val="24"/>
              </w:rPr>
              <w:t>работы</w:t>
            </w:r>
            <w:r w:rsidRPr="004E32E2">
              <w:rPr>
                <w:sz w:val="24"/>
                <w:szCs w:val="24"/>
              </w:rPr>
              <w:t xml:space="preserve"> отраслей строительства, транспорта, связи и ТЭР Админи</w:t>
            </w:r>
            <w:r w:rsidR="003946FA">
              <w:rPr>
                <w:sz w:val="24"/>
                <w:szCs w:val="24"/>
              </w:rPr>
              <w:t xml:space="preserve">страции </w:t>
            </w:r>
            <w:proofErr w:type="spellStart"/>
            <w:r w:rsidR="003946FA">
              <w:rPr>
                <w:sz w:val="24"/>
                <w:szCs w:val="24"/>
              </w:rPr>
              <w:t>Целинского</w:t>
            </w:r>
            <w:proofErr w:type="spellEnd"/>
            <w:r w:rsidR="003946FA">
              <w:rPr>
                <w:sz w:val="24"/>
                <w:szCs w:val="24"/>
              </w:rPr>
              <w:t xml:space="preserve"> района</w:t>
            </w:r>
          </w:p>
        </w:tc>
      </w:tr>
      <w:tr w:rsidR="00AE410A" w:rsidRPr="004E32E2" w:rsidTr="004E32E2">
        <w:tc>
          <w:tcPr>
            <w:tcW w:w="2376" w:type="dxa"/>
          </w:tcPr>
          <w:p w:rsidR="00AE410A" w:rsidRPr="004E32E2" w:rsidRDefault="00AE410A" w:rsidP="004E32E2">
            <w:pPr>
              <w:autoSpaceDE w:val="0"/>
              <w:autoSpaceDN w:val="0"/>
              <w:adjustRightInd w:val="0"/>
              <w:ind w:right="141" w:firstLine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410A" w:rsidRPr="004E32E2" w:rsidRDefault="00AE410A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</w:tcPr>
          <w:p w:rsidR="00AE410A" w:rsidRPr="004E32E2" w:rsidRDefault="00AE410A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AE410A" w:rsidRPr="004E32E2" w:rsidTr="004E32E2">
        <w:tc>
          <w:tcPr>
            <w:tcW w:w="2376" w:type="dxa"/>
          </w:tcPr>
          <w:p w:rsidR="00AE410A" w:rsidRPr="004E32E2" w:rsidRDefault="00AE410A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Участники </w:t>
            </w:r>
          </w:p>
          <w:p w:rsidR="00AE410A" w:rsidRPr="004E32E2" w:rsidRDefault="00AE410A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подпрограммы №1</w:t>
            </w:r>
          </w:p>
        </w:tc>
        <w:tc>
          <w:tcPr>
            <w:tcW w:w="709" w:type="dxa"/>
          </w:tcPr>
          <w:p w:rsidR="00AE410A" w:rsidRPr="004E32E2" w:rsidRDefault="00AE410A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  <w:p w:rsidR="00AE410A" w:rsidRPr="004E32E2" w:rsidRDefault="00AE410A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</w:tcPr>
          <w:p w:rsidR="00AE410A" w:rsidRPr="004E32E2" w:rsidRDefault="00AE410A" w:rsidP="004E32E2">
            <w:pPr>
              <w:ind w:right="142" w:firstLine="0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4E32E2">
              <w:rPr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района;</w:t>
            </w:r>
          </w:p>
          <w:p w:rsidR="00AE410A" w:rsidRPr="004E32E2" w:rsidRDefault="00AE410A" w:rsidP="004E32E2">
            <w:pPr>
              <w:ind w:firstLine="0"/>
              <w:contextualSpacing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А</w:t>
            </w:r>
            <w:r w:rsidR="003946FA">
              <w:rPr>
                <w:sz w:val="24"/>
                <w:szCs w:val="24"/>
              </w:rPr>
              <w:t>дминистрации сельских поселений</w:t>
            </w:r>
          </w:p>
        </w:tc>
      </w:tr>
      <w:tr w:rsidR="00AE410A" w:rsidRPr="004E32E2" w:rsidTr="004E32E2">
        <w:tc>
          <w:tcPr>
            <w:tcW w:w="2376" w:type="dxa"/>
          </w:tcPr>
          <w:p w:rsidR="00AE410A" w:rsidRPr="004E32E2" w:rsidRDefault="00AE410A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410A" w:rsidRPr="004E32E2" w:rsidRDefault="00AE410A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</w:tcPr>
          <w:p w:rsidR="00AE410A" w:rsidRPr="004E32E2" w:rsidRDefault="00AE410A" w:rsidP="004E32E2">
            <w:pPr>
              <w:ind w:right="142" w:firstLine="0"/>
              <w:rPr>
                <w:sz w:val="24"/>
                <w:szCs w:val="24"/>
              </w:rPr>
            </w:pPr>
          </w:p>
        </w:tc>
      </w:tr>
      <w:tr w:rsidR="00AE410A" w:rsidRPr="004E32E2" w:rsidTr="004E32E2">
        <w:tc>
          <w:tcPr>
            <w:tcW w:w="2376" w:type="dxa"/>
          </w:tcPr>
          <w:p w:rsidR="00AE410A" w:rsidRPr="004E32E2" w:rsidRDefault="00AE410A" w:rsidP="004E32E2">
            <w:pPr>
              <w:autoSpaceDE w:val="0"/>
              <w:autoSpaceDN w:val="0"/>
              <w:adjustRightInd w:val="0"/>
              <w:ind w:right="141" w:firstLine="0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Программно-целевые </w:t>
            </w:r>
          </w:p>
          <w:p w:rsidR="00AE410A" w:rsidRPr="004E32E2" w:rsidRDefault="00AE410A" w:rsidP="004E32E2">
            <w:pPr>
              <w:autoSpaceDE w:val="0"/>
              <w:autoSpaceDN w:val="0"/>
              <w:adjustRightInd w:val="0"/>
              <w:ind w:right="141" w:firstLine="0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инструменты </w:t>
            </w:r>
          </w:p>
          <w:p w:rsidR="00AE410A" w:rsidRPr="004E32E2" w:rsidRDefault="00AE410A" w:rsidP="004E32E2">
            <w:pPr>
              <w:autoSpaceDE w:val="0"/>
              <w:autoSpaceDN w:val="0"/>
              <w:adjustRightInd w:val="0"/>
              <w:ind w:right="141" w:firstLine="0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подпрограммы №1</w:t>
            </w:r>
          </w:p>
          <w:p w:rsidR="00AE410A" w:rsidRPr="004E32E2" w:rsidRDefault="00AE410A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410A" w:rsidRPr="004E32E2" w:rsidRDefault="00AE410A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</w:tcPr>
          <w:p w:rsidR="00AE410A" w:rsidRPr="004E32E2" w:rsidRDefault="003946FA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AE410A" w:rsidRPr="004E32E2" w:rsidTr="004E32E2">
        <w:tc>
          <w:tcPr>
            <w:tcW w:w="2376" w:type="dxa"/>
          </w:tcPr>
          <w:p w:rsidR="00AE410A" w:rsidRPr="004E32E2" w:rsidRDefault="00AE410A" w:rsidP="004E32E2">
            <w:pPr>
              <w:autoSpaceDE w:val="0"/>
              <w:autoSpaceDN w:val="0"/>
              <w:adjustRightInd w:val="0"/>
              <w:ind w:right="141" w:firstLine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410A" w:rsidRPr="004E32E2" w:rsidRDefault="00AE410A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</w:tcPr>
          <w:p w:rsidR="00AE410A" w:rsidRPr="004E32E2" w:rsidRDefault="00AE410A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AE410A" w:rsidRPr="004E32E2" w:rsidTr="004E32E2">
        <w:tc>
          <w:tcPr>
            <w:tcW w:w="2376" w:type="dxa"/>
          </w:tcPr>
          <w:p w:rsidR="00AE410A" w:rsidRPr="004E32E2" w:rsidRDefault="00AE410A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Цели подпрограммы №1</w:t>
            </w:r>
          </w:p>
        </w:tc>
        <w:tc>
          <w:tcPr>
            <w:tcW w:w="709" w:type="dxa"/>
          </w:tcPr>
          <w:p w:rsidR="00AE410A" w:rsidRPr="004E32E2" w:rsidRDefault="00AE410A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</w:tcPr>
          <w:p w:rsidR="00AE410A" w:rsidRPr="004E32E2" w:rsidRDefault="00AE410A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Развитие современной и эффективной автомобильно-дорожной и</w:t>
            </w:r>
            <w:r w:rsidRPr="004E32E2">
              <w:rPr>
                <w:sz w:val="24"/>
                <w:szCs w:val="24"/>
              </w:rPr>
              <w:t>н</w:t>
            </w:r>
            <w:r w:rsidR="003946FA">
              <w:rPr>
                <w:sz w:val="24"/>
                <w:szCs w:val="24"/>
              </w:rPr>
              <w:t>фраструктуры</w:t>
            </w:r>
          </w:p>
        </w:tc>
      </w:tr>
      <w:tr w:rsidR="00AE410A" w:rsidRPr="004E32E2" w:rsidTr="004E32E2">
        <w:tc>
          <w:tcPr>
            <w:tcW w:w="2376" w:type="dxa"/>
          </w:tcPr>
          <w:p w:rsidR="00AE410A" w:rsidRPr="004E32E2" w:rsidRDefault="00AE410A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410A" w:rsidRPr="004E32E2" w:rsidRDefault="00AE410A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</w:tcPr>
          <w:p w:rsidR="00AE410A" w:rsidRPr="004E32E2" w:rsidRDefault="00AE410A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AE410A" w:rsidRPr="004E32E2" w:rsidTr="004E32E2">
        <w:tc>
          <w:tcPr>
            <w:tcW w:w="2376" w:type="dxa"/>
          </w:tcPr>
          <w:p w:rsidR="00AE410A" w:rsidRPr="004E32E2" w:rsidRDefault="00AE410A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Задачи подпрограммы №1</w:t>
            </w:r>
          </w:p>
        </w:tc>
        <w:tc>
          <w:tcPr>
            <w:tcW w:w="709" w:type="dxa"/>
          </w:tcPr>
          <w:p w:rsidR="00AE410A" w:rsidRPr="004E32E2" w:rsidRDefault="00AE410A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</w:tcPr>
          <w:p w:rsidR="00AE410A" w:rsidRPr="004E32E2" w:rsidRDefault="00AE410A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Формирование единой дорожной сети круглогодичной доступности </w:t>
            </w:r>
            <w:r w:rsidR="003946FA">
              <w:rPr>
                <w:sz w:val="24"/>
                <w:szCs w:val="24"/>
              </w:rPr>
              <w:t xml:space="preserve">для населения </w:t>
            </w:r>
            <w:proofErr w:type="spellStart"/>
            <w:r w:rsidR="003946FA">
              <w:rPr>
                <w:sz w:val="24"/>
                <w:szCs w:val="24"/>
              </w:rPr>
              <w:t>Целинского</w:t>
            </w:r>
            <w:proofErr w:type="spellEnd"/>
            <w:r w:rsidR="003946FA">
              <w:rPr>
                <w:sz w:val="24"/>
                <w:szCs w:val="24"/>
              </w:rPr>
              <w:t xml:space="preserve"> района</w:t>
            </w:r>
          </w:p>
        </w:tc>
      </w:tr>
      <w:tr w:rsidR="00A807C9" w:rsidRPr="004E32E2" w:rsidTr="004E32E2">
        <w:tc>
          <w:tcPr>
            <w:tcW w:w="2376" w:type="dxa"/>
          </w:tcPr>
          <w:p w:rsidR="00A807C9" w:rsidRPr="004E32E2" w:rsidRDefault="00A807C9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807C9" w:rsidRPr="004E32E2" w:rsidRDefault="00A807C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</w:tcPr>
          <w:p w:rsidR="00A807C9" w:rsidRPr="004E32E2" w:rsidRDefault="00A807C9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A807C9" w:rsidRPr="004E32E2" w:rsidTr="004E32E2">
        <w:tc>
          <w:tcPr>
            <w:tcW w:w="2376" w:type="dxa"/>
          </w:tcPr>
          <w:p w:rsidR="00A807C9" w:rsidRPr="004E32E2" w:rsidRDefault="00A807C9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Целевые показатели </w:t>
            </w:r>
            <w:r w:rsidRPr="004E32E2">
              <w:rPr>
                <w:sz w:val="24"/>
                <w:szCs w:val="24"/>
              </w:rPr>
              <w:lastRenderedPageBreak/>
              <w:t>подпрограммы №1</w:t>
            </w:r>
          </w:p>
        </w:tc>
        <w:tc>
          <w:tcPr>
            <w:tcW w:w="709" w:type="dxa"/>
          </w:tcPr>
          <w:p w:rsidR="00A807C9" w:rsidRPr="004E32E2" w:rsidRDefault="00A807C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lastRenderedPageBreak/>
              <w:t>–</w:t>
            </w:r>
          </w:p>
          <w:p w:rsidR="00364CE3" w:rsidRPr="004E32E2" w:rsidRDefault="00364CE3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  <w:p w:rsidR="00364CE3" w:rsidRPr="004E32E2" w:rsidRDefault="00364CE3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  <w:p w:rsidR="00364CE3" w:rsidRPr="004E32E2" w:rsidRDefault="00364CE3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</w:tcPr>
          <w:p w:rsidR="00A807C9" w:rsidRPr="004E32E2" w:rsidRDefault="00364CE3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lastRenderedPageBreak/>
              <w:t>Количество километров построенных  (реконструированных) и отр</w:t>
            </w:r>
            <w:r w:rsidRPr="004E32E2">
              <w:rPr>
                <w:sz w:val="24"/>
                <w:szCs w:val="24"/>
              </w:rPr>
              <w:t>е</w:t>
            </w:r>
            <w:r w:rsidRPr="004E32E2">
              <w:rPr>
                <w:sz w:val="24"/>
                <w:szCs w:val="24"/>
              </w:rPr>
              <w:lastRenderedPageBreak/>
              <w:t>монтированных (капитально отремонтированных) автомобильных д</w:t>
            </w:r>
            <w:r w:rsidRPr="004E32E2">
              <w:rPr>
                <w:sz w:val="24"/>
                <w:szCs w:val="24"/>
              </w:rPr>
              <w:t>о</w:t>
            </w:r>
            <w:r w:rsidRPr="004E32E2">
              <w:rPr>
                <w:sz w:val="24"/>
                <w:szCs w:val="24"/>
              </w:rPr>
              <w:t>рог общего пользования местного значения;</w:t>
            </w:r>
          </w:p>
          <w:p w:rsidR="00364CE3" w:rsidRPr="004E32E2" w:rsidRDefault="00364CE3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kern w:val="2"/>
                <w:sz w:val="24"/>
                <w:szCs w:val="24"/>
              </w:rPr>
              <w:t>Обеспечение содержания автомобильных дорог общего пользования местного значения (километров)</w:t>
            </w:r>
          </w:p>
        </w:tc>
      </w:tr>
      <w:tr w:rsidR="00A807C9" w:rsidRPr="004E32E2" w:rsidTr="004E32E2">
        <w:tc>
          <w:tcPr>
            <w:tcW w:w="2376" w:type="dxa"/>
          </w:tcPr>
          <w:p w:rsidR="00A807C9" w:rsidRPr="004E32E2" w:rsidRDefault="00A807C9" w:rsidP="004E32E2">
            <w:pPr>
              <w:ind w:firstLine="0"/>
              <w:contextualSpacing/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</w:tcPr>
          <w:p w:rsidR="00A807C9" w:rsidRPr="004E32E2" w:rsidRDefault="00A807C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</w:tcPr>
          <w:p w:rsidR="00A807C9" w:rsidRPr="004E32E2" w:rsidRDefault="00A807C9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AE410A" w:rsidRPr="004E32E2" w:rsidTr="004E32E2">
        <w:tc>
          <w:tcPr>
            <w:tcW w:w="2376" w:type="dxa"/>
          </w:tcPr>
          <w:p w:rsidR="00A807C9" w:rsidRPr="004E32E2" w:rsidRDefault="00A807C9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Этапы и сроки </w:t>
            </w:r>
          </w:p>
          <w:p w:rsidR="00A807C9" w:rsidRPr="004E32E2" w:rsidRDefault="00A807C9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реализации </w:t>
            </w:r>
          </w:p>
          <w:p w:rsidR="00AE410A" w:rsidRPr="004E32E2" w:rsidRDefault="00A807C9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подпрограммы №1</w:t>
            </w:r>
          </w:p>
        </w:tc>
        <w:tc>
          <w:tcPr>
            <w:tcW w:w="709" w:type="dxa"/>
          </w:tcPr>
          <w:p w:rsidR="00AE410A" w:rsidRPr="004E32E2" w:rsidRDefault="00A807C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</w:tcPr>
          <w:p w:rsidR="005D5902" w:rsidRPr="004E32E2" w:rsidRDefault="005D5902" w:rsidP="004E32E2">
            <w:pPr>
              <w:ind w:right="141"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2019-2030 годы,</w:t>
            </w:r>
          </w:p>
          <w:p w:rsidR="00A807C9" w:rsidRPr="004E32E2" w:rsidRDefault="005D5902" w:rsidP="004E32E2">
            <w:pPr>
              <w:ind w:right="141"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этапы реализации подпрограммы №</w:t>
            </w:r>
            <w:r w:rsidR="00E6287D" w:rsidRPr="004E32E2">
              <w:rPr>
                <w:sz w:val="24"/>
                <w:szCs w:val="24"/>
              </w:rPr>
              <w:t>1</w:t>
            </w:r>
            <w:r w:rsidRPr="004E32E2">
              <w:rPr>
                <w:sz w:val="24"/>
                <w:szCs w:val="24"/>
              </w:rPr>
              <w:t xml:space="preserve"> не выделяются</w:t>
            </w:r>
          </w:p>
        </w:tc>
      </w:tr>
      <w:tr w:rsidR="00A807C9" w:rsidRPr="004E32E2" w:rsidTr="004E32E2">
        <w:tc>
          <w:tcPr>
            <w:tcW w:w="2376" w:type="dxa"/>
          </w:tcPr>
          <w:p w:rsidR="00A807C9" w:rsidRPr="004E32E2" w:rsidRDefault="00A807C9" w:rsidP="004E32E2">
            <w:pPr>
              <w:ind w:firstLine="0"/>
              <w:contextualSpacing/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</w:tcPr>
          <w:p w:rsidR="00A807C9" w:rsidRPr="004E32E2" w:rsidRDefault="00A807C9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</w:tcPr>
          <w:p w:rsidR="00A807C9" w:rsidRPr="004E32E2" w:rsidRDefault="00A807C9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AE410A" w:rsidRPr="004E32E2" w:rsidTr="004E32E2">
        <w:tc>
          <w:tcPr>
            <w:tcW w:w="2376" w:type="dxa"/>
          </w:tcPr>
          <w:p w:rsidR="00AE410A" w:rsidRPr="004E32E2" w:rsidRDefault="00AE410A" w:rsidP="004E32E2">
            <w:pPr>
              <w:autoSpaceDE w:val="0"/>
              <w:autoSpaceDN w:val="0"/>
              <w:adjustRightInd w:val="0"/>
              <w:ind w:right="141" w:firstLine="0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Ресурсное </w:t>
            </w:r>
          </w:p>
          <w:p w:rsidR="00AE410A" w:rsidRPr="004E32E2" w:rsidRDefault="00AE410A" w:rsidP="004E32E2">
            <w:pPr>
              <w:autoSpaceDE w:val="0"/>
              <w:autoSpaceDN w:val="0"/>
              <w:adjustRightInd w:val="0"/>
              <w:ind w:right="141" w:firstLine="0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обеспечение </w:t>
            </w:r>
          </w:p>
          <w:p w:rsidR="00AE410A" w:rsidRPr="004E32E2" w:rsidRDefault="00AE410A" w:rsidP="004E32E2">
            <w:pPr>
              <w:autoSpaceDE w:val="0"/>
              <w:autoSpaceDN w:val="0"/>
              <w:adjustRightInd w:val="0"/>
              <w:ind w:right="141" w:firstLine="0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подпрограммы №1</w:t>
            </w:r>
          </w:p>
          <w:p w:rsidR="00AE410A" w:rsidRPr="004E32E2" w:rsidRDefault="00AE410A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410A" w:rsidRPr="004E32E2" w:rsidRDefault="00AE410A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</w:tcPr>
          <w:p w:rsidR="00AE410A" w:rsidRPr="00EC5998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EC5998">
              <w:rPr>
                <w:sz w:val="24"/>
                <w:szCs w:val="24"/>
              </w:rPr>
              <w:t xml:space="preserve">Общий объем финансирования подпрограммы №1 </w:t>
            </w:r>
            <w:r w:rsidRPr="00EC5998">
              <w:rPr>
                <w:spacing w:val="-12"/>
                <w:sz w:val="24"/>
                <w:szCs w:val="24"/>
              </w:rPr>
              <w:t xml:space="preserve">на 2019 – 2030 годы </w:t>
            </w:r>
            <w:r w:rsidRPr="00DD0086">
              <w:rPr>
                <w:spacing w:val="-12"/>
                <w:sz w:val="24"/>
                <w:szCs w:val="24"/>
              </w:rPr>
              <w:t xml:space="preserve">составляет  </w:t>
            </w:r>
            <w:r w:rsidR="00FA7769">
              <w:rPr>
                <w:spacing w:val="-12"/>
                <w:sz w:val="24"/>
                <w:szCs w:val="24"/>
              </w:rPr>
              <w:t>761130,3</w:t>
            </w:r>
            <w:r w:rsidR="00B669FE">
              <w:rPr>
                <w:spacing w:val="-12"/>
                <w:sz w:val="24"/>
                <w:szCs w:val="24"/>
              </w:rPr>
              <w:t xml:space="preserve"> </w:t>
            </w:r>
            <w:r w:rsidR="00EC5998" w:rsidRPr="00DD0086">
              <w:rPr>
                <w:spacing w:val="-12"/>
                <w:sz w:val="24"/>
                <w:szCs w:val="24"/>
              </w:rPr>
              <w:t xml:space="preserve"> </w:t>
            </w:r>
            <w:r w:rsidRPr="00DD0086">
              <w:rPr>
                <w:color w:val="auto"/>
                <w:spacing w:val="-12"/>
                <w:sz w:val="24"/>
                <w:szCs w:val="24"/>
              </w:rPr>
              <w:t>тыс</w:t>
            </w:r>
            <w:r w:rsidRPr="00EC5998">
              <w:rPr>
                <w:color w:val="auto"/>
                <w:spacing w:val="-12"/>
                <w:sz w:val="24"/>
                <w:szCs w:val="24"/>
              </w:rPr>
              <w:t xml:space="preserve">. </w:t>
            </w:r>
            <w:r w:rsidRPr="00EC5998">
              <w:rPr>
                <w:sz w:val="24"/>
                <w:szCs w:val="24"/>
              </w:rPr>
              <w:t>рублей, в том числе:</w:t>
            </w:r>
          </w:p>
          <w:p w:rsidR="00AE410A" w:rsidRPr="00EC5998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EC5998">
              <w:rPr>
                <w:sz w:val="24"/>
                <w:szCs w:val="24"/>
              </w:rPr>
              <w:t xml:space="preserve">в 2019 году –  </w:t>
            </w:r>
            <w:r w:rsidRPr="00EC5998">
              <w:rPr>
                <w:color w:val="auto"/>
                <w:sz w:val="24"/>
                <w:szCs w:val="24"/>
              </w:rPr>
              <w:t>86319,1</w:t>
            </w:r>
            <w:r w:rsidRPr="00EC5998">
              <w:rPr>
                <w:sz w:val="24"/>
                <w:szCs w:val="24"/>
              </w:rPr>
              <w:t xml:space="preserve">  тыс.  рублей;</w:t>
            </w:r>
          </w:p>
          <w:p w:rsidR="00AE410A" w:rsidRPr="00A5676C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A5676C">
              <w:rPr>
                <w:sz w:val="24"/>
                <w:szCs w:val="24"/>
              </w:rPr>
              <w:t xml:space="preserve">в 2020 году –  </w:t>
            </w:r>
            <w:r w:rsidR="00B669FE">
              <w:rPr>
                <w:sz w:val="24"/>
                <w:szCs w:val="24"/>
              </w:rPr>
              <w:t>80534,5</w:t>
            </w:r>
            <w:r w:rsidRPr="00A5676C">
              <w:rPr>
                <w:sz w:val="24"/>
                <w:szCs w:val="24"/>
              </w:rPr>
              <w:t xml:space="preserve"> тыс. рублей;</w:t>
            </w:r>
          </w:p>
          <w:p w:rsidR="00AE410A" w:rsidRPr="004E32E2" w:rsidRDefault="00B1216F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2021 году –  </w:t>
            </w:r>
            <w:r w:rsidR="00FA7769">
              <w:rPr>
                <w:sz w:val="24"/>
                <w:szCs w:val="24"/>
              </w:rPr>
              <w:t>53623,6</w:t>
            </w:r>
            <w:r>
              <w:rPr>
                <w:sz w:val="24"/>
                <w:szCs w:val="24"/>
              </w:rPr>
              <w:t xml:space="preserve"> </w:t>
            </w:r>
            <w:r w:rsidR="00AE410A" w:rsidRPr="00EC5998">
              <w:rPr>
                <w:sz w:val="24"/>
                <w:szCs w:val="24"/>
              </w:rPr>
              <w:t>тыс. рублей;</w:t>
            </w:r>
          </w:p>
          <w:p w:rsidR="00AE410A" w:rsidRPr="004E32E2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2022 году  – </w:t>
            </w:r>
            <w:r w:rsidR="00FA7769">
              <w:rPr>
                <w:color w:val="auto"/>
                <w:sz w:val="24"/>
                <w:szCs w:val="24"/>
              </w:rPr>
              <w:t>55778,6</w:t>
            </w:r>
            <w:r w:rsidRPr="004E32E2">
              <w:rPr>
                <w:color w:val="auto"/>
                <w:sz w:val="24"/>
                <w:szCs w:val="24"/>
              </w:rPr>
              <w:t xml:space="preserve"> </w:t>
            </w:r>
            <w:r w:rsidRPr="004E32E2">
              <w:rPr>
                <w:sz w:val="24"/>
                <w:szCs w:val="24"/>
              </w:rPr>
              <w:t>тыс. рублей;</w:t>
            </w:r>
          </w:p>
          <w:p w:rsidR="00AE410A" w:rsidRPr="004E32E2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2023 году  – </w:t>
            </w:r>
            <w:r w:rsidR="00FA7769">
              <w:rPr>
                <w:color w:val="auto"/>
                <w:sz w:val="24"/>
                <w:szCs w:val="24"/>
              </w:rPr>
              <w:t>79051,6</w:t>
            </w:r>
            <w:r w:rsidRPr="004E32E2">
              <w:rPr>
                <w:color w:val="auto"/>
                <w:sz w:val="24"/>
                <w:szCs w:val="24"/>
              </w:rPr>
              <w:t xml:space="preserve"> </w:t>
            </w:r>
            <w:r w:rsidRPr="004E32E2">
              <w:rPr>
                <w:sz w:val="24"/>
                <w:szCs w:val="24"/>
              </w:rPr>
              <w:t>тыс. рублей;</w:t>
            </w:r>
          </w:p>
          <w:p w:rsidR="00AE410A" w:rsidRPr="004E32E2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2024 году  – </w:t>
            </w:r>
            <w:r w:rsidRPr="004E32E2">
              <w:rPr>
                <w:color w:val="auto"/>
                <w:sz w:val="24"/>
                <w:szCs w:val="24"/>
              </w:rPr>
              <w:t xml:space="preserve">57974,7 </w:t>
            </w:r>
            <w:r w:rsidRPr="004E32E2">
              <w:rPr>
                <w:sz w:val="24"/>
                <w:szCs w:val="24"/>
              </w:rPr>
              <w:t>тыс. рублей;</w:t>
            </w:r>
          </w:p>
          <w:p w:rsidR="00AE410A" w:rsidRPr="004E32E2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2025 году  – </w:t>
            </w:r>
            <w:r w:rsidRPr="004E32E2">
              <w:rPr>
                <w:color w:val="auto"/>
                <w:sz w:val="24"/>
                <w:szCs w:val="24"/>
              </w:rPr>
              <w:t xml:space="preserve">57974,7 </w:t>
            </w:r>
            <w:r w:rsidRPr="004E32E2">
              <w:rPr>
                <w:sz w:val="24"/>
                <w:szCs w:val="24"/>
              </w:rPr>
              <w:t>тыс.  рублей;</w:t>
            </w:r>
          </w:p>
          <w:p w:rsidR="00AE410A" w:rsidRPr="004E32E2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2026 году  – </w:t>
            </w:r>
            <w:r w:rsidRPr="004E32E2">
              <w:rPr>
                <w:color w:val="auto"/>
                <w:sz w:val="24"/>
                <w:szCs w:val="24"/>
              </w:rPr>
              <w:t xml:space="preserve">57974,7 </w:t>
            </w:r>
            <w:r w:rsidRPr="004E32E2">
              <w:rPr>
                <w:sz w:val="24"/>
                <w:szCs w:val="24"/>
              </w:rPr>
              <w:t>тыс. рублей;</w:t>
            </w:r>
          </w:p>
          <w:p w:rsidR="00AE410A" w:rsidRPr="004E32E2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2027 году –  </w:t>
            </w:r>
            <w:r w:rsidRPr="004E32E2">
              <w:rPr>
                <w:color w:val="auto"/>
                <w:sz w:val="24"/>
                <w:szCs w:val="24"/>
              </w:rPr>
              <w:t>57974,7</w:t>
            </w:r>
            <w:r w:rsidRPr="004E32E2">
              <w:rPr>
                <w:sz w:val="24"/>
                <w:szCs w:val="24"/>
              </w:rPr>
              <w:t>тыс. рублей;</w:t>
            </w:r>
          </w:p>
          <w:p w:rsidR="00AE410A" w:rsidRPr="004E32E2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2028 году  – </w:t>
            </w:r>
            <w:r w:rsidRPr="004E32E2">
              <w:rPr>
                <w:color w:val="auto"/>
                <w:sz w:val="24"/>
                <w:szCs w:val="24"/>
              </w:rPr>
              <w:t xml:space="preserve">57974,7 </w:t>
            </w:r>
            <w:r w:rsidRPr="004E32E2">
              <w:rPr>
                <w:sz w:val="24"/>
                <w:szCs w:val="24"/>
              </w:rPr>
              <w:t>тыс. рублей;</w:t>
            </w:r>
          </w:p>
          <w:p w:rsidR="00AE410A" w:rsidRPr="004E32E2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2029 году –  </w:t>
            </w:r>
            <w:r w:rsidRPr="004E32E2">
              <w:rPr>
                <w:color w:val="auto"/>
                <w:sz w:val="24"/>
                <w:szCs w:val="24"/>
              </w:rPr>
              <w:t xml:space="preserve">57974,7 </w:t>
            </w:r>
            <w:r w:rsidRPr="004E32E2">
              <w:rPr>
                <w:sz w:val="24"/>
                <w:szCs w:val="24"/>
              </w:rPr>
              <w:t>тыс. рублей;</w:t>
            </w:r>
          </w:p>
          <w:p w:rsidR="00AE410A" w:rsidRPr="004E32E2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2030 году  – </w:t>
            </w:r>
            <w:r w:rsidRPr="004E32E2">
              <w:rPr>
                <w:color w:val="auto"/>
                <w:sz w:val="24"/>
                <w:szCs w:val="24"/>
              </w:rPr>
              <w:t xml:space="preserve">57974,7 </w:t>
            </w:r>
            <w:r w:rsidR="003946FA">
              <w:rPr>
                <w:sz w:val="24"/>
                <w:szCs w:val="24"/>
              </w:rPr>
              <w:t>тыс. рублей</w:t>
            </w:r>
          </w:p>
          <w:p w:rsidR="00917BF6" w:rsidRPr="004E32E2" w:rsidRDefault="00917BF6" w:rsidP="004E32E2">
            <w:pPr>
              <w:ind w:right="141" w:firstLine="0"/>
              <w:jc w:val="left"/>
              <w:rPr>
                <w:sz w:val="24"/>
                <w:szCs w:val="24"/>
              </w:rPr>
            </w:pPr>
          </w:p>
          <w:p w:rsidR="00AE410A" w:rsidRPr="004E32E2" w:rsidRDefault="00917BF6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Средства областного бюджета – </w:t>
            </w:r>
            <w:r w:rsidR="00DE6C6A">
              <w:rPr>
                <w:sz w:val="24"/>
                <w:szCs w:val="24"/>
              </w:rPr>
              <w:t>102015,2</w:t>
            </w:r>
            <w:r w:rsidR="00AE410A" w:rsidRPr="004E32E2">
              <w:rPr>
                <w:sz w:val="24"/>
                <w:szCs w:val="24"/>
              </w:rPr>
              <w:t xml:space="preserve"> тыс. рублей, в том числе:</w:t>
            </w:r>
          </w:p>
          <w:p w:rsidR="00AE410A" w:rsidRPr="004E32E2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2019 году –  </w:t>
            </w:r>
            <w:r w:rsidRPr="004E32E2">
              <w:rPr>
                <w:color w:val="auto"/>
                <w:sz w:val="24"/>
                <w:szCs w:val="24"/>
              </w:rPr>
              <w:t>50609,8</w:t>
            </w:r>
            <w:r w:rsidRPr="004E32E2">
              <w:rPr>
                <w:sz w:val="24"/>
                <w:szCs w:val="24"/>
              </w:rPr>
              <w:t xml:space="preserve">  тыс.  рублей;</w:t>
            </w:r>
          </w:p>
          <w:p w:rsidR="00AE410A" w:rsidRPr="004E32E2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2020 году –  </w:t>
            </w:r>
            <w:r w:rsidR="00DE6C6A">
              <w:rPr>
                <w:sz w:val="24"/>
                <w:szCs w:val="24"/>
              </w:rPr>
              <w:t>29405,4</w:t>
            </w:r>
            <w:r w:rsidRPr="004E32E2">
              <w:rPr>
                <w:sz w:val="24"/>
                <w:szCs w:val="24"/>
              </w:rPr>
              <w:t xml:space="preserve">  тыс. рублей;</w:t>
            </w:r>
          </w:p>
          <w:p w:rsidR="00AE410A" w:rsidRPr="004E32E2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2021 году –  </w:t>
            </w:r>
            <w:r w:rsidR="00FA7769">
              <w:rPr>
                <w:sz w:val="24"/>
                <w:szCs w:val="24"/>
              </w:rPr>
              <w:t xml:space="preserve">0 </w:t>
            </w:r>
            <w:r w:rsidRPr="004E32E2">
              <w:rPr>
                <w:sz w:val="24"/>
                <w:szCs w:val="24"/>
              </w:rPr>
              <w:t>тыс. рублей;</w:t>
            </w:r>
          </w:p>
          <w:p w:rsidR="00AE410A" w:rsidRPr="004E32E2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2022 году  – 0  тыс. рублей;</w:t>
            </w:r>
          </w:p>
          <w:p w:rsidR="00AE410A" w:rsidRPr="004E32E2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2023 году  – </w:t>
            </w:r>
            <w:r w:rsidR="00FA7769" w:rsidRPr="004E32E2">
              <w:rPr>
                <w:sz w:val="24"/>
                <w:szCs w:val="24"/>
              </w:rPr>
              <w:t xml:space="preserve">22000,0 </w:t>
            </w:r>
            <w:r w:rsidRPr="004E32E2">
              <w:rPr>
                <w:sz w:val="24"/>
                <w:szCs w:val="24"/>
              </w:rPr>
              <w:t>тыс. рублей;</w:t>
            </w:r>
          </w:p>
          <w:p w:rsidR="00AE410A" w:rsidRPr="004E32E2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2024 году  – 0 тыс. рублей;</w:t>
            </w:r>
          </w:p>
          <w:p w:rsidR="00AE410A" w:rsidRPr="004E32E2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2025 году  – 0 тыс.  рублей;</w:t>
            </w:r>
          </w:p>
          <w:p w:rsidR="00AE410A" w:rsidRPr="004E32E2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2026 году  – 0 тыс. рублей;</w:t>
            </w:r>
          </w:p>
          <w:p w:rsidR="00AE410A" w:rsidRPr="004E32E2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2027 году –  0 тыс. рублей;</w:t>
            </w:r>
          </w:p>
          <w:p w:rsidR="00AE410A" w:rsidRPr="004E32E2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2028 году  – 0 тыс. рублей;</w:t>
            </w:r>
          </w:p>
          <w:p w:rsidR="00AE410A" w:rsidRPr="004E32E2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2029 году –  0 тыс. рублей;</w:t>
            </w:r>
          </w:p>
          <w:p w:rsidR="00AE410A" w:rsidRPr="004E32E2" w:rsidRDefault="003946F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2030году –  0 тыс. рублей</w:t>
            </w:r>
          </w:p>
          <w:p w:rsidR="00917BF6" w:rsidRPr="004E32E2" w:rsidRDefault="00917BF6" w:rsidP="004E32E2">
            <w:pPr>
              <w:ind w:right="141" w:firstLine="0"/>
              <w:jc w:val="left"/>
              <w:rPr>
                <w:sz w:val="24"/>
                <w:szCs w:val="24"/>
              </w:rPr>
            </w:pPr>
          </w:p>
          <w:p w:rsidR="00AE410A" w:rsidRPr="00DD0086" w:rsidRDefault="00917BF6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EC5998">
              <w:rPr>
                <w:sz w:val="24"/>
                <w:szCs w:val="24"/>
              </w:rPr>
              <w:t>С</w:t>
            </w:r>
            <w:r w:rsidR="00AE410A" w:rsidRPr="00EC5998">
              <w:rPr>
                <w:sz w:val="24"/>
                <w:szCs w:val="24"/>
              </w:rPr>
              <w:t>редства местн</w:t>
            </w:r>
            <w:r w:rsidR="00F315CE" w:rsidRPr="00EC5998">
              <w:rPr>
                <w:sz w:val="24"/>
                <w:szCs w:val="24"/>
              </w:rPr>
              <w:t>ого</w:t>
            </w:r>
            <w:r w:rsidR="00AE410A" w:rsidRPr="00EC5998">
              <w:rPr>
                <w:sz w:val="24"/>
                <w:szCs w:val="24"/>
              </w:rPr>
              <w:t xml:space="preserve"> бюджет</w:t>
            </w:r>
            <w:r w:rsidR="00F315CE" w:rsidRPr="00EC5998">
              <w:rPr>
                <w:sz w:val="24"/>
                <w:szCs w:val="24"/>
              </w:rPr>
              <w:t>а</w:t>
            </w:r>
            <w:r w:rsidR="00AE410A" w:rsidRPr="00EC5998">
              <w:rPr>
                <w:sz w:val="24"/>
                <w:szCs w:val="24"/>
              </w:rPr>
              <w:t xml:space="preserve"> – </w:t>
            </w:r>
            <w:r w:rsidR="00FA7769">
              <w:rPr>
                <w:sz w:val="24"/>
                <w:szCs w:val="24"/>
              </w:rPr>
              <w:t>659115,1</w:t>
            </w:r>
            <w:r w:rsidR="00AE410A" w:rsidRPr="00DD0086">
              <w:rPr>
                <w:sz w:val="24"/>
                <w:szCs w:val="24"/>
              </w:rPr>
              <w:t xml:space="preserve"> </w:t>
            </w:r>
            <w:r w:rsidR="00F315CE" w:rsidRPr="00DD0086">
              <w:rPr>
                <w:sz w:val="24"/>
                <w:szCs w:val="24"/>
              </w:rPr>
              <w:t xml:space="preserve">тыс. </w:t>
            </w:r>
            <w:r w:rsidR="00AE410A" w:rsidRPr="00DD0086">
              <w:rPr>
                <w:sz w:val="24"/>
                <w:szCs w:val="24"/>
              </w:rPr>
              <w:t>рублей, в том числе:</w:t>
            </w:r>
          </w:p>
          <w:p w:rsidR="00AE410A" w:rsidRPr="00DD0086" w:rsidRDefault="00B669FE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в 2019 году –  35709,3 </w:t>
            </w:r>
            <w:r w:rsidR="00AE410A" w:rsidRPr="00DD0086">
              <w:rPr>
                <w:sz w:val="24"/>
                <w:szCs w:val="24"/>
              </w:rPr>
              <w:t>тыс.  рублей;</w:t>
            </w:r>
          </w:p>
          <w:p w:rsidR="00AE410A" w:rsidRPr="00DD0086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DD0086">
              <w:rPr>
                <w:sz w:val="24"/>
                <w:szCs w:val="24"/>
              </w:rPr>
              <w:t xml:space="preserve">в 2020 году –  </w:t>
            </w:r>
            <w:r w:rsidR="00343547">
              <w:rPr>
                <w:sz w:val="24"/>
                <w:szCs w:val="24"/>
              </w:rPr>
              <w:t>51129,1</w:t>
            </w:r>
            <w:r w:rsidRPr="00DD0086">
              <w:rPr>
                <w:sz w:val="24"/>
                <w:szCs w:val="24"/>
              </w:rPr>
              <w:t xml:space="preserve"> тыс. рублей;</w:t>
            </w:r>
          </w:p>
          <w:p w:rsidR="00AE410A" w:rsidRPr="00EC5998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EC5998">
              <w:rPr>
                <w:sz w:val="24"/>
                <w:szCs w:val="24"/>
              </w:rPr>
              <w:t xml:space="preserve">в 2021 году –  </w:t>
            </w:r>
            <w:r w:rsidR="00FA7769">
              <w:rPr>
                <w:sz w:val="24"/>
                <w:szCs w:val="24"/>
              </w:rPr>
              <w:t>53623,6</w:t>
            </w:r>
            <w:r w:rsidRPr="00EC5998">
              <w:rPr>
                <w:sz w:val="24"/>
                <w:szCs w:val="24"/>
              </w:rPr>
              <w:t xml:space="preserve"> тыс. рублей;</w:t>
            </w:r>
          </w:p>
          <w:p w:rsidR="00AE410A" w:rsidRPr="004E32E2" w:rsidRDefault="00343547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2022 году  – </w:t>
            </w:r>
            <w:r w:rsidR="00FA7769">
              <w:rPr>
                <w:sz w:val="24"/>
                <w:szCs w:val="24"/>
              </w:rPr>
              <w:t>55778,6</w:t>
            </w:r>
            <w:r>
              <w:rPr>
                <w:sz w:val="24"/>
                <w:szCs w:val="24"/>
              </w:rPr>
              <w:t xml:space="preserve"> </w:t>
            </w:r>
            <w:r w:rsidR="00AE410A" w:rsidRPr="00EC5998">
              <w:rPr>
                <w:sz w:val="24"/>
                <w:szCs w:val="24"/>
              </w:rPr>
              <w:t>тыс. рублей;</w:t>
            </w:r>
          </w:p>
          <w:p w:rsidR="00AE410A" w:rsidRPr="004E32E2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2023 году  – </w:t>
            </w:r>
            <w:r w:rsidR="00FA7769">
              <w:rPr>
                <w:color w:val="auto"/>
                <w:sz w:val="24"/>
                <w:szCs w:val="24"/>
              </w:rPr>
              <w:t>57051,6</w:t>
            </w:r>
            <w:r w:rsidRPr="004E32E2">
              <w:rPr>
                <w:color w:val="auto"/>
                <w:sz w:val="24"/>
                <w:szCs w:val="24"/>
              </w:rPr>
              <w:t xml:space="preserve"> </w:t>
            </w:r>
            <w:r w:rsidRPr="004E32E2">
              <w:rPr>
                <w:sz w:val="24"/>
                <w:szCs w:val="24"/>
              </w:rPr>
              <w:t>тыс. рублей;</w:t>
            </w:r>
          </w:p>
          <w:p w:rsidR="00AE410A" w:rsidRPr="004E32E2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2024 году  – </w:t>
            </w:r>
            <w:r w:rsidRPr="004E32E2">
              <w:rPr>
                <w:color w:val="auto"/>
                <w:sz w:val="24"/>
                <w:szCs w:val="24"/>
              </w:rPr>
              <w:t xml:space="preserve">57974,7 </w:t>
            </w:r>
            <w:r w:rsidRPr="004E32E2">
              <w:rPr>
                <w:sz w:val="24"/>
                <w:szCs w:val="24"/>
              </w:rPr>
              <w:t>тыс. рублей;</w:t>
            </w:r>
          </w:p>
          <w:p w:rsidR="00AE410A" w:rsidRPr="004E32E2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2025 году  – </w:t>
            </w:r>
            <w:r w:rsidRPr="004E32E2">
              <w:rPr>
                <w:color w:val="auto"/>
                <w:sz w:val="24"/>
                <w:szCs w:val="24"/>
              </w:rPr>
              <w:t xml:space="preserve">57974,7 </w:t>
            </w:r>
            <w:r w:rsidRPr="004E32E2">
              <w:rPr>
                <w:sz w:val="24"/>
                <w:szCs w:val="24"/>
              </w:rPr>
              <w:t>тыс.  рублей;</w:t>
            </w:r>
          </w:p>
          <w:p w:rsidR="00AE410A" w:rsidRPr="004E32E2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2026 году  – </w:t>
            </w:r>
            <w:r w:rsidRPr="004E32E2">
              <w:rPr>
                <w:color w:val="auto"/>
                <w:sz w:val="24"/>
                <w:szCs w:val="24"/>
              </w:rPr>
              <w:t xml:space="preserve">57974,7 </w:t>
            </w:r>
            <w:r w:rsidRPr="004E32E2">
              <w:rPr>
                <w:sz w:val="24"/>
                <w:szCs w:val="24"/>
              </w:rPr>
              <w:t>тыс. рублей;</w:t>
            </w:r>
          </w:p>
          <w:p w:rsidR="00AE410A" w:rsidRPr="004E32E2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2027 году –  </w:t>
            </w:r>
            <w:r w:rsidRPr="004E32E2">
              <w:rPr>
                <w:color w:val="auto"/>
                <w:sz w:val="24"/>
                <w:szCs w:val="24"/>
              </w:rPr>
              <w:t>57974,7  тыс</w:t>
            </w:r>
            <w:r w:rsidRPr="004E32E2">
              <w:rPr>
                <w:sz w:val="24"/>
                <w:szCs w:val="24"/>
              </w:rPr>
              <w:t>. рублей;</w:t>
            </w:r>
          </w:p>
          <w:p w:rsidR="00AE410A" w:rsidRPr="004E32E2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2028 году  – </w:t>
            </w:r>
            <w:r w:rsidRPr="004E32E2">
              <w:rPr>
                <w:color w:val="auto"/>
                <w:sz w:val="24"/>
                <w:szCs w:val="24"/>
              </w:rPr>
              <w:t xml:space="preserve">57974,7 </w:t>
            </w:r>
            <w:r w:rsidRPr="004E32E2">
              <w:rPr>
                <w:sz w:val="24"/>
                <w:szCs w:val="24"/>
              </w:rPr>
              <w:t>тыс. рублей;</w:t>
            </w:r>
          </w:p>
          <w:p w:rsidR="00AE410A" w:rsidRPr="004E32E2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2029 году –  </w:t>
            </w:r>
            <w:r w:rsidRPr="004E32E2">
              <w:rPr>
                <w:color w:val="auto"/>
                <w:sz w:val="24"/>
                <w:szCs w:val="24"/>
              </w:rPr>
              <w:t xml:space="preserve">57974,7 </w:t>
            </w:r>
            <w:r w:rsidRPr="004E32E2">
              <w:rPr>
                <w:sz w:val="24"/>
                <w:szCs w:val="24"/>
              </w:rPr>
              <w:t>тыс. рублей;</w:t>
            </w:r>
          </w:p>
          <w:p w:rsidR="00AE410A" w:rsidRPr="004E32E2" w:rsidRDefault="00AE410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2030 году  – </w:t>
            </w:r>
            <w:r w:rsidRPr="004E32E2">
              <w:rPr>
                <w:color w:val="auto"/>
                <w:sz w:val="24"/>
                <w:szCs w:val="24"/>
              </w:rPr>
              <w:t xml:space="preserve">57974,7 </w:t>
            </w:r>
            <w:r w:rsidR="003946FA">
              <w:rPr>
                <w:sz w:val="24"/>
                <w:szCs w:val="24"/>
              </w:rPr>
              <w:t>тыс. рублей</w:t>
            </w:r>
          </w:p>
        </w:tc>
      </w:tr>
      <w:tr w:rsidR="00F315CE" w:rsidRPr="004E32E2" w:rsidTr="004E32E2">
        <w:tc>
          <w:tcPr>
            <w:tcW w:w="2376" w:type="dxa"/>
          </w:tcPr>
          <w:p w:rsidR="00F315CE" w:rsidRPr="004E32E2" w:rsidRDefault="00F315CE" w:rsidP="004E32E2">
            <w:pPr>
              <w:autoSpaceDE w:val="0"/>
              <w:autoSpaceDN w:val="0"/>
              <w:adjustRightInd w:val="0"/>
              <w:ind w:right="141" w:firstLine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F315CE" w:rsidRPr="004E32E2" w:rsidRDefault="00F315CE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</w:tcPr>
          <w:p w:rsidR="00F315CE" w:rsidRPr="004E32E2" w:rsidRDefault="00F315CE" w:rsidP="004E32E2">
            <w:pPr>
              <w:ind w:right="141" w:firstLine="0"/>
              <w:jc w:val="left"/>
              <w:rPr>
                <w:sz w:val="24"/>
                <w:szCs w:val="24"/>
              </w:rPr>
            </w:pPr>
          </w:p>
        </w:tc>
      </w:tr>
      <w:tr w:rsidR="00AE410A" w:rsidRPr="004E32E2" w:rsidTr="004E32E2">
        <w:tc>
          <w:tcPr>
            <w:tcW w:w="2376" w:type="dxa"/>
          </w:tcPr>
          <w:p w:rsidR="00F315CE" w:rsidRPr="004E32E2" w:rsidRDefault="00F315CE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lastRenderedPageBreak/>
              <w:t xml:space="preserve">Ожидаемые </w:t>
            </w:r>
          </w:p>
          <w:p w:rsidR="00F315CE" w:rsidRPr="004E32E2" w:rsidRDefault="00F315CE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результаты </w:t>
            </w:r>
          </w:p>
          <w:p w:rsidR="00F315CE" w:rsidRPr="004E32E2" w:rsidRDefault="00F315CE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реализации</w:t>
            </w:r>
          </w:p>
          <w:p w:rsidR="00AE410A" w:rsidRPr="004E32E2" w:rsidRDefault="00F315CE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программы №1</w:t>
            </w:r>
          </w:p>
        </w:tc>
        <w:tc>
          <w:tcPr>
            <w:tcW w:w="709" w:type="dxa"/>
          </w:tcPr>
          <w:p w:rsidR="00AE410A" w:rsidRPr="004E32E2" w:rsidRDefault="00AE410A" w:rsidP="004E32E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</w:tcPr>
          <w:p w:rsidR="00F315CE" w:rsidRPr="004E32E2" w:rsidRDefault="00F315CE" w:rsidP="004E32E2">
            <w:pPr>
              <w:ind w:right="141" w:firstLine="0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Улучшение транспортно-эксплуатационных показателей автом</w:t>
            </w:r>
            <w:r w:rsidRPr="004E32E2">
              <w:rPr>
                <w:sz w:val="24"/>
                <w:szCs w:val="24"/>
              </w:rPr>
              <w:t>о</w:t>
            </w:r>
            <w:r w:rsidRPr="004E32E2">
              <w:rPr>
                <w:sz w:val="24"/>
                <w:szCs w:val="24"/>
              </w:rPr>
              <w:t>бильных дорог общего пользования местн</w:t>
            </w:r>
            <w:r w:rsidR="003946FA">
              <w:rPr>
                <w:sz w:val="24"/>
                <w:szCs w:val="24"/>
              </w:rPr>
              <w:t xml:space="preserve">ого значения </w:t>
            </w:r>
            <w:proofErr w:type="spellStart"/>
            <w:r w:rsidR="003946FA">
              <w:rPr>
                <w:sz w:val="24"/>
                <w:szCs w:val="24"/>
              </w:rPr>
              <w:t>Целинского</w:t>
            </w:r>
            <w:proofErr w:type="spellEnd"/>
            <w:r w:rsidR="003946FA">
              <w:rPr>
                <w:sz w:val="24"/>
                <w:szCs w:val="24"/>
              </w:rPr>
              <w:t xml:space="preserve"> района</w:t>
            </w:r>
          </w:p>
          <w:p w:rsidR="00AE410A" w:rsidRPr="004E32E2" w:rsidRDefault="00AE410A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F315CE" w:rsidRDefault="00F315CE" w:rsidP="00B93FF4">
      <w:pPr>
        <w:ind w:firstLine="0"/>
        <w:contextualSpacing/>
        <w:jc w:val="center"/>
        <w:rPr>
          <w:sz w:val="24"/>
          <w:szCs w:val="24"/>
        </w:rPr>
      </w:pPr>
    </w:p>
    <w:p w:rsidR="00F315CE" w:rsidRDefault="00F315CE" w:rsidP="00B93FF4">
      <w:pPr>
        <w:ind w:firstLine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ПАСПОРТ</w:t>
      </w:r>
    </w:p>
    <w:p w:rsidR="00B93FF4" w:rsidRPr="00955FBE" w:rsidRDefault="00F315CE" w:rsidP="00B93FF4">
      <w:pPr>
        <w:ind w:firstLine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п</w:t>
      </w:r>
      <w:r w:rsidR="00B93FF4" w:rsidRPr="00955FBE">
        <w:rPr>
          <w:sz w:val="24"/>
          <w:szCs w:val="24"/>
        </w:rPr>
        <w:t xml:space="preserve">одпрограммы </w:t>
      </w:r>
      <w:r w:rsidR="00CC2EC1">
        <w:rPr>
          <w:sz w:val="24"/>
          <w:szCs w:val="24"/>
        </w:rPr>
        <w:t xml:space="preserve">№2 </w:t>
      </w:r>
      <w:r w:rsidR="00B93FF4" w:rsidRPr="00955FBE">
        <w:rPr>
          <w:sz w:val="24"/>
          <w:szCs w:val="24"/>
        </w:rPr>
        <w:t xml:space="preserve">«Повышение безопасности дорожного движения </w:t>
      </w:r>
    </w:p>
    <w:p w:rsidR="00F315CE" w:rsidRDefault="00B93FF4" w:rsidP="00F315CE">
      <w:pPr>
        <w:ind w:firstLine="0"/>
        <w:contextualSpacing/>
        <w:jc w:val="center"/>
        <w:rPr>
          <w:sz w:val="24"/>
          <w:szCs w:val="24"/>
        </w:rPr>
      </w:pPr>
      <w:r w:rsidRPr="00955FBE">
        <w:rPr>
          <w:sz w:val="24"/>
          <w:szCs w:val="24"/>
        </w:rPr>
        <w:t xml:space="preserve">на территории </w:t>
      </w:r>
      <w:proofErr w:type="spellStart"/>
      <w:r w:rsidRPr="00955FBE">
        <w:rPr>
          <w:sz w:val="24"/>
          <w:szCs w:val="24"/>
        </w:rPr>
        <w:t>Целинского</w:t>
      </w:r>
      <w:proofErr w:type="spellEnd"/>
      <w:r w:rsidRPr="00955FBE">
        <w:rPr>
          <w:sz w:val="24"/>
          <w:szCs w:val="24"/>
        </w:rPr>
        <w:t xml:space="preserve"> района» </w:t>
      </w:r>
    </w:p>
    <w:p w:rsidR="00F315CE" w:rsidRDefault="00F315CE" w:rsidP="00F315CE">
      <w:pPr>
        <w:ind w:firstLine="0"/>
        <w:contextualSpacing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09"/>
        <w:gridCol w:w="7335"/>
      </w:tblGrid>
      <w:tr w:rsidR="00F315CE" w:rsidRPr="004E32E2" w:rsidTr="004E32E2">
        <w:tc>
          <w:tcPr>
            <w:tcW w:w="2376" w:type="dxa"/>
          </w:tcPr>
          <w:p w:rsidR="00F315CE" w:rsidRPr="004E32E2" w:rsidRDefault="00F315CE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Наименование </w:t>
            </w:r>
          </w:p>
          <w:p w:rsidR="00F315CE" w:rsidRPr="004E32E2" w:rsidRDefault="00F315CE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подпрограммы №1</w:t>
            </w:r>
          </w:p>
        </w:tc>
        <w:tc>
          <w:tcPr>
            <w:tcW w:w="709" w:type="dxa"/>
          </w:tcPr>
          <w:p w:rsidR="00F315CE" w:rsidRPr="004E32E2" w:rsidRDefault="00F315CE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</w:tcPr>
          <w:p w:rsidR="00F315CE" w:rsidRPr="004E32E2" w:rsidRDefault="00F315CE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«Повышение безопасности дорожного движения на территории </w:t>
            </w:r>
          </w:p>
          <w:p w:rsidR="00F315CE" w:rsidRPr="004E32E2" w:rsidRDefault="00F315CE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proofErr w:type="spellStart"/>
            <w:r w:rsidRPr="004E32E2">
              <w:rPr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</w:t>
            </w:r>
            <w:r w:rsidR="003946FA">
              <w:rPr>
                <w:sz w:val="24"/>
                <w:szCs w:val="24"/>
              </w:rPr>
              <w:t>йона» (далее – подпрограмма №2)</w:t>
            </w:r>
          </w:p>
        </w:tc>
      </w:tr>
      <w:tr w:rsidR="00F315CE" w:rsidRPr="004E32E2" w:rsidTr="004E32E2">
        <w:tc>
          <w:tcPr>
            <w:tcW w:w="2376" w:type="dxa"/>
          </w:tcPr>
          <w:p w:rsidR="00F315CE" w:rsidRPr="004E32E2" w:rsidRDefault="00F315CE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F315CE" w:rsidRPr="004E32E2" w:rsidRDefault="00F315CE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</w:tcPr>
          <w:p w:rsidR="00F315CE" w:rsidRPr="004E32E2" w:rsidRDefault="00F315CE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F315CE" w:rsidRPr="004E32E2" w:rsidTr="004E32E2">
        <w:tc>
          <w:tcPr>
            <w:tcW w:w="2376" w:type="dxa"/>
          </w:tcPr>
          <w:p w:rsidR="00F315CE" w:rsidRPr="004E32E2" w:rsidRDefault="00F315CE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Ответственный </w:t>
            </w:r>
          </w:p>
          <w:p w:rsidR="00F315CE" w:rsidRPr="004E32E2" w:rsidRDefault="00F315CE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исполнитель </w:t>
            </w:r>
          </w:p>
          <w:p w:rsidR="00F315CE" w:rsidRPr="004E32E2" w:rsidRDefault="00F315CE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подпрограммы №2</w:t>
            </w:r>
          </w:p>
        </w:tc>
        <w:tc>
          <w:tcPr>
            <w:tcW w:w="709" w:type="dxa"/>
          </w:tcPr>
          <w:p w:rsidR="00F315CE" w:rsidRPr="004E32E2" w:rsidRDefault="00F315CE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</w:tcPr>
          <w:p w:rsidR="00F315CE" w:rsidRPr="004E32E2" w:rsidRDefault="00F315CE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Отдел координации </w:t>
            </w:r>
            <w:r w:rsidRPr="004E32E2">
              <w:rPr>
                <w:color w:val="auto"/>
                <w:sz w:val="24"/>
                <w:szCs w:val="24"/>
              </w:rPr>
              <w:t>работы</w:t>
            </w:r>
            <w:r w:rsidRPr="004E32E2">
              <w:rPr>
                <w:sz w:val="24"/>
                <w:szCs w:val="24"/>
              </w:rPr>
              <w:t xml:space="preserve"> отраслей строительства, транспорта, связи и ТЭР Администрации </w:t>
            </w:r>
            <w:proofErr w:type="spellStart"/>
            <w:r w:rsidRPr="004E32E2">
              <w:rPr>
                <w:sz w:val="24"/>
                <w:szCs w:val="24"/>
              </w:rPr>
              <w:t>Целин</w:t>
            </w:r>
            <w:r w:rsidR="003946FA">
              <w:rPr>
                <w:sz w:val="24"/>
                <w:szCs w:val="24"/>
              </w:rPr>
              <w:t>ского</w:t>
            </w:r>
            <w:proofErr w:type="spellEnd"/>
            <w:r w:rsidR="003946FA">
              <w:rPr>
                <w:sz w:val="24"/>
                <w:szCs w:val="24"/>
              </w:rPr>
              <w:t xml:space="preserve"> района</w:t>
            </w:r>
          </w:p>
        </w:tc>
      </w:tr>
      <w:tr w:rsidR="00F315CE" w:rsidRPr="004E32E2" w:rsidTr="004E32E2">
        <w:tc>
          <w:tcPr>
            <w:tcW w:w="2376" w:type="dxa"/>
          </w:tcPr>
          <w:p w:rsidR="00F315CE" w:rsidRPr="004E32E2" w:rsidRDefault="00F315CE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F315CE" w:rsidRPr="004E32E2" w:rsidRDefault="00F315CE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</w:tcPr>
          <w:p w:rsidR="00F315CE" w:rsidRPr="004E32E2" w:rsidRDefault="00F315CE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F315CE" w:rsidRPr="004E32E2" w:rsidTr="004E32E2">
        <w:tc>
          <w:tcPr>
            <w:tcW w:w="2376" w:type="dxa"/>
          </w:tcPr>
          <w:p w:rsidR="00F315CE" w:rsidRPr="004E32E2" w:rsidRDefault="00F315CE" w:rsidP="004E32E2">
            <w:pPr>
              <w:ind w:right="141"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Участники </w:t>
            </w:r>
          </w:p>
          <w:p w:rsidR="00F315CE" w:rsidRPr="004E32E2" w:rsidRDefault="00F315CE" w:rsidP="004E32E2">
            <w:pPr>
              <w:ind w:right="141"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подпрограммы №2</w:t>
            </w:r>
          </w:p>
          <w:p w:rsidR="00F315CE" w:rsidRPr="004E32E2" w:rsidRDefault="00F315CE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F315CE" w:rsidRPr="004E32E2" w:rsidRDefault="00F315CE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  <w:p w:rsidR="00F315CE" w:rsidRPr="004E32E2" w:rsidRDefault="00F315CE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  <w:p w:rsidR="00F315CE" w:rsidRPr="004E32E2" w:rsidRDefault="00F315CE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  <w:p w:rsidR="00F315CE" w:rsidRPr="004E32E2" w:rsidRDefault="00F315CE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  <w:p w:rsidR="00F315CE" w:rsidRPr="004E32E2" w:rsidRDefault="00F315CE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</w:tcPr>
          <w:p w:rsidR="00F315CE" w:rsidRPr="004E32E2" w:rsidRDefault="00F315CE" w:rsidP="004E32E2">
            <w:pPr>
              <w:ind w:right="141" w:firstLine="0"/>
              <w:contextualSpacing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4E32E2">
              <w:rPr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района;</w:t>
            </w:r>
          </w:p>
          <w:p w:rsidR="00F315CE" w:rsidRPr="004E32E2" w:rsidRDefault="00F315CE" w:rsidP="004E32E2">
            <w:pPr>
              <w:ind w:right="141" w:firstLine="0"/>
              <w:contextualSpacing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Администрации поселений </w:t>
            </w:r>
            <w:proofErr w:type="spellStart"/>
            <w:r w:rsidRPr="004E32E2">
              <w:rPr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района;</w:t>
            </w:r>
          </w:p>
          <w:p w:rsidR="00F315CE" w:rsidRPr="004E32E2" w:rsidRDefault="00F315CE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ОГИБДД ОМВД России  по </w:t>
            </w:r>
            <w:proofErr w:type="spellStart"/>
            <w:r w:rsidRPr="004E32E2">
              <w:rPr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району (по согласованию);</w:t>
            </w:r>
          </w:p>
          <w:p w:rsidR="00F315CE" w:rsidRPr="004E32E2" w:rsidRDefault="00F315CE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Отдел образования </w:t>
            </w:r>
            <w:proofErr w:type="spellStart"/>
            <w:r w:rsidRPr="004E32E2">
              <w:rPr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района (по согласованию);</w:t>
            </w:r>
          </w:p>
          <w:p w:rsidR="00F315CE" w:rsidRPr="004E32E2" w:rsidRDefault="00F315CE" w:rsidP="004E32E2">
            <w:pPr>
              <w:ind w:firstLine="0"/>
              <w:contextualSpacing/>
              <w:jc w:val="left"/>
              <w:rPr>
                <w:bCs/>
                <w:sz w:val="24"/>
                <w:szCs w:val="24"/>
              </w:rPr>
            </w:pPr>
            <w:r w:rsidRPr="004E32E2">
              <w:rPr>
                <w:bCs/>
                <w:sz w:val="24"/>
                <w:szCs w:val="24"/>
              </w:rPr>
              <w:t xml:space="preserve">Муниципальное бюджетное учреждение здравоохранения </w:t>
            </w:r>
          </w:p>
          <w:p w:rsidR="00F315CE" w:rsidRPr="004E32E2" w:rsidRDefault="00F315CE" w:rsidP="004E32E2">
            <w:pPr>
              <w:ind w:firstLine="0"/>
              <w:contextualSpacing/>
              <w:jc w:val="left"/>
              <w:rPr>
                <w:bCs/>
                <w:sz w:val="24"/>
                <w:szCs w:val="24"/>
              </w:rPr>
            </w:pPr>
            <w:r w:rsidRPr="004E32E2">
              <w:rPr>
                <w:bCs/>
                <w:sz w:val="24"/>
                <w:szCs w:val="24"/>
              </w:rPr>
              <w:t xml:space="preserve">«Центральная районная больница </w:t>
            </w:r>
            <w:proofErr w:type="spellStart"/>
            <w:r w:rsidRPr="004E32E2">
              <w:rPr>
                <w:bCs/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bCs/>
                <w:sz w:val="24"/>
                <w:szCs w:val="24"/>
              </w:rPr>
              <w:t xml:space="preserve"> района Ростовской </w:t>
            </w:r>
          </w:p>
          <w:p w:rsidR="00F315CE" w:rsidRPr="004E32E2" w:rsidRDefault="00F315CE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bCs/>
                <w:sz w:val="24"/>
                <w:szCs w:val="24"/>
              </w:rPr>
              <w:t>области»</w:t>
            </w:r>
          </w:p>
        </w:tc>
      </w:tr>
      <w:tr w:rsidR="00F315CE" w:rsidRPr="004E32E2" w:rsidTr="004E32E2">
        <w:tc>
          <w:tcPr>
            <w:tcW w:w="2376" w:type="dxa"/>
          </w:tcPr>
          <w:p w:rsidR="00F315CE" w:rsidRPr="004E32E2" w:rsidRDefault="00F315CE" w:rsidP="004E32E2">
            <w:pPr>
              <w:ind w:right="141" w:firstLine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F315CE" w:rsidRPr="004E32E2" w:rsidRDefault="00F315CE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</w:tcPr>
          <w:p w:rsidR="00F315CE" w:rsidRPr="004E32E2" w:rsidRDefault="00F315CE" w:rsidP="004E32E2">
            <w:pPr>
              <w:ind w:right="141" w:firstLine="0"/>
              <w:contextualSpacing/>
              <w:rPr>
                <w:sz w:val="24"/>
                <w:szCs w:val="24"/>
              </w:rPr>
            </w:pPr>
          </w:p>
        </w:tc>
      </w:tr>
      <w:tr w:rsidR="00F315CE" w:rsidRPr="004E32E2" w:rsidTr="004E32E2">
        <w:tc>
          <w:tcPr>
            <w:tcW w:w="2376" w:type="dxa"/>
          </w:tcPr>
          <w:p w:rsidR="00A807C9" w:rsidRPr="004E32E2" w:rsidRDefault="00A807C9" w:rsidP="004E32E2">
            <w:pPr>
              <w:ind w:right="141" w:firstLine="0"/>
              <w:contextualSpacing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Программно-целевые </w:t>
            </w:r>
          </w:p>
          <w:p w:rsidR="00A807C9" w:rsidRPr="004E32E2" w:rsidRDefault="00A807C9" w:rsidP="004E32E2">
            <w:pPr>
              <w:ind w:right="141" w:firstLine="0"/>
              <w:contextualSpacing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инструменты </w:t>
            </w:r>
          </w:p>
          <w:p w:rsidR="00A807C9" w:rsidRPr="004E32E2" w:rsidRDefault="00A807C9" w:rsidP="004E32E2">
            <w:pPr>
              <w:ind w:right="141" w:firstLine="0"/>
              <w:contextualSpacing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подпрограммы №2</w:t>
            </w:r>
          </w:p>
          <w:p w:rsidR="00F315CE" w:rsidRPr="004E32E2" w:rsidRDefault="00F315CE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F315CE" w:rsidRPr="004E32E2" w:rsidRDefault="00F315CE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</w:tcPr>
          <w:p w:rsidR="00F315CE" w:rsidRPr="004E32E2" w:rsidRDefault="00A807C9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Отсутствуют</w:t>
            </w:r>
          </w:p>
        </w:tc>
      </w:tr>
      <w:tr w:rsidR="00A807C9" w:rsidRPr="004E32E2" w:rsidTr="004E32E2">
        <w:tc>
          <w:tcPr>
            <w:tcW w:w="2376" w:type="dxa"/>
          </w:tcPr>
          <w:p w:rsidR="00A807C9" w:rsidRPr="004E32E2" w:rsidRDefault="00A807C9" w:rsidP="004E32E2">
            <w:pPr>
              <w:ind w:right="141"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807C9" w:rsidRPr="004E32E2" w:rsidRDefault="00A807C9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</w:tcPr>
          <w:p w:rsidR="00A807C9" w:rsidRPr="004E32E2" w:rsidRDefault="00A807C9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F315CE" w:rsidRPr="004E32E2" w:rsidTr="004E32E2">
        <w:tc>
          <w:tcPr>
            <w:tcW w:w="2376" w:type="dxa"/>
          </w:tcPr>
          <w:p w:rsidR="00F315CE" w:rsidRPr="004E32E2" w:rsidRDefault="00A807C9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Цель подпрограммы №2</w:t>
            </w:r>
          </w:p>
        </w:tc>
        <w:tc>
          <w:tcPr>
            <w:tcW w:w="709" w:type="dxa"/>
          </w:tcPr>
          <w:p w:rsidR="00F315CE" w:rsidRPr="004E32E2" w:rsidRDefault="00F315CE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</w:tcPr>
          <w:p w:rsidR="00F315CE" w:rsidRPr="004E32E2" w:rsidRDefault="00A807C9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Сокращение количества лиц, погибших в результате дорожно-транспортных происшествий</w:t>
            </w:r>
          </w:p>
        </w:tc>
      </w:tr>
      <w:tr w:rsidR="00A807C9" w:rsidRPr="004E32E2" w:rsidTr="004E32E2">
        <w:tc>
          <w:tcPr>
            <w:tcW w:w="2376" w:type="dxa"/>
          </w:tcPr>
          <w:p w:rsidR="00A807C9" w:rsidRPr="004E32E2" w:rsidRDefault="00A807C9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807C9" w:rsidRPr="004E32E2" w:rsidRDefault="00A807C9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</w:tcPr>
          <w:p w:rsidR="00A807C9" w:rsidRPr="004E32E2" w:rsidRDefault="00A807C9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F315CE" w:rsidRPr="004E32E2" w:rsidTr="004E32E2">
        <w:tc>
          <w:tcPr>
            <w:tcW w:w="2376" w:type="dxa"/>
          </w:tcPr>
          <w:p w:rsidR="00F315CE" w:rsidRPr="004E32E2" w:rsidRDefault="002438F6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Задачи подпрограммы №2</w:t>
            </w:r>
          </w:p>
        </w:tc>
        <w:tc>
          <w:tcPr>
            <w:tcW w:w="709" w:type="dxa"/>
          </w:tcPr>
          <w:p w:rsidR="00F315CE" w:rsidRPr="004E32E2" w:rsidRDefault="00F315CE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</w:tcPr>
          <w:p w:rsidR="002438F6" w:rsidRPr="004E32E2" w:rsidRDefault="002438F6" w:rsidP="004E32E2">
            <w:pPr>
              <w:ind w:right="141"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Осуществление комплекса мер по повышению безопасности </w:t>
            </w:r>
          </w:p>
          <w:p w:rsidR="002438F6" w:rsidRPr="004E32E2" w:rsidRDefault="002438F6" w:rsidP="004E32E2">
            <w:pPr>
              <w:ind w:right="141"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дорожного движения на автомобильных дорогах общего </w:t>
            </w:r>
          </w:p>
          <w:p w:rsidR="005D5902" w:rsidRPr="004E32E2" w:rsidRDefault="002438F6" w:rsidP="004E32E2">
            <w:pPr>
              <w:ind w:right="141"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пользования и улично-дорожной сети населенных пунктов </w:t>
            </w:r>
            <w:proofErr w:type="gramStart"/>
            <w:r w:rsidRPr="004E32E2">
              <w:rPr>
                <w:sz w:val="24"/>
                <w:szCs w:val="24"/>
              </w:rPr>
              <w:t>на</w:t>
            </w:r>
            <w:proofErr w:type="gramEnd"/>
            <w:r w:rsidRPr="004E32E2">
              <w:rPr>
                <w:sz w:val="24"/>
                <w:szCs w:val="24"/>
              </w:rPr>
              <w:t xml:space="preserve"> </w:t>
            </w:r>
          </w:p>
          <w:p w:rsidR="002438F6" w:rsidRPr="004E32E2" w:rsidRDefault="002438F6" w:rsidP="004E32E2">
            <w:pPr>
              <w:ind w:right="141"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территории </w:t>
            </w:r>
            <w:proofErr w:type="spellStart"/>
            <w:r w:rsidRPr="004E32E2">
              <w:rPr>
                <w:sz w:val="24"/>
                <w:szCs w:val="24"/>
              </w:rPr>
              <w:t>Целинского</w:t>
            </w:r>
            <w:proofErr w:type="spellEnd"/>
            <w:r w:rsidRPr="004E32E2">
              <w:rPr>
                <w:sz w:val="24"/>
                <w:szCs w:val="24"/>
              </w:rPr>
              <w:t xml:space="preserve"> района</w:t>
            </w:r>
          </w:p>
          <w:p w:rsidR="00F315CE" w:rsidRPr="004E32E2" w:rsidRDefault="00F315CE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D5902" w:rsidRPr="004E32E2" w:rsidTr="004E32E2">
        <w:tc>
          <w:tcPr>
            <w:tcW w:w="2376" w:type="dxa"/>
          </w:tcPr>
          <w:p w:rsidR="005D5902" w:rsidRPr="004E32E2" w:rsidRDefault="005D5902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5902" w:rsidRPr="004E32E2" w:rsidRDefault="005D5902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</w:tcPr>
          <w:p w:rsidR="005D5902" w:rsidRPr="004E32E2" w:rsidRDefault="005D5902" w:rsidP="004E32E2">
            <w:pPr>
              <w:ind w:right="141" w:firstLine="0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F315CE" w:rsidRPr="004E32E2" w:rsidTr="004E32E2">
        <w:tc>
          <w:tcPr>
            <w:tcW w:w="2376" w:type="dxa"/>
          </w:tcPr>
          <w:p w:rsidR="00F315CE" w:rsidRPr="004E32E2" w:rsidRDefault="005D5902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Целевые показатели подпрограммы №2</w:t>
            </w:r>
          </w:p>
        </w:tc>
        <w:tc>
          <w:tcPr>
            <w:tcW w:w="709" w:type="dxa"/>
          </w:tcPr>
          <w:p w:rsidR="00F315CE" w:rsidRPr="004E32E2" w:rsidRDefault="00F315CE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</w:tcPr>
          <w:p w:rsidR="00F315CE" w:rsidRPr="004E32E2" w:rsidRDefault="005D5902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kern w:val="2"/>
                <w:sz w:val="24"/>
                <w:szCs w:val="24"/>
              </w:rPr>
              <w:t>Смертность в результате дорожно-транспортных происшествий</w:t>
            </w:r>
          </w:p>
        </w:tc>
      </w:tr>
      <w:tr w:rsidR="00F315CE" w:rsidRPr="004E32E2" w:rsidTr="004E32E2">
        <w:tc>
          <w:tcPr>
            <w:tcW w:w="2376" w:type="dxa"/>
          </w:tcPr>
          <w:p w:rsidR="00F315CE" w:rsidRPr="004E32E2" w:rsidRDefault="00F315CE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F315CE" w:rsidRPr="004E32E2" w:rsidRDefault="00F315CE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</w:tcPr>
          <w:p w:rsidR="00F315CE" w:rsidRPr="004E32E2" w:rsidRDefault="00F315CE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F315CE" w:rsidRPr="004E32E2" w:rsidTr="004E32E2">
        <w:tc>
          <w:tcPr>
            <w:tcW w:w="2376" w:type="dxa"/>
          </w:tcPr>
          <w:p w:rsidR="005D5902" w:rsidRPr="004E32E2" w:rsidRDefault="005D5902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Этапы и сроки </w:t>
            </w:r>
          </w:p>
          <w:p w:rsidR="005D5902" w:rsidRPr="004E32E2" w:rsidRDefault="005D5902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реализации </w:t>
            </w:r>
          </w:p>
          <w:p w:rsidR="00F315CE" w:rsidRPr="004E32E2" w:rsidRDefault="005D5902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подпрограммы №2</w:t>
            </w:r>
          </w:p>
        </w:tc>
        <w:tc>
          <w:tcPr>
            <w:tcW w:w="709" w:type="dxa"/>
          </w:tcPr>
          <w:p w:rsidR="00F315CE" w:rsidRPr="004E32E2" w:rsidRDefault="00F315CE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</w:tcPr>
          <w:p w:rsidR="005D5902" w:rsidRPr="004E32E2" w:rsidRDefault="005D5902" w:rsidP="004E32E2">
            <w:pPr>
              <w:ind w:right="141"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2019-2030 годы,</w:t>
            </w:r>
          </w:p>
          <w:p w:rsidR="005D5902" w:rsidRPr="004E32E2" w:rsidRDefault="005D5902" w:rsidP="004E32E2">
            <w:pPr>
              <w:ind w:right="141"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этапы реализации подпрограммы №2 не выделя</w:t>
            </w:r>
            <w:r w:rsidR="003946FA">
              <w:rPr>
                <w:sz w:val="24"/>
                <w:szCs w:val="24"/>
              </w:rPr>
              <w:t>ются</w:t>
            </w:r>
          </w:p>
          <w:p w:rsidR="00F315CE" w:rsidRPr="004E32E2" w:rsidRDefault="00F315CE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87379B" w:rsidRPr="004E32E2" w:rsidTr="004E32E2">
        <w:tc>
          <w:tcPr>
            <w:tcW w:w="2376" w:type="dxa"/>
          </w:tcPr>
          <w:p w:rsidR="0087379B" w:rsidRPr="004E32E2" w:rsidRDefault="0087379B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7379B" w:rsidRPr="004E32E2" w:rsidRDefault="0087379B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</w:tcPr>
          <w:p w:rsidR="0087379B" w:rsidRPr="004E32E2" w:rsidRDefault="0087379B" w:rsidP="004E32E2">
            <w:pPr>
              <w:ind w:right="141" w:firstLine="0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F315CE" w:rsidRPr="004E32E2" w:rsidTr="004E32E2">
        <w:tc>
          <w:tcPr>
            <w:tcW w:w="2376" w:type="dxa"/>
          </w:tcPr>
          <w:p w:rsidR="0087379B" w:rsidRPr="004E32E2" w:rsidRDefault="0087379B" w:rsidP="004E32E2">
            <w:pPr>
              <w:ind w:firstLine="0"/>
              <w:contextualSpacing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Ресурсное </w:t>
            </w:r>
          </w:p>
          <w:p w:rsidR="0087379B" w:rsidRPr="004E32E2" w:rsidRDefault="0087379B" w:rsidP="004E32E2">
            <w:pPr>
              <w:ind w:firstLine="0"/>
              <w:contextualSpacing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обеспечение </w:t>
            </w:r>
          </w:p>
          <w:p w:rsidR="00F315CE" w:rsidRPr="004E32E2" w:rsidRDefault="0087379B" w:rsidP="004E32E2">
            <w:pPr>
              <w:ind w:firstLine="0"/>
              <w:contextualSpacing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подпрограммы №2</w:t>
            </w:r>
          </w:p>
        </w:tc>
        <w:tc>
          <w:tcPr>
            <w:tcW w:w="709" w:type="dxa"/>
          </w:tcPr>
          <w:p w:rsidR="00F315CE" w:rsidRPr="004E32E2" w:rsidRDefault="00F315CE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</w:tcPr>
          <w:p w:rsidR="0087379B" w:rsidRPr="004E32E2" w:rsidRDefault="0087379B" w:rsidP="004E32E2">
            <w:pPr>
              <w:ind w:right="141"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Общий объем финансирования подпрограммы 2 на 2019 – 2030 </w:t>
            </w:r>
          </w:p>
          <w:p w:rsidR="0087379B" w:rsidRPr="004E32E2" w:rsidRDefault="0087379B" w:rsidP="004E32E2">
            <w:pPr>
              <w:ind w:right="141"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годы – </w:t>
            </w:r>
            <w:r w:rsidR="00FA7769">
              <w:rPr>
                <w:sz w:val="24"/>
                <w:szCs w:val="24"/>
              </w:rPr>
              <w:t>9983,4</w:t>
            </w:r>
            <w:r w:rsidR="002F3736">
              <w:rPr>
                <w:sz w:val="24"/>
                <w:szCs w:val="24"/>
              </w:rPr>
              <w:t xml:space="preserve"> </w:t>
            </w:r>
            <w:r w:rsidRPr="004E32E2">
              <w:rPr>
                <w:sz w:val="24"/>
                <w:szCs w:val="24"/>
              </w:rPr>
              <w:t>тыс.  рублей, в том числе:</w:t>
            </w:r>
          </w:p>
          <w:p w:rsidR="0087379B" w:rsidRPr="004E32E2" w:rsidRDefault="002F3736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2019 году –  854,0</w:t>
            </w:r>
            <w:r w:rsidR="0087379B" w:rsidRPr="004E32E2">
              <w:rPr>
                <w:sz w:val="24"/>
                <w:szCs w:val="24"/>
              </w:rPr>
              <w:t xml:space="preserve"> тыс.  рублей;</w:t>
            </w:r>
          </w:p>
          <w:p w:rsidR="0087379B" w:rsidRPr="004E32E2" w:rsidRDefault="0087379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2020 году –  </w:t>
            </w:r>
            <w:r w:rsidR="002F3736">
              <w:rPr>
                <w:sz w:val="24"/>
                <w:szCs w:val="24"/>
              </w:rPr>
              <w:t xml:space="preserve">7701,4 </w:t>
            </w:r>
            <w:r w:rsidRPr="004E32E2">
              <w:rPr>
                <w:sz w:val="24"/>
                <w:szCs w:val="24"/>
              </w:rPr>
              <w:t>тыс. рублей;</w:t>
            </w:r>
          </w:p>
          <w:p w:rsidR="0087379B" w:rsidRPr="004E32E2" w:rsidRDefault="002F3736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2021 году –  476,0 </w:t>
            </w:r>
            <w:r w:rsidR="0087379B" w:rsidRPr="004E32E2">
              <w:rPr>
                <w:sz w:val="24"/>
                <w:szCs w:val="24"/>
              </w:rPr>
              <w:t>тыс. рублей;</w:t>
            </w:r>
          </w:p>
          <w:p w:rsidR="0087379B" w:rsidRPr="004E32E2" w:rsidRDefault="002F3736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2022 году –  476,0</w:t>
            </w:r>
            <w:r w:rsidR="0087379B" w:rsidRPr="004E32E2">
              <w:rPr>
                <w:sz w:val="24"/>
                <w:szCs w:val="24"/>
              </w:rPr>
              <w:t xml:space="preserve"> тыс. рублей;</w:t>
            </w:r>
          </w:p>
          <w:p w:rsidR="0087379B" w:rsidRPr="004E32E2" w:rsidRDefault="002F3736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 2023 году  – </w:t>
            </w:r>
            <w:r w:rsidR="00FA7769">
              <w:rPr>
                <w:sz w:val="24"/>
                <w:szCs w:val="24"/>
              </w:rPr>
              <w:t>476,0</w:t>
            </w:r>
            <w:r w:rsidR="0087379B" w:rsidRPr="004E32E2">
              <w:rPr>
                <w:sz w:val="24"/>
                <w:szCs w:val="24"/>
              </w:rPr>
              <w:t xml:space="preserve"> тыс. рублей;</w:t>
            </w:r>
          </w:p>
          <w:p w:rsidR="0087379B" w:rsidRPr="004E32E2" w:rsidRDefault="002F3736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2024 году  – 0</w:t>
            </w:r>
            <w:r w:rsidR="0087379B" w:rsidRPr="004E32E2">
              <w:rPr>
                <w:sz w:val="24"/>
                <w:szCs w:val="24"/>
              </w:rPr>
              <w:t xml:space="preserve"> тыс. рублей;</w:t>
            </w:r>
          </w:p>
          <w:p w:rsidR="0087379B" w:rsidRPr="004E32E2" w:rsidRDefault="002F3736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2025 году  – 0</w:t>
            </w:r>
            <w:r w:rsidR="0087379B" w:rsidRPr="004E32E2">
              <w:rPr>
                <w:sz w:val="24"/>
                <w:szCs w:val="24"/>
              </w:rPr>
              <w:t xml:space="preserve"> тыс.  рублей;</w:t>
            </w:r>
          </w:p>
          <w:p w:rsidR="0087379B" w:rsidRPr="004E32E2" w:rsidRDefault="002F3736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2026 году  – 0</w:t>
            </w:r>
            <w:r w:rsidR="0087379B" w:rsidRPr="004E32E2">
              <w:rPr>
                <w:sz w:val="24"/>
                <w:szCs w:val="24"/>
              </w:rPr>
              <w:t xml:space="preserve"> тыс. рублей;</w:t>
            </w:r>
          </w:p>
          <w:p w:rsidR="0087379B" w:rsidRPr="004E32E2" w:rsidRDefault="002F3736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2027 году –  0</w:t>
            </w:r>
            <w:r w:rsidR="0087379B" w:rsidRPr="004E32E2">
              <w:rPr>
                <w:sz w:val="24"/>
                <w:szCs w:val="24"/>
              </w:rPr>
              <w:t xml:space="preserve"> тыс. рублей;</w:t>
            </w:r>
          </w:p>
          <w:p w:rsidR="0087379B" w:rsidRPr="004E32E2" w:rsidRDefault="002F3736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2028 году  – 0</w:t>
            </w:r>
            <w:r w:rsidR="0087379B" w:rsidRPr="004E32E2">
              <w:rPr>
                <w:sz w:val="24"/>
                <w:szCs w:val="24"/>
              </w:rPr>
              <w:t xml:space="preserve"> тыс. рублей;</w:t>
            </w:r>
          </w:p>
          <w:p w:rsidR="0087379B" w:rsidRPr="004E32E2" w:rsidRDefault="002F3736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2029 году –  0</w:t>
            </w:r>
            <w:r w:rsidR="0087379B" w:rsidRPr="004E32E2">
              <w:rPr>
                <w:sz w:val="24"/>
                <w:szCs w:val="24"/>
              </w:rPr>
              <w:t xml:space="preserve"> тыс. рублей;</w:t>
            </w:r>
          </w:p>
          <w:p w:rsidR="0087379B" w:rsidRPr="004E32E2" w:rsidRDefault="002F3736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2030 году  – 0</w:t>
            </w:r>
            <w:r w:rsidR="003946FA">
              <w:rPr>
                <w:sz w:val="24"/>
                <w:szCs w:val="24"/>
              </w:rPr>
              <w:t xml:space="preserve"> тыс. рублей</w:t>
            </w:r>
          </w:p>
          <w:p w:rsidR="0087379B" w:rsidRPr="004E32E2" w:rsidRDefault="0087379B" w:rsidP="004E32E2">
            <w:pPr>
              <w:ind w:right="141" w:firstLine="0"/>
              <w:jc w:val="left"/>
              <w:rPr>
                <w:sz w:val="24"/>
                <w:szCs w:val="24"/>
              </w:rPr>
            </w:pPr>
          </w:p>
          <w:p w:rsidR="0087379B" w:rsidRPr="004E32E2" w:rsidRDefault="0087379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Средства областного бюджета – 0 тыс. рублей, в том числе:</w:t>
            </w:r>
          </w:p>
          <w:p w:rsidR="0087379B" w:rsidRPr="004E32E2" w:rsidRDefault="0087379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2019 году – </w:t>
            </w:r>
            <w:r w:rsidRPr="004E32E2">
              <w:rPr>
                <w:color w:val="auto"/>
                <w:sz w:val="24"/>
                <w:szCs w:val="24"/>
              </w:rPr>
              <w:t>0</w:t>
            </w:r>
            <w:r w:rsidRPr="004E32E2">
              <w:rPr>
                <w:sz w:val="24"/>
                <w:szCs w:val="24"/>
              </w:rPr>
              <w:t xml:space="preserve"> тыс. рублей;</w:t>
            </w:r>
          </w:p>
          <w:p w:rsidR="0087379B" w:rsidRPr="004E32E2" w:rsidRDefault="0087379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2020 году – 0 тыс. рублей;</w:t>
            </w:r>
          </w:p>
          <w:p w:rsidR="0087379B" w:rsidRPr="004E32E2" w:rsidRDefault="0087379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2021 году – 0 тыс. рублей;</w:t>
            </w:r>
          </w:p>
          <w:p w:rsidR="0087379B" w:rsidRPr="004E32E2" w:rsidRDefault="0087379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2022 году – 0  тыс. рублей;</w:t>
            </w:r>
          </w:p>
          <w:p w:rsidR="0087379B" w:rsidRPr="004E32E2" w:rsidRDefault="0087379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2023 году – 0 тыс. рублей;</w:t>
            </w:r>
          </w:p>
          <w:p w:rsidR="0087379B" w:rsidRPr="004E32E2" w:rsidRDefault="0087379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2024 году – 0 тыс. рублей;</w:t>
            </w:r>
          </w:p>
          <w:p w:rsidR="0087379B" w:rsidRPr="004E32E2" w:rsidRDefault="0087379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2025 году – 0 тыс.  рублей;</w:t>
            </w:r>
          </w:p>
          <w:p w:rsidR="0087379B" w:rsidRPr="004E32E2" w:rsidRDefault="0087379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2026 году – 0 тыс. рублей;</w:t>
            </w:r>
          </w:p>
          <w:p w:rsidR="0087379B" w:rsidRPr="004E32E2" w:rsidRDefault="0087379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2027 году –  0 тыс. рублей;</w:t>
            </w:r>
          </w:p>
          <w:p w:rsidR="0087379B" w:rsidRPr="004E32E2" w:rsidRDefault="0087379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2028 году – 0 тыс. рублей;</w:t>
            </w:r>
          </w:p>
          <w:p w:rsidR="0087379B" w:rsidRPr="004E32E2" w:rsidRDefault="0087379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2029 году –  0 тыс. рублей;</w:t>
            </w:r>
          </w:p>
          <w:p w:rsidR="0087379B" w:rsidRPr="004E32E2" w:rsidRDefault="003946FA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2030 году –  0 тыс. рублей</w:t>
            </w:r>
          </w:p>
          <w:p w:rsidR="0087379B" w:rsidRPr="004E32E2" w:rsidRDefault="0087379B" w:rsidP="004E32E2">
            <w:pPr>
              <w:ind w:right="141" w:firstLine="0"/>
              <w:jc w:val="left"/>
              <w:rPr>
                <w:sz w:val="24"/>
                <w:szCs w:val="24"/>
              </w:rPr>
            </w:pPr>
          </w:p>
          <w:p w:rsidR="0087379B" w:rsidRPr="004E32E2" w:rsidRDefault="0087379B" w:rsidP="004E32E2">
            <w:pPr>
              <w:ind w:right="141"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Средства местного бюджета – </w:t>
            </w:r>
            <w:r w:rsidR="00FA7769">
              <w:rPr>
                <w:sz w:val="24"/>
                <w:szCs w:val="24"/>
              </w:rPr>
              <w:t>9983,4</w:t>
            </w:r>
            <w:r w:rsidR="002F3736">
              <w:rPr>
                <w:sz w:val="24"/>
                <w:szCs w:val="24"/>
              </w:rPr>
              <w:t xml:space="preserve"> </w:t>
            </w:r>
            <w:r w:rsidRPr="004E32E2">
              <w:rPr>
                <w:sz w:val="24"/>
                <w:szCs w:val="24"/>
              </w:rPr>
              <w:t>тыс. рублей, в том числе:</w:t>
            </w:r>
          </w:p>
          <w:p w:rsidR="0087379B" w:rsidRPr="004E32E2" w:rsidRDefault="0087379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2019 году – 854,0 тыс. рублей;</w:t>
            </w:r>
          </w:p>
          <w:p w:rsidR="0087379B" w:rsidRPr="004E32E2" w:rsidRDefault="0087379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2020 году – </w:t>
            </w:r>
            <w:r w:rsidR="002F3736">
              <w:rPr>
                <w:sz w:val="24"/>
                <w:szCs w:val="24"/>
              </w:rPr>
              <w:t>7701,4</w:t>
            </w:r>
            <w:r w:rsidRPr="004E32E2">
              <w:rPr>
                <w:sz w:val="24"/>
                <w:szCs w:val="24"/>
              </w:rPr>
              <w:t xml:space="preserve"> тыс. рублей;</w:t>
            </w:r>
          </w:p>
          <w:p w:rsidR="0087379B" w:rsidRPr="004E32E2" w:rsidRDefault="0087379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2021 году – 476,0 тыс. рублей;</w:t>
            </w:r>
          </w:p>
          <w:p w:rsidR="0087379B" w:rsidRPr="004E32E2" w:rsidRDefault="0087379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2022 году – 476,0 тыс. рублей;</w:t>
            </w:r>
          </w:p>
          <w:p w:rsidR="0087379B" w:rsidRPr="004E32E2" w:rsidRDefault="0087379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в 2023 году  – </w:t>
            </w:r>
            <w:r w:rsidR="00FA7769">
              <w:rPr>
                <w:sz w:val="24"/>
                <w:szCs w:val="24"/>
              </w:rPr>
              <w:t>476,0</w:t>
            </w:r>
            <w:r w:rsidRPr="004E32E2">
              <w:rPr>
                <w:sz w:val="24"/>
                <w:szCs w:val="24"/>
              </w:rPr>
              <w:t xml:space="preserve">  тыс. рублей;</w:t>
            </w:r>
          </w:p>
          <w:p w:rsidR="0087379B" w:rsidRPr="004E32E2" w:rsidRDefault="0087379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2024 году  – 0  тыс. рублей;</w:t>
            </w:r>
          </w:p>
          <w:p w:rsidR="0087379B" w:rsidRPr="004E32E2" w:rsidRDefault="0087379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2025 году  – 0  тыс.  рублей;</w:t>
            </w:r>
          </w:p>
          <w:p w:rsidR="0087379B" w:rsidRPr="004E32E2" w:rsidRDefault="0087379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2026 году  – 0  тыс. рублей;</w:t>
            </w:r>
          </w:p>
          <w:p w:rsidR="0087379B" w:rsidRPr="004E32E2" w:rsidRDefault="0087379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2027 году –  0  тыс. рублей;</w:t>
            </w:r>
          </w:p>
          <w:p w:rsidR="0087379B" w:rsidRPr="004E32E2" w:rsidRDefault="0087379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2028 году  – 0  тыс. рублей;</w:t>
            </w:r>
          </w:p>
          <w:p w:rsidR="0087379B" w:rsidRPr="004E32E2" w:rsidRDefault="0087379B" w:rsidP="004E32E2">
            <w:pPr>
              <w:ind w:right="141" w:firstLine="0"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2029 году –  0  тыс. рублей;</w:t>
            </w:r>
          </w:p>
          <w:p w:rsidR="00F315CE" w:rsidRPr="004E32E2" w:rsidRDefault="0087379B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в 2030 году  – 0  тыс. рублей</w:t>
            </w:r>
          </w:p>
        </w:tc>
      </w:tr>
      <w:tr w:rsidR="00CD7341" w:rsidRPr="004E32E2" w:rsidTr="004E32E2">
        <w:tc>
          <w:tcPr>
            <w:tcW w:w="2376" w:type="dxa"/>
          </w:tcPr>
          <w:p w:rsidR="00CD7341" w:rsidRPr="004E32E2" w:rsidRDefault="00CD7341" w:rsidP="004E32E2">
            <w:pPr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D7341" w:rsidRPr="004E32E2" w:rsidRDefault="00CD7341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335" w:type="dxa"/>
          </w:tcPr>
          <w:p w:rsidR="00CD7341" w:rsidRPr="004E32E2" w:rsidRDefault="00CD7341" w:rsidP="004E32E2">
            <w:pPr>
              <w:ind w:right="141" w:firstLine="0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F315CE" w:rsidRPr="004E32E2" w:rsidTr="004E32E2">
        <w:tc>
          <w:tcPr>
            <w:tcW w:w="2376" w:type="dxa"/>
          </w:tcPr>
          <w:p w:rsidR="00CD7341" w:rsidRPr="004E32E2" w:rsidRDefault="00CD7341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Ожидаемые </w:t>
            </w:r>
          </w:p>
          <w:p w:rsidR="00CD7341" w:rsidRPr="004E32E2" w:rsidRDefault="00CD7341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результаты </w:t>
            </w:r>
          </w:p>
          <w:p w:rsidR="00CD7341" w:rsidRPr="004E32E2" w:rsidRDefault="00CD7341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 xml:space="preserve">реализации </w:t>
            </w:r>
          </w:p>
          <w:p w:rsidR="00F315CE" w:rsidRPr="004E32E2" w:rsidRDefault="00CD7341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подпрограммы №2</w:t>
            </w:r>
          </w:p>
        </w:tc>
        <w:tc>
          <w:tcPr>
            <w:tcW w:w="709" w:type="dxa"/>
          </w:tcPr>
          <w:p w:rsidR="00F315CE" w:rsidRPr="004E32E2" w:rsidRDefault="00F315CE" w:rsidP="004E32E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–</w:t>
            </w:r>
          </w:p>
        </w:tc>
        <w:tc>
          <w:tcPr>
            <w:tcW w:w="7335" w:type="dxa"/>
          </w:tcPr>
          <w:p w:rsidR="00F315CE" w:rsidRPr="004E32E2" w:rsidRDefault="00CD7341" w:rsidP="004E32E2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E32E2">
              <w:rPr>
                <w:sz w:val="24"/>
                <w:szCs w:val="24"/>
              </w:rPr>
              <w:t>Создание современной системы обеспечения безопасности дорожного движения на автомобильных дорогах общего пользования  местного значения муниципального образования «</w:t>
            </w:r>
            <w:proofErr w:type="spellStart"/>
            <w:r w:rsidRPr="004E32E2">
              <w:rPr>
                <w:sz w:val="24"/>
                <w:szCs w:val="24"/>
              </w:rPr>
              <w:t>Целинский</w:t>
            </w:r>
            <w:proofErr w:type="spellEnd"/>
            <w:r w:rsidRPr="004E32E2">
              <w:rPr>
                <w:sz w:val="24"/>
                <w:szCs w:val="24"/>
              </w:rPr>
              <w:t xml:space="preserve"> район»</w:t>
            </w:r>
          </w:p>
        </w:tc>
      </w:tr>
    </w:tbl>
    <w:p w:rsidR="00B408CF" w:rsidRDefault="00B408CF" w:rsidP="00CD7341">
      <w:pPr>
        <w:autoSpaceDE w:val="0"/>
        <w:autoSpaceDN w:val="0"/>
        <w:adjustRightInd w:val="0"/>
        <w:ind w:firstLine="0"/>
        <w:outlineLvl w:val="1"/>
        <w:rPr>
          <w:sz w:val="24"/>
          <w:szCs w:val="24"/>
        </w:rPr>
      </w:pPr>
    </w:p>
    <w:p w:rsidR="00CD7341" w:rsidRPr="00955FBE" w:rsidRDefault="00CD7341" w:rsidP="00CD7341">
      <w:pPr>
        <w:autoSpaceDE w:val="0"/>
        <w:autoSpaceDN w:val="0"/>
        <w:adjustRightInd w:val="0"/>
        <w:ind w:firstLine="0"/>
        <w:outlineLvl w:val="1"/>
        <w:rPr>
          <w:sz w:val="24"/>
          <w:szCs w:val="24"/>
        </w:rPr>
      </w:pPr>
    </w:p>
    <w:p w:rsidR="00B93FF4" w:rsidRPr="00955FBE" w:rsidRDefault="00B93FF4" w:rsidP="00355970">
      <w:pPr>
        <w:autoSpaceDE w:val="0"/>
        <w:autoSpaceDN w:val="0"/>
        <w:adjustRightInd w:val="0"/>
        <w:ind w:firstLine="0"/>
        <w:jc w:val="center"/>
        <w:outlineLvl w:val="1"/>
        <w:rPr>
          <w:sz w:val="24"/>
          <w:szCs w:val="24"/>
        </w:rPr>
      </w:pPr>
      <w:r w:rsidRPr="00955FBE">
        <w:rPr>
          <w:sz w:val="24"/>
          <w:szCs w:val="24"/>
        </w:rPr>
        <w:t>Приоритеты и цели</w:t>
      </w:r>
    </w:p>
    <w:p w:rsidR="00B93FF4" w:rsidRPr="00955FBE" w:rsidRDefault="00B93FF4" w:rsidP="00355970">
      <w:pPr>
        <w:autoSpaceDE w:val="0"/>
        <w:autoSpaceDN w:val="0"/>
        <w:adjustRightInd w:val="0"/>
        <w:ind w:firstLine="0"/>
        <w:jc w:val="center"/>
        <w:outlineLvl w:val="1"/>
        <w:rPr>
          <w:sz w:val="24"/>
          <w:szCs w:val="24"/>
        </w:rPr>
      </w:pPr>
      <w:r w:rsidRPr="00955FBE">
        <w:rPr>
          <w:sz w:val="24"/>
          <w:szCs w:val="24"/>
        </w:rPr>
        <w:t xml:space="preserve">в сфере развития транспортного комплекса в </w:t>
      </w:r>
      <w:proofErr w:type="spellStart"/>
      <w:r w:rsidRPr="00955FBE">
        <w:rPr>
          <w:sz w:val="24"/>
          <w:szCs w:val="24"/>
        </w:rPr>
        <w:t>Целинском</w:t>
      </w:r>
      <w:proofErr w:type="spellEnd"/>
      <w:r w:rsidRPr="00955FBE">
        <w:rPr>
          <w:sz w:val="24"/>
          <w:szCs w:val="24"/>
        </w:rPr>
        <w:t xml:space="preserve"> районе</w:t>
      </w:r>
    </w:p>
    <w:p w:rsidR="00B93FF4" w:rsidRPr="00955FBE" w:rsidRDefault="00B93FF4" w:rsidP="00B93FF4">
      <w:pPr>
        <w:autoSpaceDE w:val="0"/>
        <w:autoSpaceDN w:val="0"/>
        <w:adjustRightInd w:val="0"/>
        <w:jc w:val="center"/>
        <w:rPr>
          <w:sz w:val="24"/>
          <w:szCs w:val="24"/>
          <w:highlight w:val="yellow"/>
        </w:rPr>
      </w:pPr>
    </w:p>
    <w:p w:rsidR="00B93FF4" w:rsidRPr="00955FBE" w:rsidRDefault="00B93FF4" w:rsidP="00B93FF4">
      <w:pPr>
        <w:rPr>
          <w:sz w:val="24"/>
          <w:szCs w:val="24"/>
        </w:rPr>
      </w:pPr>
      <w:proofErr w:type="gramStart"/>
      <w:r w:rsidRPr="00955FBE">
        <w:rPr>
          <w:sz w:val="24"/>
          <w:szCs w:val="24"/>
        </w:rPr>
        <w:t>Основные приоритеты в сфере развития транспортного комплекса в </w:t>
      </w:r>
      <w:proofErr w:type="spellStart"/>
      <w:r w:rsidRPr="00955FBE">
        <w:rPr>
          <w:sz w:val="24"/>
          <w:szCs w:val="24"/>
        </w:rPr>
        <w:t>Целинском</w:t>
      </w:r>
      <w:proofErr w:type="spellEnd"/>
      <w:r w:rsidRPr="00955FBE">
        <w:rPr>
          <w:sz w:val="24"/>
          <w:szCs w:val="24"/>
        </w:rPr>
        <w:t xml:space="preserve"> районе направлены на достижение следующих целей, определенных Стратегией социально-экономического развития Ростовской области на период до 2030 года, стратегией развития тран</w:t>
      </w:r>
      <w:r w:rsidRPr="00955FBE">
        <w:rPr>
          <w:sz w:val="24"/>
          <w:szCs w:val="24"/>
        </w:rPr>
        <w:t>с</w:t>
      </w:r>
      <w:r w:rsidRPr="00955FBE">
        <w:rPr>
          <w:sz w:val="24"/>
          <w:szCs w:val="24"/>
        </w:rPr>
        <w:t>портного комплекса Ростовской области до 2030 года, утвержденной постановлением Правител</w:t>
      </w:r>
      <w:r w:rsidRPr="00955FBE">
        <w:rPr>
          <w:sz w:val="24"/>
          <w:szCs w:val="24"/>
        </w:rPr>
        <w:t>ь</w:t>
      </w:r>
      <w:r w:rsidRPr="00955FBE">
        <w:rPr>
          <w:sz w:val="24"/>
          <w:szCs w:val="24"/>
        </w:rPr>
        <w:t xml:space="preserve">ства Ростовской области от 13.10.2011 № 52, </w:t>
      </w:r>
      <w:r w:rsidRPr="00955FBE">
        <w:rPr>
          <w:kern w:val="2"/>
          <w:sz w:val="24"/>
          <w:szCs w:val="24"/>
        </w:rPr>
        <w:t xml:space="preserve">стратегией социально-экономического развития </w:t>
      </w:r>
      <w:proofErr w:type="spellStart"/>
      <w:r w:rsidRPr="00955FBE">
        <w:rPr>
          <w:kern w:val="2"/>
          <w:sz w:val="24"/>
          <w:szCs w:val="24"/>
        </w:rPr>
        <w:t>Ц</w:t>
      </w:r>
      <w:r w:rsidRPr="00955FBE">
        <w:rPr>
          <w:kern w:val="2"/>
          <w:sz w:val="24"/>
          <w:szCs w:val="24"/>
        </w:rPr>
        <w:t>е</w:t>
      </w:r>
      <w:r w:rsidRPr="00955FBE">
        <w:rPr>
          <w:kern w:val="2"/>
          <w:sz w:val="24"/>
          <w:szCs w:val="24"/>
        </w:rPr>
        <w:t>линского</w:t>
      </w:r>
      <w:proofErr w:type="spellEnd"/>
      <w:r w:rsidRPr="00955FBE">
        <w:rPr>
          <w:kern w:val="2"/>
          <w:sz w:val="24"/>
          <w:szCs w:val="24"/>
        </w:rPr>
        <w:t xml:space="preserve">  района на период до 2030 года</w:t>
      </w:r>
      <w:r w:rsidRPr="00955FBE">
        <w:rPr>
          <w:sz w:val="24"/>
          <w:szCs w:val="24"/>
        </w:rPr>
        <w:t>:</w:t>
      </w:r>
      <w:proofErr w:type="gramEnd"/>
    </w:p>
    <w:p w:rsidR="00B93FF4" w:rsidRPr="00955FBE" w:rsidRDefault="00B93FF4" w:rsidP="00B93FF4">
      <w:pPr>
        <w:autoSpaceDE w:val="0"/>
        <w:autoSpaceDN w:val="0"/>
        <w:adjustRightInd w:val="0"/>
        <w:rPr>
          <w:sz w:val="24"/>
          <w:szCs w:val="24"/>
        </w:rPr>
      </w:pPr>
      <w:r w:rsidRPr="00955FBE">
        <w:rPr>
          <w:sz w:val="24"/>
          <w:szCs w:val="24"/>
        </w:rPr>
        <w:lastRenderedPageBreak/>
        <w:t>устранение существующих транспортных инфраструктурных ограничений развития экон</w:t>
      </w:r>
      <w:r w:rsidRPr="00955FBE">
        <w:rPr>
          <w:sz w:val="24"/>
          <w:szCs w:val="24"/>
        </w:rPr>
        <w:t>о</w:t>
      </w:r>
      <w:r w:rsidRPr="00955FBE">
        <w:rPr>
          <w:sz w:val="24"/>
          <w:szCs w:val="24"/>
        </w:rPr>
        <w:t>мики и социальной сферы района;</w:t>
      </w:r>
    </w:p>
    <w:p w:rsidR="00B93FF4" w:rsidRPr="00955FBE" w:rsidRDefault="00B93FF4" w:rsidP="00B93FF4">
      <w:pPr>
        <w:autoSpaceDE w:val="0"/>
        <w:autoSpaceDN w:val="0"/>
        <w:adjustRightInd w:val="0"/>
        <w:spacing w:line="235" w:lineRule="auto"/>
        <w:rPr>
          <w:sz w:val="24"/>
          <w:szCs w:val="24"/>
        </w:rPr>
      </w:pPr>
      <w:r w:rsidRPr="00955FBE">
        <w:rPr>
          <w:sz w:val="24"/>
          <w:szCs w:val="24"/>
        </w:rPr>
        <w:t xml:space="preserve">использование современных экономичных, </w:t>
      </w:r>
      <w:proofErr w:type="spellStart"/>
      <w:r w:rsidRPr="00955FBE">
        <w:rPr>
          <w:sz w:val="24"/>
          <w:szCs w:val="24"/>
        </w:rPr>
        <w:t>энергоэффективных</w:t>
      </w:r>
      <w:proofErr w:type="spellEnd"/>
      <w:r w:rsidRPr="00955FBE">
        <w:rPr>
          <w:sz w:val="24"/>
          <w:szCs w:val="24"/>
        </w:rPr>
        <w:t xml:space="preserve"> и </w:t>
      </w:r>
      <w:proofErr w:type="spellStart"/>
      <w:r w:rsidRPr="00955FBE">
        <w:rPr>
          <w:sz w:val="24"/>
          <w:szCs w:val="24"/>
        </w:rPr>
        <w:t>экологичных</w:t>
      </w:r>
      <w:proofErr w:type="spellEnd"/>
      <w:r w:rsidRPr="00955FBE">
        <w:rPr>
          <w:sz w:val="24"/>
          <w:szCs w:val="24"/>
        </w:rPr>
        <w:t xml:space="preserve"> транспор</w:t>
      </w:r>
      <w:r w:rsidRPr="00955FBE">
        <w:rPr>
          <w:sz w:val="24"/>
          <w:szCs w:val="24"/>
        </w:rPr>
        <w:t>т</w:t>
      </w:r>
      <w:r w:rsidRPr="00955FBE">
        <w:rPr>
          <w:sz w:val="24"/>
          <w:szCs w:val="24"/>
        </w:rPr>
        <w:t>ных технологий и транспортных средств;</w:t>
      </w:r>
    </w:p>
    <w:p w:rsidR="00B93FF4" w:rsidRPr="00955FBE" w:rsidRDefault="00B93FF4" w:rsidP="00B93FF4">
      <w:pPr>
        <w:autoSpaceDE w:val="0"/>
        <w:autoSpaceDN w:val="0"/>
        <w:adjustRightInd w:val="0"/>
        <w:spacing w:line="235" w:lineRule="auto"/>
        <w:rPr>
          <w:sz w:val="24"/>
          <w:szCs w:val="24"/>
        </w:rPr>
      </w:pPr>
      <w:r w:rsidRPr="00955FBE">
        <w:rPr>
          <w:sz w:val="24"/>
          <w:szCs w:val="24"/>
        </w:rPr>
        <w:t>обеспечение доступности и качества предоставляемых транспортных услуг в соответствии с социальными стандартами;</w:t>
      </w:r>
    </w:p>
    <w:p w:rsidR="00B93FF4" w:rsidRPr="00955FBE" w:rsidRDefault="00B93FF4" w:rsidP="00B93FF4">
      <w:pPr>
        <w:autoSpaceDE w:val="0"/>
        <w:autoSpaceDN w:val="0"/>
        <w:adjustRightInd w:val="0"/>
        <w:spacing w:line="235" w:lineRule="auto"/>
        <w:rPr>
          <w:sz w:val="24"/>
          <w:szCs w:val="24"/>
        </w:rPr>
      </w:pPr>
      <w:r w:rsidRPr="00955FBE">
        <w:rPr>
          <w:sz w:val="24"/>
          <w:szCs w:val="24"/>
        </w:rPr>
        <w:t>повышение комплексной безопасности и снижение экологической нагрузки функциониров</w:t>
      </w:r>
      <w:r w:rsidRPr="00955FBE">
        <w:rPr>
          <w:sz w:val="24"/>
          <w:szCs w:val="24"/>
        </w:rPr>
        <w:t>а</w:t>
      </w:r>
      <w:r w:rsidRPr="00955FBE">
        <w:rPr>
          <w:sz w:val="24"/>
          <w:szCs w:val="24"/>
        </w:rPr>
        <w:t>ния и развития транспортной системы района;</w:t>
      </w:r>
    </w:p>
    <w:p w:rsidR="00B93FF4" w:rsidRPr="00955FBE" w:rsidRDefault="00B93FF4" w:rsidP="00B93FF4">
      <w:pPr>
        <w:autoSpaceDE w:val="0"/>
        <w:autoSpaceDN w:val="0"/>
        <w:adjustRightInd w:val="0"/>
        <w:spacing w:line="235" w:lineRule="auto"/>
        <w:rPr>
          <w:sz w:val="24"/>
          <w:szCs w:val="24"/>
        </w:rPr>
      </w:pPr>
      <w:r w:rsidRPr="00955FBE">
        <w:rPr>
          <w:sz w:val="24"/>
          <w:szCs w:val="24"/>
        </w:rPr>
        <w:t xml:space="preserve">рост инвестиционной привлекательности транспортно-логистического комплекса </w:t>
      </w:r>
      <w:proofErr w:type="spellStart"/>
      <w:r w:rsidRPr="00955FBE">
        <w:rPr>
          <w:sz w:val="24"/>
          <w:szCs w:val="24"/>
        </w:rPr>
        <w:t>Целинск</w:t>
      </w:r>
      <w:r w:rsidRPr="00955FBE">
        <w:rPr>
          <w:sz w:val="24"/>
          <w:szCs w:val="24"/>
        </w:rPr>
        <w:t>о</w:t>
      </w:r>
      <w:r w:rsidRPr="00955FBE">
        <w:rPr>
          <w:sz w:val="24"/>
          <w:szCs w:val="24"/>
        </w:rPr>
        <w:t>го</w:t>
      </w:r>
      <w:proofErr w:type="spellEnd"/>
      <w:r w:rsidRPr="00955FBE">
        <w:rPr>
          <w:sz w:val="24"/>
          <w:szCs w:val="24"/>
        </w:rPr>
        <w:t xml:space="preserve"> района.</w:t>
      </w:r>
    </w:p>
    <w:p w:rsidR="00B93FF4" w:rsidRPr="00955FBE" w:rsidRDefault="00B93FF4" w:rsidP="00B93FF4">
      <w:pPr>
        <w:autoSpaceDE w:val="0"/>
        <w:autoSpaceDN w:val="0"/>
        <w:adjustRightInd w:val="0"/>
        <w:spacing w:line="235" w:lineRule="auto"/>
        <w:rPr>
          <w:sz w:val="24"/>
          <w:szCs w:val="24"/>
        </w:rPr>
      </w:pPr>
      <w:r w:rsidRPr="00955FBE">
        <w:rPr>
          <w:kern w:val="2"/>
          <w:sz w:val="24"/>
          <w:szCs w:val="24"/>
        </w:rPr>
        <w:t>Сведения о показателях муниципальной программы, подпрограмм муниципальной програ</w:t>
      </w:r>
      <w:r w:rsidRPr="00955FBE">
        <w:rPr>
          <w:kern w:val="2"/>
          <w:sz w:val="24"/>
          <w:szCs w:val="24"/>
        </w:rPr>
        <w:t>м</w:t>
      </w:r>
      <w:r w:rsidRPr="00955FBE">
        <w:rPr>
          <w:kern w:val="2"/>
          <w:sz w:val="24"/>
          <w:szCs w:val="24"/>
        </w:rPr>
        <w:t>мы и их значениях</w:t>
      </w:r>
      <w:r w:rsidRPr="00955FBE">
        <w:rPr>
          <w:sz w:val="24"/>
          <w:szCs w:val="24"/>
        </w:rPr>
        <w:t xml:space="preserve"> приведены в приложении № 1 к муниципальной программе.</w:t>
      </w:r>
    </w:p>
    <w:p w:rsidR="00B93FF4" w:rsidRPr="00955FBE" w:rsidRDefault="00B93FF4" w:rsidP="00B93FF4">
      <w:pPr>
        <w:autoSpaceDE w:val="0"/>
        <w:autoSpaceDN w:val="0"/>
        <w:adjustRightInd w:val="0"/>
        <w:spacing w:line="235" w:lineRule="auto"/>
        <w:rPr>
          <w:sz w:val="24"/>
          <w:szCs w:val="24"/>
        </w:rPr>
      </w:pPr>
      <w:r w:rsidRPr="00955FBE">
        <w:rPr>
          <w:sz w:val="24"/>
          <w:szCs w:val="24"/>
        </w:rPr>
        <w:t>Перечень подпрограмм, основных мероприятий муниципальной программы приведен в пр</w:t>
      </w:r>
      <w:r w:rsidRPr="00955FBE">
        <w:rPr>
          <w:sz w:val="24"/>
          <w:szCs w:val="24"/>
        </w:rPr>
        <w:t>и</w:t>
      </w:r>
      <w:r w:rsidRPr="00955FBE">
        <w:rPr>
          <w:sz w:val="24"/>
          <w:szCs w:val="24"/>
        </w:rPr>
        <w:t>ложении № 2 к муниципальной программе.</w:t>
      </w:r>
    </w:p>
    <w:p w:rsidR="00B93FF4" w:rsidRPr="00955FBE" w:rsidRDefault="00B93FF4" w:rsidP="00B93FF4">
      <w:pPr>
        <w:autoSpaceDE w:val="0"/>
        <w:autoSpaceDN w:val="0"/>
        <w:adjustRightInd w:val="0"/>
        <w:spacing w:line="235" w:lineRule="auto"/>
        <w:rPr>
          <w:sz w:val="24"/>
          <w:szCs w:val="24"/>
        </w:rPr>
      </w:pPr>
      <w:r w:rsidRPr="00955FBE">
        <w:rPr>
          <w:sz w:val="24"/>
          <w:szCs w:val="24"/>
        </w:rPr>
        <w:t>Расходы областного и местного бюджетов на реализацию муниципальной программы прив</w:t>
      </w:r>
      <w:r w:rsidRPr="00955FBE">
        <w:rPr>
          <w:sz w:val="24"/>
          <w:szCs w:val="24"/>
        </w:rPr>
        <w:t>е</w:t>
      </w:r>
      <w:r w:rsidRPr="00955FBE">
        <w:rPr>
          <w:sz w:val="24"/>
          <w:szCs w:val="24"/>
        </w:rPr>
        <w:t>дены в приложении № 3 к муниципальной программе.</w:t>
      </w:r>
    </w:p>
    <w:p w:rsidR="00B93FF4" w:rsidRPr="00955FBE" w:rsidRDefault="00B93FF4" w:rsidP="00B93FF4">
      <w:pPr>
        <w:shd w:val="clear" w:color="auto" w:fill="FFFFFF"/>
        <w:autoSpaceDE w:val="0"/>
        <w:autoSpaceDN w:val="0"/>
        <w:adjustRightInd w:val="0"/>
        <w:rPr>
          <w:kern w:val="2"/>
          <w:sz w:val="24"/>
          <w:szCs w:val="24"/>
        </w:rPr>
      </w:pPr>
      <w:r w:rsidRPr="00955FBE">
        <w:rPr>
          <w:sz w:val="24"/>
          <w:szCs w:val="24"/>
        </w:rPr>
        <w:t xml:space="preserve">Расходы </w:t>
      </w:r>
      <w:r w:rsidRPr="00955FBE">
        <w:rPr>
          <w:kern w:val="2"/>
          <w:sz w:val="24"/>
          <w:szCs w:val="24"/>
        </w:rPr>
        <w:t xml:space="preserve">на реализацию муниципальной программы </w:t>
      </w:r>
      <w:r w:rsidRPr="00955FBE">
        <w:rPr>
          <w:sz w:val="24"/>
          <w:szCs w:val="24"/>
        </w:rPr>
        <w:t>приведены в приложении № 4 к мун</w:t>
      </w:r>
      <w:r w:rsidRPr="00955FBE">
        <w:rPr>
          <w:sz w:val="24"/>
          <w:szCs w:val="24"/>
        </w:rPr>
        <w:t>и</w:t>
      </w:r>
      <w:r w:rsidRPr="00955FBE">
        <w:rPr>
          <w:sz w:val="24"/>
          <w:szCs w:val="24"/>
        </w:rPr>
        <w:t>ципальной программе.</w:t>
      </w:r>
    </w:p>
    <w:p w:rsidR="00B93FF4" w:rsidRPr="00955FBE" w:rsidRDefault="00B93FF4" w:rsidP="00B93FF4">
      <w:pPr>
        <w:autoSpaceDE w:val="0"/>
        <w:autoSpaceDN w:val="0"/>
        <w:adjustRightInd w:val="0"/>
        <w:spacing w:line="235" w:lineRule="auto"/>
        <w:rPr>
          <w:sz w:val="24"/>
          <w:szCs w:val="24"/>
          <w:highlight w:val="yellow"/>
        </w:rPr>
      </w:pPr>
    </w:p>
    <w:p w:rsidR="00B93FF4" w:rsidRPr="00955FBE" w:rsidRDefault="00B93FF4" w:rsidP="00B93FF4">
      <w:pPr>
        <w:ind w:firstLine="709"/>
        <w:contextualSpacing/>
        <w:rPr>
          <w:sz w:val="24"/>
          <w:szCs w:val="24"/>
        </w:rPr>
      </w:pPr>
    </w:p>
    <w:p w:rsidR="00B93FF4" w:rsidRPr="00955FBE" w:rsidRDefault="00B93FF4" w:rsidP="00B93FF4">
      <w:pPr>
        <w:ind w:firstLine="708"/>
        <w:rPr>
          <w:sz w:val="24"/>
          <w:szCs w:val="24"/>
        </w:rPr>
      </w:pPr>
      <w:r w:rsidRPr="00955FBE">
        <w:rPr>
          <w:sz w:val="24"/>
          <w:szCs w:val="24"/>
        </w:rPr>
        <w:t>Управляющий делами</w:t>
      </w:r>
      <w:r w:rsidRPr="00955FBE">
        <w:rPr>
          <w:sz w:val="24"/>
          <w:szCs w:val="24"/>
        </w:rPr>
        <w:tab/>
      </w:r>
      <w:r w:rsidRPr="00955FBE">
        <w:rPr>
          <w:sz w:val="24"/>
          <w:szCs w:val="24"/>
        </w:rPr>
        <w:tab/>
      </w:r>
      <w:r w:rsidRPr="00955FBE">
        <w:rPr>
          <w:sz w:val="24"/>
          <w:szCs w:val="24"/>
        </w:rPr>
        <w:tab/>
      </w:r>
      <w:r w:rsidRPr="00955FBE">
        <w:rPr>
          <w:sz w:val="24"/>
          <w:szCs w:val="24"/>
        </w:rPr>
        <w:tab/>
      </w:r>
      <w:r w:rsidRPr="00955FBE">
        <w:rPr>
          <w:sz w:val="24"/>
          <w:szCs w:val="24"/>
        </w:rPr>
        <w:tab/>
      </w:r>
      <w:r w:rsidRPr="00955FBE">
        <w:rPr>
          <w:sz w:val="24"/>
          <w:szCs w:val="24"/>
        </w:rPr>
        <w:tab/>
      </w:r>
      <w:r w:rsidRPr="00955FBE">
        <w:rPr>
          <w:sz w:val="24"/>
          <w:szCs w:val="24"/>
        </w:rPr>
        <w:tab/>
      </w:r>
      <w:proofErr w:type="spellStart"/>
      <w:r w:rsidRPr="00955FBE">
        <w:rPr>
          <w:sz w:val="24"/>
          <w:szCs w:val="24"/>
        </w:rPr>
        <w:t>И.А.Текучева</w:t>
      </w:r>
      <w:proofErr w:type="spellEnd"/>
    </w:p>
    <w:p w:rsidR="00B93FF4" w:rsidRPr="00955FBE" w:rsidRDefault="00B93FF4" w:rsidP="00B93FF4">
      <w:pPr>
        <w:pStyle w:val="ConsPlusNormal"/>
        <w:jc w:val="both"/>
        <w:outlineLvl w:val="1"/>
        <w:rPr>
          <w:rFonts w:ascii="Times New Roman" w:hAnsi="Times New Roman" w:cs="Times New Roman"/>
          <w:color w:val="332E2D"/>
          <w:spacing w:val="2"/>
          <w:sz w:val="24"/>
          <w:szCs w:val="24"/>
          <w:shd w:val="clear" w:color="auto" w:fill="FFFFFF"/>
        </w:rPr>
      </w:pPr>
    </w:p>
    <w:p w:rsidR="00B93FF4" w:rsidRPr="00B94E7A" w:rsidRDefault="00B93FF4" w:rsidP="00B93FF4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93FF4" w:rsidRPr="00B94E7A" w:rsidRDefault="00B93FF4" w:rsidP="00B93FF4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B93FF4" w:rsidRPr="00B94E7A" w:rsidSect="009F575E">
          <w:footerReference w:type="default" r:id="rId10"/>
          <w:pgSz w:w="11905" w:h="16838"/>
          <w:pgMar w:top="1134" w:right="567" w:bottom="1134" w:left="1134" w:header="0" w:footer="340" w:gutter="0"/>
          <w:cols w:space="720"/>
          <w:docGrid w:linePitch="381"/>
        </w:sectPr>
      </w:pPr>
    </w:p>
    <w:p w:rsidR="00B93FF4" w:rsidRDefault="00B93FF4" w:rsidP="00B93FF4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№1</w:t>
      </w:r>
    </w:p>
    <w:p w:rsidR="00B93FF4" w:rsidRDefault="00B93FF4" w:rsidP="00B93FF4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>
        <w:rPr>
          <w:sz w:val="24"/>
          <w:szCs w:val="24"/>
        </w:rPr>
        <w:t>к Муниципальной программе</w:t>
      </w:r>
      <w:bookmarkStart w:id="2" w:name="Par400"/>
      <w:bookmarkEnd w:id="2"/>
    </w:p>
    <w:p w:rsidR="00B93FF4" w:rsidRDefault="00B93FF4" w:rsidP="00B93FF4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proofErr w:type="spellStart"/>
      <w:r>
        <w:rPr>
          <w:sz w:val="24"/>
          <w:szCs w:val="24"/>
        </w:rPr>
        <w:t>Целинского</w:t>
      </w:r>
      <w:proofErr w:type="spellEnd"/>
      <w:r>
        <w:rPr>
          <w:sz w:val="24"/>
          <w:szCs w:val="24"/>
        </w:rPr>
        <w:t xml:space="preserve"> района</w:t>
      </w:r>
    </w:p>
    <w:p w:rsidR="00B93FF4" w:rsidRDefault="00B93FF4" w:rsidP="00B93FF4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>
        <w:rPr>
          <w:sz w:val="24"/>
          <w:szCs w:val="24"/>
        </w:rPr>
        <w:t>«Развитие транспортной системы»</w:t>
      </w:r>
    </w:p>
    <w:p w:rsidR="00B93FF4" w:rsidRDefault="00B93FF4" w:rsidP="00355970">
      <w:pPr>
        <w:widowControl w:val="0"/>
        <w:tabs>
          <w:tab w:val="left" w:pos="9610"/>
        </w:tabs>
        <w:ind w:firstLine="0"/>
        <w:jc w:val="center"/>
      </w:pPr>
      <w:r>
        <w:rPr>
          <w:caps/>
        </w:rPr>
        <w:t>Сведения</w:t>
      </w:r>
    </w:p>
    <w:p w:rsidR="00B93FF4" w:rsidRDefault="00B93FF4" w:rsidP="00355970">
      <w:pPr>
        <w:widowControl w:val="0"/>
        <w:ind w:firstLine="0"/>
        <w:jc w:val="center"/>
      </w:pPr>
      <w:r>
        <w:t xml:space="preserve">о показателях муниципальной программы </w:t>
      </w:r>
      <w:proofErr w:type="spellStart"/>
      <w:r>
        <w:t>Целинского</w:t>
      </w:r>
      <w:proofErr w:type="spellEnd"/>
      <w:r>
        <w:t xml:space="preserve"> района </w:t>
      </w:r>
      <w:r>
        <w:br/>
        <w:t xml:space="preserve">«Развитие транспортной системы», подпрограмм муниципальной программы </w:t>
      </w:r>
      <w:proofErr w:type="spellStart"/>
      <w:r>
        <w:t>Целинского</w:t>
      </w:r>
      <w:proofErr w:type="spellEnd"/>
      <w:r>
        <w:t xml:space="preserve"> района «Развитие транспортной с</w:t>
      </w:r>
      <w:r>
        <w:t>и</w:t>
      </w:r>
      <w:r>
        <w:t>стемы» и их значениях</w:t>
      </w:r>
    </w:p>
    <w:tbl>
      <w:tblPr>
        <w:tblW w:w="154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"/>
        <w:gridCol w:w="2552"/>
        <w:gridCol w:w="1215"/>
        <w:gridCol w:w="1098"/>
        <w:gridCol w:w="720"/>
        <w:gridCol w:w="800"/>
        <w:gridCol w:w="725"/>
        <w:gridCol w:w="725"/>
        <w:gridCol w:w="725"/>
        <w:gridCol w:w="725"/>
        <w:gridCol w:w="726"/>
        <w:gridCol w:w="726"/>
        <w:gridCol w:w="726"/>
        <w:gridCol w:w="726"/>
        <w:gridCol w:w="726"/>
        <w:gridCol w:w="726"/>
        <w:gridCol w:w="726"/>
        <w:gridCol w:w="624"/>
      </w:tblGrid>
      <w:tr w:rsidR="00B93FF4" w:rsidRPr="00656DD7" w:rsidTr="002659BB">
        <w:trPr>
          <w:jc w:val="center"/>
        </w:trPr>
        <w:tc>
          <w:tcPr>
            <w:tcW w:w="506" w:type="dxa"/>
            <w:vMerge w:val="restart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656DD7">
              <w:rPr>
                <w:sz w:val="24"/>
                <w:szCs w:val="24"/>
              </w:rPr>
              <w:t>п</w:t>
            </w:r>
            <w:proofErr w:type="gramEnd"/>
            <w:r w:rsidRPr="00656DD7">
              <w:rPr>
                <w:sz w:val="24"/>
                <w:szCs w:val="24"/>
              </w:rPr>
              <w:t>/п</w:t>
            </w:r>
          </w:p>
        </w:tc>
        <w:tc>
          <w:tcPr>
            <w:tcW w:w="2567" w:type="dxa"/>
            <w:vMerge w:val="restart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Номер и наименование показателя</w:t>
            </w:r>
          </w:p>
        </w:tc>
        <w:tc>
          <w:tcPr>
            <w:tcW w:w="1231" w:type="dxa"/>
            <w:vMerge w:val="restart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Вид пок</w:t>
            </w:r>
            <w:r w:rsidRPr="00656DD7">
              <w:rPr>
                <w:sz w:val="24"/>
                <w:szCs w:val="24"/>
              </w:rPr>
              <w:t>а</w:t>
            </w:r>
            <w:r w:rsidRPr="00656DD7">
              <w:rPr>
                <w:sz w:val="24"/>
                <w:szCs w:val="24"/>
              </w:rPr>
              <w:t>за-</w:t>
            </w:r>
          </w:p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теля</w:t>
            </w:r>
          </w:p>
        </w:tc>
        <w:tc>
          <w:tcPr>
            <w:tcW w:w="1111" w:type="dxa"/>
            <w:vMerge w:val="restart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Единица</w:t>
            </w:r>
          </w:p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56DD7">
              <w:rPr>
                <w:sz w:val="24"/>
                <w:szCs w:val="24"/>
              </w:rPr>
              <w:t>Измере-ния</w:t>
            </w:r>
            <w:proofErr w:type="spellEnd"/>
            <w:proofErr w:type="gramEnd"/>
          </w:p>
        </w:tc>
        <w:tc>
          <w:tcPr>
            <w:tcW w:w="1545" w:type="dxa"/>
            <w:gridSpan w:val="2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kern w:val="2"/>
                <w:sz w:val="24"/>
                <w:szCs w:val="24"/>
              </w:rPr>
              <w:t>Данные для расчета зн</w:t>
            </w:r>
            <w:r w:rsidRPr="00656DD7">
              <w:rPr>
                <w:kern w:val="2"/>
                <w:sz w:val="24"/>
                <w:szCs w:val="24"/>
              </w:rPr>
              <w:t>а</w:t>
            </w:r>
            <w:r w:rsidRPr="00656DD7">
              <w:rPr>
                <w:kern w:val="2"/>
                <w:sz w:val="24"/>
                <w:szCs w:val="24"/>
              </w:rPr>
              <w:t>чений показ</w:t>
            </w:r>
            <w:r w:rsidRPr="00656DD7">
              <w:rPr>
                <w:kern w:val="2"/>
                <w:sz w:val="24"/>
                <w:szCs w:val="24"/>
              </w:rPr>
              <w:t>а</w:t>
            </w:r>
            <w:r w:rsidRPr="00656DD7">
              <w:rPr>
                <w:kern w:val="2"/>
                <w:sz w:val="24"/>
                <w:szCs w:val="24"/>
              </w:rPr>
              <w:t>теля</w:t>
            </w:r>
          </w:p>
        </w:tc>
        <w:tc>
          <w:tcPr>
            <w:tcW w:w="8527" w:type="dxa"/>
            <w:gridSpan w:val="12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Значения показателя</w:t>
            </w:r>
          </w:p>
        </w:tc>
      </w:tr>
      <w:tr w:rsidR="00B93FF4" w:rsidRPr="00656DD7" w:rsidTr="002659BB">
        <w:trPr>
          <w:jc w:val="center"/>
        </w:trPr>
        <w:tc>
          <w:tcPr>
            <w:tcW w:w="506" w:type="dxa"/>
            <w:vMerge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67" w:type="dxa"/>
            <w:vMerge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vMerge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11" w:type="dxa"/>
            <w:vMerge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2017</w:t>
            </w:r>
          </w:p>
        </w:tc>
        <w:tc>
          <w:tcPr>
            <w:tcW w:w="816" w:type="dxa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2018</w:t>
            </w:r>
          </w:p>
        </w:tc>
        <w:tc>
          <w:tcPr>
            <w:tcW w:w="734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2019</w:t>
            </w:r>
          </w:p>
        </w:tc>
        <w:tc>
          <w:tcPr>
            <w:tcW w:w="734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2020</w:t>
            </w:r>
          </w:p>
        </w:tc>
        <w:tc>
          <w:tcPr>
            <w:tcW w:w="734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2021</w:t>
            </w:r>
          </w:p>
        </w:tc>
        <w:tc>
          <w:tcPr>
            <w:tcW w:w="734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2022</w:t>
            </w:r>
          </w:p>
        </w:tc>
        <w:tc>
          <w:tcPr>
            <w:tcW w:w="735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2023</w:t>
            </w:r>
          </w:p>
        </w:tc>
        <w:tc>
          <w:tcPr>
            <w:tcW w:w="735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2024</w:t>
            </w:r>
          </w:p>
        </w:tc>
        <w:tc>
          <w:tcPr>
            <w:tcW w:w="735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2025</w:t>
            </w:r>
          </w:p>
        </w:tc>
        <w:tc>
          <w:tcPr>
            <w:tcW w:w="735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2026</w:t>
            </w:r>
          </w:p>
        </w:tc>
        <w:tc>
          <w:tcPr>
            <w:tcW w:w="735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2027</w:t>
            </w:r>
          </w:p>
        </w:tc>
        <w:tc>
          <w:tcPr>
            <w:tcW w:w="735" w:type="dxa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2028</w:t>
            </w:r>
          </w:p>
        </w:tc>
        <w:tc>
          <w:tcPr>
            <w:tcW w:w="735" w:type="dxa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2029</w:t>
            </w:r>
          </w:p>
        </w:tc>
        <w:tc>
          <w:tcPr>
            <w:tcW w:w="446" w:type="dxa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2030</w:t>
            </w:r>
          </w:p>
        </w:tc>
      </w:tr>
      <w:tr w:rsidR="00B93FF4" w:rsidRPr="00656DD7" w:rsidTr="002659BB">
        <w:trPr>
          <w:jc w:val="center"/>
        </w:trPr>
        <w:tc>
          <w:tcPr>
            <w:tcW w:w="506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1</w:t>
            </w:r>
          </w:p>
        </w:tc>
        <w:tc>
          <w:tcPr>
            <w:tcW w:w="2567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2</w:t>
            </w:r>
          </w:p>
        </w:tc>
        <w:tc>
          <w:tcPr>
            <w:tcW w:w="1231" w:type="dxa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3</w:t>
            </w:r>
          </w:p>
        </w:tc>
        <w:tc>
          <w:tcPr>
            <w:tcW w:w="1111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4</w:t>
            </w:r>
          </w:p>
        </w:tc>
        <w:tc>
          <w:tcPr>
            <w:tcW w:w="729" w:type="dxa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5</w:t>
            </w:r>
          </w:p>
        </w:tc>
        <w:tc>
          <w:tcPr>
            <w:tcW w:w="816" w:type="dxa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6</w:t>
            </w:r>
          </w:p>
        </w:tc>
        <w:tc>
          <w:tcPr>
            <w:tcW w:w="734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7</w:t>
            </w:r>
          </w:p>
        </w:tc>
        <w:tc>
          <w:tcPr>
            <w:tcW w:w="734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8</w:t>
            </w:r>
          </w:p>
        </w:tc>
        <w:tc>
          <w:tcPr>
            <w:tcW w:w="734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9</w:t>
            </w:r>
          </w:p>
        </w:tc>
        <w:tc>
          <w:tcPr>
            <w:tcW w:w="734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10</w:t>
            </w:r>
          </w:p>
        </w:tc>
        <w:tc>
          <w:tcPr>
            <w:tcW w:w="735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11</w:t>
            </w:r>
          </w:p>
        </w:tc>
        <w:tc>
          <w:tcPr>
            <w:tcW w:w="735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12</w:t>
            </w:r>
          </w:p>
        </w:tc>
        <w:tc>
          <w:tcPr>
            <w:tcW w:w="735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13</w:t>
            </w:r>
          </w:p>
        </w:tc>
        <w:tc>
          <w:tcPr>
            <w:tcW w:w="735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14</w:t>
            </w:r>
          </w:p>
        </w:tc>
        <w:tc>
          <w:tcPr>
            <w:tcW w:w="735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15</w:t>
            </w:r>
          </w:p>
        </w:tc>
        <w:tc>
          <w:tcPr>
            <w:tcW w:w="735" w:type="dxa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16</w:t>
            </w:r>
          </w:p>
        </w:tc>
        <w:tc>
          <w:tcPr>
            <w:tcW w:w="735" w:type="dxa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17</w:t>
            </w:r>
          </w:p>
        </w:tc>
        <w:tc>
          <w:tcPr>
            <w:tcW w:w="446" w:type="dxa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18</w:t>
            </w:r>
          </w:p>
        </w:tc>
      </w:tr>
      <w:tr w:rsidR="00CC2EC1" w:rsidRPr="00656DD7" w:rsidTr="002659BB">
        <w:trPr>
          <w:jc w:val="center"/>
        </w:trPr>
        <w:tc>
          <w:tcPr>
            <w:tcW w:w="15487" w:type="dxa"/>
            <w:gridSpan w:val="18"/>
          </w:tcPr>
          <w:p w:rsidR="00CC2EC1" w:rsidRPr="00656DD7" w:rsidRDefault="00CC2EC1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656DD7">
              <w:rPr>
                <w:sz w:val="24"/>
                <w:szCs w:val="24"/>
              </w:rPr>
              <w:t>Целинского</w:t>
            </w:r>
            <w:proofErr w:type="spellEnd"/>
            <w:r w:rsidRPr="00656DD7">
              <w:rPr>
                <w:sz w:val="24"/>
                <w:szCs w:val="24"/>
              </w:rPr>
              <w:t xml:space="preserve"> района «Развитие транспортной системы»</w:t>
            </w:r>
          </w:p>
        </w:tc>
      </w:tr>
      <w:tr w:rsidR="00B93FF4" w:rsidRPr="00656DD7" w:rsidTr="002659BB">
        <w:trPr>
          <w:jc w:val="center"/>
        </w:trPr>
        <w:tc>
          <w:tcPr>
            <w:tcW w:w="506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1</w:t>
            </w:r>
          </w:p>
        </w:tc>
        <w:tc>
          <w:tcPr>
            <w:tcW w:w="2567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656DD7">
              <w:rPr>
                <w:kern w:val="2"/>
                <w:sz w:val="24"/>
                <w:szCs w:val="24"/>
              </w:rPr>
              <w:t xml:space="preserve">Показатель 1. </w:t>
            </w:r>
            <w:r>
              <w:rPr>
                <w:sz w:val="24"/>
                <w:szCs w:val="24"/>
              </w:rPr>
              <w:t>Д</w:t>
            </w:r>
            <w:r w:rsidRPr="0070081D">
              <w:rPr>
                <w:sz w:val="24"/>
                <w:szCs w:val="24"/>
              </w:rPr>
              <w:t>оля протяженности автом</w:t>
            </w:r>
            <w:r w:rsidRPr="0070081D">
              <w:rPr>
                <w:sz w:val="24"/>
                <w:szCs w:val="24"/>
              </w:rPr>
              <w:t>о</w:t>
            </w:r>
            <w:r w:rsidRPr="0070081D">
              <w:rPr>
                <w:sz w:val="24"/>
                <w:szCs w:val="24"/>
              </w:rPr>
              <w:t>бильных</w:t>
            </w:r>
            <w:r w:rsidRPr="0070081D">
              <w:rPr>
                <w:sz w:val="24"/>
                <w:szCs w:val="24"/>
              </w:rPr>
              <w:br/>
              <w:t>дорог общего польз</w:t>
            </w:r>
            <w:r w:rsidRPr="0070081D">
              <w:rPr>
                <w:sz w:val="24"/>
                <w:szCs w:val="24"/>
              </w:rPr>
              <w:t>о</w:t>
            </w:r>
            <w:r w:rsidRPr="0070081D">
              <w:rPr>
                <w:sz w:val="24"/>
                <w:szCs w:val="24"/>
              </w:rPr>
              <w:t>вания местного знач</w:t>
            </w:r>
            <w:r w:rsidRPr="0070081D">
              <w:rPr>
                <w:sz w:val="24"/>
                <w:szCs w:val="24"/>
              </w:rPr>
              <w:t>е</w:t>
            </w:r>
            <w:r w:rsidRPr="0070081D">
              <w:rPr>
                <w:sz w:val="24"/>
                <w:szCs w:val="24"/>
              </w:rPr>
              <w:t>ния, не отвечающих нормативным требов</w:t>
            </w:r>
            <w:r w:rsidRPr="0070081D">
              <w:rPr>
                <w:sz w:val="24"/>
                <w:szCs w:val="24"/>
              </w:rPr>
              <w:t>а</w:t>
            </w:r>
            <w:r w:rsidRPr="0070081D">
              <w:rPr>
                <w:sz w:val="24"/>
                <w:szCs w:val="24"/>
              </w:rPr>
              <w:t>ниям, в общей прот</w:t>
            </w:r>
            <w:r w:rsidRPr="0070081D">
              <w:rPr>
                <w:sz w:val="24"/>
                <w:szCs w:val="24"/>
              </w:rPr>
              <w:t>я</w:t>
            </w:r>
            <w:r w:rsidRPr="0070081D">
              <w:rPr>
                <w:sz w:val="24"/>
                <w:szCs w:val="24"/>
              </w:rPr>
              <w:t>женности автомобил</w:t>
            </w:r>
            <w:r w:rsidRPr="0070081D">
              <w:rPr>
                <w:sz w:val="24"/>
                <w:szCs w:val="24"/>
              </w:rPr>
              <w:t>ь</w:t>
            </w:r>
            <w:r w:rsidRPr="0070081D">
              <w:rPr>
                <w:sz w:val="24"/>
                <w:szCs w:val="24"/>
              </w:rPr>
              <w:t>ных дорог общего пользования местного значения</w:t>
            </w:r>
          </w:p>
        </w:tc>
        <w:tc>
          <w:tcPr>
            <w:tcW w:w="1231" w:type="dxa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ведом-</w:t>
            </w:r>
          </w:p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56DD7">
              <w:rPr>
                <w:sz w:val="24"/>
                <w:szCs w:val="24"/>
              </w:rPr>
              <w:t>ственный</w:t>
            </w:r>
            <w:proofErr w:type="spellEnd"/>
          </w:p>
        </w:tc>
        <w:tc>
          <w:tcPr>
            <w:tcW w:w="1111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56DD7">
              <w:rPr>
                <w:sz w:val="24"/>
                <w:szCs w:val="24"/>
              </w:rPr>
              <w:t>Процен</w:t>
            </w:r>
            <w:proofErr w:type="spellEnd"/>
            <w:r w:rsidRPr="00656DD7">
              <w:rPr>
                <w:sz w:val="24"/>
                <w:szCs w:val="24"/>
              </w:rPr>
              <w:t>-</w:t>
            </w:r>
          </w:p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56DD7">
              <w:rPr>
                <w:sz w:val="24"/>
                <w:szCs w:val="24"/>
              </w:rPr>
              <w:t>тов</w:t>
            </w:r>
            <w:proofErr w:type="spellEnd"/>
            <w:proofErr w:type="gramEnd"/>
          </w:p>
        </w:tc>
        <w:tc>
          <w:tcPr>
            <w:tcW w:w="729" w:type="dxa"/>
          </w:tcPr>
          <w:p w:rsidR="00B93FF4" w:rsidRPr="00656DD7" w:rsidRDefault="00B93FF4" w:rsidP="003C0F6A">
            <w:pPr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333,8</w:t>
            </w:r>
          </w:p>
        </w:tc>
        <w:tc>
          <w:tcPr>
            <w:tcW w:w="816" w:type="dxa"/>
          </w:tcPr>
          <w:p w:rsidR="00B93FF4" w:rsidRDefault="00B93FF4" w:rsidP="003C0F6A">
            <w:pPr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333,5</w:t>
            </w:r>
          </w:p>
          <w:p w:rsidR="00B93FF4" w:rsidRPr="008003D5" w:rsidRDefault="00B93FF4" w:rsidP="003C0F6A">
            <w:pPr>
              <w:rPr>
                <w:sz w:val="24"/>
                <w:szCs w:val="24"/>
              </w:rPr>
            </w:pPr>
          </w:p>
        </w:tc>
        <w:tc>
          <w:tcPr>
            <w:tcW w:w="734" w:type="dxa"/>
            <w:shd w:val="clear" w:color="auto" w:fill="auto"/>
          </w:tcPr>
          <w:p w:rsidR="00B93FF4" w:rsidRPr="00656DD7" w:rsidRDefault="00B93FF4" w:rsidP="003C0F6A">
            <w:pPr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333,2</w:t>
            </w:r>
          </w:p>
        </w:tc>
        <w:tc>
          <w:tcPr>
            <w:tcW w:w="734" w:type="dxa"/>
            <w:shd w:val="clear" w:color="auto" w:fill="auto"/>
          </w:tcPr>
          <w:p w:rsidR="00B93FF4" w:rsidRPr="00656DD7" w:rsidRDefault="00B93FF4" w:rsidP="003C0F6A">
            <w:pPr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332,9</w:t>
            </w:r>
          </w:p>
        </w:tc>
        <w:tc>
          <w:tcPr>
            <w:tcW w:w="734" w:type="dxa"/>
            <w:shd w:val="clear" w:color="auto" w:fill="auto"/>
          </w:tcPr>
          <w:p w:rsidR="00B93FF4" w:rsidRPr="00656DD7" w:rsidRDefault="00B93FF4" w:rsidP="003C0F6A">
            <w:pPr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332,6</w:t>
            </w:r>
          </w:p>
        </w:tc>
        <w:tc>
          <w:tcPr>
            <w:tcW w:w="734" w:type="dxa"/>
            <w:shd w:val="clear" w:color="auto" w:fill="auto"/>
          </w:tcPr>
          <w:p w:rsidR="00B93FF4" w:rsidRPr="00656DD7" w:rsidRDefault="00B93FF4" w:rsidP="003C0F6A">
            <w:pPr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332,3</w:t>
            </w:r>
          </w:p>
        </w:tc>
        <w:tc>
          <w:tcPr>
            <w:tcW w:w="735" w:type="dxa"/>
            <w:shd w:val="clear" w:color="auto" w:fill="auto"/>
          </w:tcPr>
          <w:p w:rsidR="00B93FF4" w:rsidRPr="00656DD7" w:rsidRDefault="00B93FF4" w:rsidP="003C0F6A">
            <w:pPr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332,0</w:t>
            </w:r>
          </w:p>
        </w:tc>
        <w:tc>
          <w:tcPr>
            <w:tcW w:w="735" w:type="dxa"/>
            <w:shd w:val="clear" w:color="auto" w:fill="auto"/>
          </w:tcPr>
          <w:p w:rsidR="00B93FF4" w:rsidRPr="00656DD7" w:rsidRDefault="00B93FF4" w:rsidP="003C0F6A">
            <w:pPr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331,7</w:t>
            </w:r>
          </w:p>
        </w:tc>
        <w:tc>
          <w:tcPr>
            <w:tcW w:w="735" w:type="dxa"/>
            <w:shd w:val="clear" w:color="auto" w:fill="auto"/>
          </w:tcPr>
          <w:p w:rsidR="00B93FF4" w:rsidRPr="00656DD7" w:rsidRDefault="00B93FF4" w:rsidP="003C0F6A">
            <w:pPr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331,4</w:t>
            </w:r>
          </w:p>
        </w:tc>
        <w:tc>
          <w:tcPr>
            <w:tcW w:w="735" w:type="dxa"/>
            <w:shd w:val="clear" w:color="auto" w:fill="auto"/>
          </w:tcPr>
          <w:p w:rsidR="00B93FF4" w:rsidRPr="00656DD7" w:rsidRDefault="00B93FF4" w:rsidP="003C0F6A">
            <w:pPr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331,1</w:t>
            </w:r>
          </w:p>
        </w:tc>
        <w:tc>
          <w:tcPr>
            <w:tcW w:w="735" w:type="dxa"/>
            <w:shd w:val="clear" w:color="auto" w:fill="auto"/>
          </w:tcPr>
          <w:p w:rsidR="00B93FF4" w:rsidRPr="00656DD7" w:rsidRDefault="00B93FF4" w:rsidP="003C0F6A">
            <w:pPr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330,8</w:t>
            </w:r>
          </w:p>
        </w:tc>
        <w:tc>
          <w:tcPr>
            <w:tcW w:w="735" w:type="dxa"/>
          </w:tcPr>
          <w:p w:rsidR="00B93FF4" w:rsidRPr="00656DD7" w:rsidRDefault="00B93FF4" w:rsidP="003C0F6A">
            <w:pPr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330,5</w:t>
            </w:r>
          </w:p>
        </w:tc>
        <w:tc>
          <w:tcPr>
            <w:tcW w:w="735" w:type="dxa"/>
          </w:tcPr>
          <w:p w:rsidR="00B93FF4" w:rsidRPr="00656DD7" w:rsidRDefault="00B93FF4" w:rsidP="003C0F6A">
            <w:pPr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330,2</w:t>
            </w:r>
          </w:p>
        </w:tc>
        <w:tc>
          <w:tcPr>
            <w:tcW w:w="446" w:type="dxa"/>
          </w:tcPr>
          <w:p w:rsidR="00B93FF4" w:rsidRPr="00656DD7" w:rsidRDefault="00B93FF4" w:rsidP="003C0F6A">
            <w:pPr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229,9</w:t>
            </w:r>
          </w:p>
        </w:tc>
      </w:tr>
      <w:tr w:rsidR="00364CE3" w:rsidRPr="00656DD7" w:rsidTr="002659BB">
        <w:trPr>
          <w:jc w:val="center"/>
        </w:trPr>
        <w:tc>
          <w:tcPr>
            <w:tcW w:w="15487" w:type="dxa"/>
            <w:gridSpan w:val="18"/>
          </w:tcPr>
          <w:p w:rsidR="00364CE3" w:rsidRPr="00656DD7" w:rsidRDefault="00364CE3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Подпрограмма</w:t>
            </w:r>
            <w:r>
              <w:rPr>
                <w:sz w:val="24"/>
                <w:szCs w:val="24"/>
              </w:rPr>
              <w:t xml:space="preserve"> №1 </w:t>
            </w:r>
            <w:r w:rsidRPr="00656DD7">
              <w:rPr>
                <w:sz w:val="24"/>
                <w:szCs w:val="24"/>
              </w:rPr>
              <w:t xml:space="preserve">«Развитие транспортной инфраструктуры </w:t>
            </w:r>
            <w:proofErr w:type="spellStart"/>
            <w:r w:rsidRPr="00656DD7">
              <w:rPr>
                <w:sz w:val="24"/>
                <w:szCs w:val="24"/>
              </w:rPr>
              <w:t>Целинского</w:t>
            </w:r>
            <w:proofErr w:type="spellEnd"/>
            <w:r w:rsidRPr="00656DD7">
              <w:rPr>
                <w:sz w:val="24"/>
                <w:szCs w:val="24"/>
              </w:rPr>
              <w:t xml:space="preserve"> района»</w:t>
            </w:r>
          </w:p>
        </w:tc>
      </w:tr>
      <w:tr w:rsidR="00B93FF4" w:rsidRPr="00656DD7" w:rsidTr="002659BB">
        <w:trPr>
          <w:jc w:val="center"/>
        </w:trPr>
        <w:tc>
          <w:tcPr>
            <w:tcW w:w="506" w:type="dxa"/>
            <w:shd w:val="clear" w:color="auto" w:fill="auto"/>
          </w:tcPr>
          <w:p w:rsidR="00B93FF4" w:rsidRPr="00656DD7" w:rsidRDefault="008F63F9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67" w:type="dxa"/>
            <w:shd w:val="clear" w:color="auto" w:fill="auto"/>
          </w:tcPr>
          <w:p w:rsidR="00B93FF4" w:rsidRPr="00656DD7" w:rsidRDefault="00B93FF4" w:rsidP="003C0F6A">
            <w:pPr>
              <w:ind w:firstLine="0"/>
              <w:jc w:val="left"/>
              <w:rPr>
                <w:kern w:val="2"/>
                <w:sz w:val="24"/>
                <w:szCs w:val="24"/>
              </w:rPr>
            </w:pPr>
            <w:r w:rsidRPr="00656DD7">
              <w:rPr>
                <w:kern w:val="2"/>
                <w:sz w:val="24"/>
                <w:szCs w:val="24"/>
              </w:rPr>
              <w:t>Показате</w:t>
            </w:r>
            <w:r>
              <w:rPr>
                <w:kern w:val="2"/>
                <w:sz w:val="24"/>
                <w:szCs w:val="24"/>
              </w:rPr>
              <w:t xml:space="preserve">ль </w:t>
            </w:r>
            <w:r w:rsidRPr="005B43CF">
              <w:rPr>
                <w:kern w:val="2"/>
                <w:sz w:val="24"/>
                <w:szCs w:val="24"/>
              </w:rPr>
              <w:t>1.1.</w:t>
            </w:r>
            <w:r w:rsidRPr="00656DD7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 w:rsidRPr="00A40747">
              <w:rPr>
                <w:sz w:val="24"/>
                <w:szCs w:val="24"/>
              </w:rPr>
              <w:t>ол</w:t>
            </w:r>
            <w:r w:rsidRPr="00A40747">
              <w:rPr>
                <w:sz w:val="24"/>
                <w:szCs w:val="24"/>
              </w:rPr>
              <w:t>и</w:t>
            </w:r>
            <w:r w:rsidRPr="00A40747">
              <w:rPr>
                <w:sz w:val="24"/>
                <w:szCs w:val="24"/>
              </w:rPr>
              <w:t>чество километров п</w:t>
            </w:r>
            <w:r w:rsidRPr="00A40747">
              <w:rPr>
                <w:sz w:val="24"/>
                <w:szCs w:val="24"/>
              </w:rPr>
              <w:t>о</w:t>
            </w:r>
            <w:r w:rsidRPr="00A40747">
              <w:rPr>
                <w:sz w:val="24"/>
                <w:szCs w:val="24"/>
              </w:rPr>
              <w:t>строенных  (реконстр</w:t>
            </w:r>
            <w:r w:rsidRPr="00A40747">
              <w:rPr>
                <w:sz w:val="24"/>
                <w:szCs w:val="24"/>
              </w:rPr>
              <w:t>у</w:t>
            </w:r>
            <w:r w:rsidRPr="00A40747">
              <w:rPr>
                <w:sz w:val="24"/>
                <w:szCs w:val="24"/>
              </w:rPr>
              <w:t>ированных) и отремо</w:t>
            </w:r>
            <w:r w:rsidRPr="00A40747">
              <w:rPr>
                <w:sz w:val="24"/>
                <w:szCs w:val="24"/>
              </w:rPr>
              <w:t>н</w:t>
            </w:r>
            <w:r w:rsidRPr="00A40747">
              <w:rPr>
                <w:sz w:val="24"/>
                <w:szCs w:val="24"/>
              </w:rPr>
              <w:t>тированных (капитал</w:t>
            </w:r>
            <w:r w:rsidRPr="00A40747">
              <w:rPr>
                <w:sz w:val="24"/>
                <w:szCs w:val="24"/>
              </w:rPr>
              <w:t>ь</w:t>
            </w:r>
            <w:r w:rsidRPr="00A40747">
              <w:rPr>
                <w:sz w:val="24"/>
                <w:szCs w:val="24"/>
              </w:rPr>
              <w:lastRenderedPageBreak/>
              <w:t>но отремонтированных) автомобильных дорог общего пользования местного значения</w:t>
            </w:r>
          </w:p>
        </w:tc>
        <w:tc>
          <w:tcPr>
            <w:tcW w:w="1231" w:type="dxa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lastRenderedPageBreak/>
              <w:t>ведом-</w:t>
            </w:r>
          </w:p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56DD7">
              <w:rPr>
                <w:sz w:val="24"/>
                <w:szCs w:val="24"/>
              </w:rPr>
              <w:t>ственный</w:t>
            </w:r>
            <w:proofErr w:type="spellEnd"/>
          </w:p>
        </w:tc>
        <w:tc>
          <w:tcPr>
            <w:tcW w:w="1111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кило</w:t>
            </w:r>
            <w:r w:rsidRPr="00656DD7">
              <w:rPr>
                <w:sz w:val="24"/>
                <w:szCs w:val="24"/>
              </w:rPr>
              <w:softHyphen/>
              <w:t>метров</w:t>
            </w:r>
          </w:p>
        </w:tc>
        <w:tc>
          <w:tcPr>
            <w:tcW w:w="729" w:type="dxa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1,76</w:t>
            </w:r>
          </w:p>
        </w:tc>
        <w:tc>
          <w:tcPr>
            <w:tcW w:w="816" w:type="dxa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-</w:t>
            </w:r>
          </w:p>
        </w:tc>
        <w:tc>
          <w:tcPr>
            <w:tcW w:w="734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  <w:tc>
          <w:tcPr>
            <w:tcW w:w="734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</w:t>
            </w:r>
          </w:p>
        </w:tc>
        <w:tc>
          <w:tcPr>
            <w:tcW w:w="734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</w:t>
            </w:r>
          </w:p>
        </w:tc>
        <w:tc>
          <w:tcPr>
            <w:tcW w:w="734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7,2</w:t>
            </w:r>
          </w:p>
        </w:tc>
        <w:tc>
          <w:tcPr>
            <w:tcW w:w="735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10,4</w:t>
            </w:r>
          </w:p>
        </w:tc>
        <w:tc>
          <w:tcPr>
            <w:tcW w:w="735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  <w:tc>
          <w:tcPr>
            <w:tcW w:w="735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12,2</w:t>
            </w:r>
          </w:p>
        </w:tc>
        <w:tc>
          <w:tcPr>
            <w:tcW w:w="735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</w:t>
            </w:r>
          </w:p>
        </w:tc>
        <w:tc>
          <w:tcPr>
            <w:tcW w:w="735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35" w:type="dxa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18,6</w:t>
            </w:r>
          </w:p>
        </w:tc>
        <w:tc>
          <w:tcPr>
            <w:tcW w:w="735" w:type="dxa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20,6</w:t>
            </w:r>
          </w:p>
        </w:tc>
        <w:tc>
          <w:tcPr>
            <w:tcW w:w="446" w:type="dxa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21,3</w:t>
            </w:r>
          </w:p>
        </w:tc>
      </w:tr>
      <w:tr w:rsidR="00B93FF4" w:rsidRPr="00656DD7" w:rsidTr="002659BB">
        <w:trPr>
          <w:jc w:val="center"/>
        </w:trPr>
        <w:tc>
          <w:tcPr>
            <w:tcW w:w="506" w:type="dxa"/>
            <w:shd w:val="clear" w:color="auto" w:fill="auto"/>
          </w:tcPr>
          <w:p w:rsidR="00B93FF4" w:rsidRPr="00656DD7" w:rsidRDefault="008F63F9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567" w:type="dxa"/>
            <w:shd w:val="clear" w:color="auto" w:fill="auto"/>
          </w:tcPr>
          <w:p w:rsidR="00B93FF4" w:rsidRPr="00656DD7" w:rsidRDefault="00B93FF4" w:rsidP="003C0F6A">
            <w:pPr>
              <w:ind w:firstLine="0"/>
              <w:jc w:val="left"/>
              <w:rPr>
                <w:kern w:val="2"/>
                <w:sz w:val="24"/>
                <w:szCs w:val="24"/>
              </w:rPr>
            </w:pPr>
            <w:r w:rsidRPr="005B43CF">
              <w:rPr>
                <w:kern w:val="2"/>
                <w:sz w:val="24"/>
                <w:szCs w:val="24"/>
              </w:rPr>
              <w:t>Показатель 1.2</w:t>
            </w:r>
            <w:r w:rsidRPr="005B43CF">
              <w:rPr>
                <w:kern w:val="2"/>
              </w:rPr>
              <w:t xml:space="preserve"> </w:t>
            </w:r>
            <w:r w:rsidRPr="005B43CF">
              <w:rPr>
                <w:kern w:val="2"/>
                <w:sz w:val="24"/>
                <w:szCs w:val="24"/>
              </w:rPr>
              <w:t>Обесп</w:t>
            </w:r>
            <w:r w:rsidRPr="005B43CF">
              <w:rPr>
                <w:kern w:val="2"/>
                <w:sz w:val="24"/>
                <w:szCs w:val="24"/>
              </w:rPr>
              <w:t>е</w:t>
            </w:r>
            <w:r w:rsidRPr="005B43CF">
              <w:rPr>
                <w:kern w:val="2"/>
                <w:sz w:val="24"/>
                <w:szCs w:val="24"/>
              </w:rPr>
              <w:t>чение</w:t>
            </w:r>
            <w:r w:rsidRPr="0070623F">
              <w:rPr>
                <w:kern w:val="2"/>
                <w:sz w:val="24"/>
                <w:szCs w:val="24"/>
              </w:rPr>
              <w:t xml:space="preserve"> содержания а</w:t>
            </w:r>
            <w:r w:rsidRPr="0070623F">
              <w:rPr>
                <w:kern w:val="2"/>
                <w:sz w:val="24"/>
                <w:szCs w:val="24"/>
              </w:rPr>
              <w:t>в</w:t>
            </w:r>
            <w:r w:rsidRPr="0070623F">
              <w:rPr>
                <w:kern w:val="2"/>
                <w:sz w:val="24"/>
                <w:szCs w:val="24"/>
              </w:rPr>
              <w:t>томобильных дорог общего пользования местного значения (к</w:t>
            </w:r>
            <w:r w:rsidRPr="0070623F">
              <w:rPr>
                <w:kern w:val="2"/>
                <w:sz w:val="24"/>
                <w:szCs w:val="24"/>
              </w:rPr>
              <w:t>и</w:t>
            </w:r>
            <w:r w:rsidRPr="0070623F">
              <w:rPr>
                <w:kern w:val="2"/>
                <w:sz w:val="24"/>
                <w:szCs w:val="24"/>
              </w:rPr>
              <w:t>лометров)**</w:t>
            </w:r>
          </w:p>
        </w:tc>
        <w:tc>
          <w:tcPr>
            <w:tcW w:w="1231" w:type="dxa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ведом-</w:t>
            </w:r>
          </w:p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56DD7">
              <w:rPr>
                <w:sz w:val="24"/>
                <w:szCs w:val="24"/>
              </w:rPr>
              <w:t>ственный</w:t>
            </w:r>
            <w:proofErr w:type="spellEnd"/>
          </w:p>
        </w:tc>
        <w:tc>
          <w:tcPr>
            <w:tcW w:w="1111" w:type="dxa"/>
            <w:shd w:val="clear" w:color="auto" w:fill="auto"/>
          </w:tcPr>
          <w:p w:rsidR="00B93FF4" w:rsidRPr="00656DD7" w:rsidRDefault="00B93FF4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>кило</w:t>
            </w:r>
            <w:r w:rsidRPr="00656DD7">
              <w:rPr>
                <w:sz w:val="24"/>
                <w:szCs w:val="24"/>
              </w:rPr>
              <w:softHyphen/>
              <w:t>метров</w:t>
            </w:r>
          </w:p>
        </w:tc>
        <w:tc>
          <w:tcPr>
            <w:tcW w:w="729" w:type="dxa"/>
          </w:tcPr>
          <w:p w:rsidR="00B93FF4" w:rsidRPr="0070623F" w:rsidRDefault="00B93FF4" w:rsidP="003C0F6A">
            <w:pPr>
              <w:jc w:val="center"/>
              <w:rPr>
                <w:sz w:val="20"/>
                <w:szCs w:val="20"/>
              </w:rPr>
            </w:pPr>
            <w:r w:rsidRPr="0070623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</w:t>
            </w:r>
            <w:r w:rsidRPr="0070623F">
              <w:rPr>
                <w:sz w:val="20"/>
                <w:szCs w:val="20"/>
              </w:rPr>
              <w:t>45,8</w:t>
            </w:r>
          </w:p>
        </w:tc>
        <w:tc>
          <w:tcPr>
            <w:tcW w:w="816" w:type="dxa"/>
          </w:tcPr>
          <w:p w:rsidR="00B93FF4" w:rsidRPr="0070623F" w:rsidRDefault="00B93FF4" w:rsidP="003C0F6A">
            <w:pPr>
              <w:jc w:val="center"/>
              <w:rPr>
                <w:sz w:val="20"/>
                <w:szCs w:val="20"/>
              </w:rPr>
            </w:pPr>
            <w:r w:rsidRPr="0070623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</w:t>
            </w:r>
            <w:r w:rsidRPr="0070623F">
              <w:rPr>
                <w:sz w:val="20"/>
                <w:szCs w:val="20"/>
              </w:rPr>
              <w:t>62,1</w:t>
            </w:r>
          </w:p>
        </w:tc>
        <w:tc>
          <w:tcPr>
            <w:tcW w:w="734" w:type="dxa"/>
            <w:shd w:val="clear" w:color="auto" w:fill="auto"/>
          </w:tcPr>
          <w:p w:rsidR="00B93FF4" w:rsidRPr="0070623F" w:rsidRDefault="00B93FF4" w:rsidP="003C0F6A">
            <w:pPr>
              <w:jc w:val="center"/>
              <w:rPr>
                <w:sz w:val="20"/>
                <w:szCs w:val="20"/>
              </w:rPr>
            </w:pPr>
            <w:r w:rsidRPr="0070623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</w:t>
            </w:r>
            <w:r w:rsidRPr="0070623F">
              <w:rPr>
                <w:sz w:val="20"/>
                <w:szCs w:val="20"/>
              </w:rPr>
              <w:t>62,1</w:t>
            </w:r>
          </w:p>
        </w:tc>
        <w:tc>
          <w:tcPr>
            <w:tcW w:w="734" w:type="dxa"/>
            <w:shd w:val="clear" w:color="auto" w:fill="auto"/>
          </w:tcPr>
          <w:p w:rsidR="00B93FF4" w:rsidRPr="0070623F" w:rsidRDefault="00B93FF4" w:rsidP="003C0F6A">
            <w:pPr>
              <w:jc w:val="center"/>
              <w:rPr>
                <w:sz w:val="20"/>
                <w:szCs w:val="20"/>
              </w:rPr>
            </w:pPr>
            <w:r w:rsidRPr="0070623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</w:t>
            </w:r>
            <w:r w:rsidRPr="0070623F">
              <w:rPr>
                <w:sz w:val="20"/>
                <w:szCs w:val="20"/>
              </w:rPr>
              <w:t>62,1</w:t>
            </w:r>
          </w:p>
        </w:tc>
        <w:tc>
          <w:tcPr>
            <w:tcW w:w="734" w:type="dxa"/>
            <w:shd w:val="clear" w:color="auto" w:fill="auto"/>
          </w:tcPr>
          <w:p w:rsidR="00B93FF4" w:rsidRPr="0070623F" w:rsidRDefault="00B93FF4" w:rsidP="003C0F6A">
            <w:pPr>
              <w:jc w:val="center"/>
              <w:rPr>
                <w:sz w:val="20"/>
                <w:szCs w:val="20"/>
              </w:rPr>
            </w:pPr>
            <w:r w:rsidRPr="0070623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</w:t>
            </w:r>
            <w:r w:rsidRPr="0070623F">
              <w:rPr>
                <w:sz w:val="20"/>
                <w:szCs w:val="20"/>
              </w:rPr>
              <w:t>62,1</w:t>
            </w:r>
          </w:p>
        </w:tc>
        <w:tc>
          <w:tcPr>
            <w:tcW w:w="734" w:type="dxa"/>
            <w:shd w:val="clear" w:color="auto" w:fill="auto"/>
          </w:tcPr>
          <w:p w:rsidR="00B93FF4" w:rsidRPr="0070623F" w:rsidRDefault="00B93FF4" w:rsidP="003C0F6A">
            <w:pPr>
              <w:jc w:val="center"/>
              <w:rPr>
                <w:sz w:val="20"/>
                <w:szCs w:val="20"/>
              </w:rPr>
            </w:pPr>
            <w:r w:rsidRPr="0070623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</w:t>
            </w:r>
            <w:r w:rsidRPr="0070623F">
              <w:rPr>
                <w:sz w:val="20"/>
                <w:szCs w:val="20"/>
              </w:rPr>
              <w:t>62,1</w:t>
            </w:r>
          </w:p>
        </w:tc>
        <w:tc>
          <w:tcPr>
            <w:tcW w:w="735" w:type="dxa"/>
            <w:shd w:val="clear" w:color="auto" w:fill="auto"/>
          </w:tcPr>
          <w:p w:rsidR="00B93FF4" w:rsidRPr="0070623F" w:rsidRDefault="00B93FF4" w:rsidP="003C0F6A">
            <w:pPr>
              <w:jc w:val="center"/>
              <w:rPr>
                <w:sz w:val="20"/>
                <w:szCs w:val="20"/>
              </w:rPr>
            </w:pPr>
            <w:r w:rsidRPr="0070623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</w:t>
            </w:r>
            <w:r w:rsidRPr="0070623F">
              <w:rPr>
                <w:sz w:val="20"/>
                <w:szCs w:val="20"/>
              </w:rPr>
              <w:t>62,1</w:t>
            </w:r>
          </w:p>
        </w:tc>
        <w:tc>
          <w:tcPr>
            <w:tcW w:w="735" w:type="dxa"/>
            <w:shd w:val="clear" w:color="auto" w:fill="auto"/>
          </w:tcPr>
          <w:p w:rsidR="00B93FF4" w:rsidRPr="0070623F" w:rsidRDefault="00B93FF4" w:rsidP="003C0F6A">
            <w:pPr>
              <w:jc w:val="center"/>
              <w:rPr>
                <w:sz w:val="20"/>
                <w:szCs w:val="20"/>
              </w:rPr>
            </w:pPr>
            <w:r w:rsidRPr="0070623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</w:t>
            </w:r>
            <w:r w:rsidRPr="0070623F">
              <w:rPr>
                <w:sz w:val="20"/>
                <w:szCs w:val="20"/>
              </w:rPr>
              <w:t>62,1</w:t>
            </w:r>
          </w:p>
        </w:tc>
        <w:tc>
          <w:tcPr>
            <w:tcW w:w="735" w:type="dxa"/>
            <w:shd w:val="clear" w:color="auto" w:fill="auto"/>
          </w:tcPr>
          <w:p w:rsidR="00B93FF4" w:rsidRPr="0070623F" w:rsidRDefault="00B93FF4" w:rsidP="003C0F6A">
            <w:pPr>
              <w:jc w:val="center"/>
              <w:rPr>
                <w:sz w:val="20"/>
                <w:szCs w:val="20"/>
              </w:rPr>
            </w:pPr>
            <w:r w:rsidRPr="0070623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</w:t>
            </w:r>
            <w:r w:rsidRPr="0070623F">
              <w:rPr>
                <w:sz w:val="20"/>
                <w:szCs w:val="20"/>
              </w:rPr>
              <w:t>62,1</w:t>
            </w:r>
          </w:p>
        </w:tc>
        <w:tc>
          <w:tcPr>
            <w:tcW w:w="735" w:type="dxa"/>
            <w:shd w:val="clear" w:color="auto" w:fill="auto"/>
          </w:tcPr>
          <w:p w:rsidR="00B93FF4" w:rsidRPr="0070623F" w:rsidRDefault="00B93FF4" w:rsidP="003C0F6A">
            <w:pPr>
              <w:jc w:val="center"/>
              <w:rPr>
                <w:sz w:val="20"/>
                <w:szCs w:val="20"/>
              </w:rPr>
            </w:pPr>
            <w:r w:rsidRPr="0070623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</w:t>
            </w:r>
            <w:r w:rsidRPr="0070623F">
              <w:rPr>
                <w:sz w:val="20"/>
                <w:szCs w:val="20"/>
              </w:rPr>
              <w:t>62,1</w:t>
            </w:r>
          </w:p>
        </w:tc>
        <w:tc>
          <w:tcPr>
            <w:tcW w:w="735" w:type="dxa"/>
            <w:shd w:val="clear" w:color="auto" w:fill="auto"/>
          </w:tcPr>
          <w:p w:rsidR="00B93FF4" w:rsidRPr="0070623F" w:rsidRDefault="00B93FF4" w:rsidP="003C0F6A">
            <w:pPr>
              <w:jc w:val="center"/>
              <w:rPr>
                <w:sz w:val="20"/>
                <w:szCs w:val="20"/>
              </w:rPr>
            </w:pPr>
            <w:r w:rsidRPr="0070623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</w:t>
            </w:r>
            <w:r w:rsidRPr="0070623F">
              <w:rPr>
                <w:sz w:val="20"/>
                <w:szCs w:val="20"/>
              </w:rPr>
              <w:t>62,1</w:t>
            </w:r>
          </w:p>
        </w:tc>
        <w:tc>
          <w:tcPr>
            <w:tcW w:w="735" w:type="dxa"/>
          </w:tcPr>
          <w:p w:rsidR="00B93FF4" w:rsidRPr="0070623F" w:rsidRDefault="00B93FF4" w:rsidP="003C0F6A">
            <w:pPr>
              <w:jc w:val="center"/>
              <w:rPr>
                <w:sz w:val="20"/>
                <w:szCs w:val="20"/>
              </w:rPr>
            </w:pPr>
            <w:r w:rsidRPr="0070623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</w:t>
            </w:r>
            <w:r w:rsidRPr="0070623F">
              <w:rPr>
                <w:sz w:val="20"/>
                <w:szCs w:val="20"/>
              </w:rPr>
              <w:t>62,1</w:t>
            </w:r>
          </w:p>
        </w:tc>
        <w:tc>
          <w:tcPr>
            <w:tcW w:w="735" w:type="dxa"/>
          </w:tcPr>
          <w:p w:rsidR="00B93FF4" w:rsidRPr="0070623F" w:rsidRDefault="00B93FF4" w:rsidP="003C0F6A">
            <w:pPr>
              <w:jc w:val="center"/>
              <w:rPr>
                <w:sz w:val="20"/>
                <w:szCs w:val="20"/>
              </w:rPr>
            </w:pPr>
            <w:r w:rsidRPr="0070623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</w:t>
            </w:r>
            <w:r w:rsidRPr="0070623F">
              <w:rPr>
                <w:sz w:val="20"/>
                <w:szCs w:val="20"/>
              </w:rPr>
              <w:t>62,1</w:t>
            </w:r>
          </w:p>
        </w:tc>
        <w:tc>
          <w:tcPr>
            <w:tcW w:w="446" w:type="dxa"/>
          </w:tcPr>
          <w:p w:rsidR="00B93FF4" w:rsidRPr="0070623F" w:rsidRDefault="00B93FF4" w:rsidP="003C0F6A">
            <w:pPr>
              <w:jc w:val="center"/>
              <w:rPr>
                <w:sz w:val="20"/>
                <w:szCs w:val="20"/>
              </w:rPr>
            </w:pPr>
            <w:r w:rsidRPr="0070623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4</w:t>
            </w:r>
            <w:r w:rsidRPr="0070623F">
              <w:rPr>
                <w:sz w:val="20"/>
                <w:szCs w:val="20"/>
              </w:rPr>
              <w:t>62,1</w:t>
            </w:r>
          </w:p>
        </w:tc>
      </w:tr>
      <w:tr w:rsidR="00E90EEF" w:rsidRPr="00656DD7" w:rsidTr="002659BB">
        <w:trPr>
          <w:jc w:val="center"/>
        </w:trPr>
        <w:tc>
          <w:tcPr>
            <w:tcW w:w="15487" w:type="dxa"/>
            <w:gridSpan w:val="18"/>
          </w:tcPr>
          <w:p w:rsidR="00E90EEF" w:rsidRPr="00656DD7" w:rsidRDefault="00E90EEF" w:rsidP="00E90EEF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656DD7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 xml:space="preserve">№2 </w:t>
            </w:r>
            <w:r w:rsidRPr="00656DD7">
              <w:rPr>
                <w:sz w:val="24"/>
                <w:szCs w:val="24"/>
              </w:rPr>
              <w:t xml:space="preserve">«Повышение безопасности дорожного движения на территории </w:t>
            </w:r>
            <w:proofErr w:type="spellStart"/>
            <w:r w:rsidRPr="00656DD7">
              <w:rPr>
                <w:sz w:val="24"/>
                <w:szCs w:val="24"/>
              </w:rPr>
              <w:t>Целинского</w:t>
            </w:r>
            <w:proofErr w:type="spellEnd"/>
            <w:r w:rsidRPr="00656DD7">
              <w:rPr>
                <w:sz w:val="24"/>
                <w:szCs w:val="24"/>
              </w:rPr>
              <w:t xml:space="preserve"> района»</w:t>
            </w:r>
          </w:p>
        </w:tc>
      </w:tr>
      <w:tr w:rsidR="00B93FF4" w:rsidRPr="00656DD7" w:rsidTr="002659BB">
        <w:trPr>
          <w:jc w:val="center"/>
        </w:trPr>
        <w:tc>
          <w:tcPr>
            <w:tcW w:w="506" w:type="dxa"/>
            <w:shd w:val="clear" w:color="auto" w:fill="auto"/>
          </w:tcPr>
          <w:p w:rsidR="00B93FF4" w:rsidRPr="00656DD7" w:rsidRDefault="008F63F9" w:rsidP="003C0F6A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67" w:type="dxa"/>
            <w:shd w:val="clear" w:color="auto" w:fill="auto"/>
          </w:tcPr>
          <w:p w:rsidR="00B93FF4" w:rsidRPr="005B43CF" w:rsidRDefault="00B93FF4" w:rsidP="003C0F6A">
            <w:pPr>
              <w:widowControl w:val="0"/>
              <w:ind w:firstLine="0"/>
              <w:jc w:val="left"/>
              <w:rPr>
                <w:kern w:val="2"/>
                <w:sz w:val="24"/>
                <w:szCs w:val="24"/>
              </w:rPr>
            </w:pPr>
            <w:r w:rsidRPr="005B43CF">
              <w:rPr>
                <w:kern w:val="2"/>
                <w:sz w:val="24"/>
                <w:szCs w:val="24"/>
              </w:rPr>
              <w:t>Показатель 2.1.</w:t>
            </w:r>
          </w:p>
          <w:p w:rsidR="00B93FF4" w:rsidRPr="00656DD7" w:rsidRDefault="00B93FF4" w:rsidP="003C0F6A">
            <w:pPr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5B43CF">
              <w:rPr>
                <w:kern w:val="2"/>
                <w:sz w:val="24"/>
                <w:szCs w:val="24"/>
              </w:rPr>
              <w:t>Смертность в результ</w:t>
            </w:r>
            <w:r w:rsidRPr="005B43CF">
              <w:rPr>
                <w:kern w:val="2"/>
                <w:sz w:val="24"/>
                <w:szCs w:val="24"/>
              </w:rPr>
              <w:t>а</w:t>
            </w:r>
            <w:r w:rsidRPr="005B43CF">
              <w:rPr>
                <w:kern w:val="2"/>
                <w:sz w:val="24"/>
                <w:szCs w:val="24"/>
              </w:rPr>
              <w:t>те</w:t>
            </w:r>
            <w:r w:rsidRPr="00A04CEB">
              <w:rPr>
                <w:kern w:val="2"/>
                <w:sz w:val="24"/>
                <w:szCs w:val="24"/>
              </w:rPr>
              <w:t xml:space="preserve"> дорожно-транспортных прои</w:t>
            </w:r>
            <w:r w:rsidRPr="00A04CEB">
              <w:rPr>
                <w:kern w:val="2"/>
                <w:sz w:val="24"/>
                <w:szCs w:val="24"/>
              </w:rPr>
              <w:t>с</w:t>
            </w:r>
            <w:r w:rsidRPr="00A04CEB">
              <w:rPr>
                <w:kern w:val="2"/>
                <w:sz w:val="24"/>
                <w:szCs w:val="24"/>
              </w:rPr>
              <w:t>шествий</w:t>
            </w:r>
          </w:p>
        </w:tc>
        <w:tc>
          <w:tcPr>
            <w:tcW w:w="1231" w:type="dxa"/>
          </w:tcPr>
          <w:p w:rsidR="00B93FF4" w:rsidRPr="00A04CEB" w:rsidRDefault="00B93FF4" w:rsidP="003C0F6A">
            <w:pPr>
              <w:suppressLineNumbers/>
              <w:shd w:val="clear" w:color="auto" w:fill="FFFFFF"/>
              <w:suppressAutoHyphens/>
              <w:spacing w:line="221" w:lineRule="auto"/>
              <w:ind w:firstLine="0"/>
              <w:jc w:val="left"/>
              <w:rPr>
                <w:kern w:val="2"/>
                <w:sz w:val="24"/>
                <w:szCs w:val="24"/>
              </w:rPr>
            </w:pPr>
            <w:r w:rsidRPr="00A04CEB">
              <w:rPr>
                <w:kern w:val="2"/>
                <w:sz w:val="24"/>
                <w:szCs w:val="24"/>
              </w:rPr>
              <w:t>ведом</w:t>
            </w:r>
            <w:r w:rsidRPr="00A04CEB">
              <w:rPr>
                <w:kern w:val="2"/>
                <w:sz w:val="24"/>
                <w:szCs w:val="24"/>
              </w:rPr>
              <w:softHyphen/>
              <w:t>ствен</w:t>
            </w:r>
            <w:r w:rsidRPr="00A04CEB">
              <w:rPr>
                <w:kern w:val="2"/>
                <w:sz w:val="24"/>
                <w:szCs w:val="24"/>
              </w:rPr>
              <w:softHyphen/>
              <w:t>ный</w:t>
            </w:r>
          </w:p>
        </w:tc>
        <w:tc>
          <w:tcPr>
            <w:tcW w:w="1111" w:type="dxa"/>
            <w:shd w:val="clear" w:color="auto" w:fill="auto"/>
          </w:tcPr>
          <w:p w:rsidR="00B93FF4" w:rsidRPr="00A04CEB" w:rsidRDefault="00B93FF4" w:rsidP="003C0F6A">
            <w:pPr>
              <w:suppressLineNumbers/>
              <w:shd w:val="clear" w:color="auto" w:fill="FFFFFF"/>
              <w:suppressAutoHyphens/>
              <w:spacing w:line="221" w:lineRule="auto"/>
              <w:ind w:firstLine="0"/>
              <w:jc w:val="left"/>
              <w:rPr>
                <w:kern w:val="2"/>
                <w:sz w:val="24"/>
                <w:szCs w:val="24"/>
              </w:rPr>
            </w:pPr>
            <w:r w:rsidRPr="00A04CEB">
              <w:rPr>
                <w:kern w:val="2"/>
                <w:sz w:val="24"/>
                <w:szCs w:val="24"/>
              </w:rPr>
              <w:t>число погиб</w:t>
            </w:r>
            <w:r w:rsidRPr="00A04CEB">
              <w:rPr>
                <w:kern w:val="2"/>
                <w:sz w:val="24"/>
                <w:szCs w:val="24"/>
              </w:rPr>
              <w:softHyphen/>
              <w:t xml:space="preserve">ших </w:t>
            </w:r>
          </w:p>
          <w:p w:rsidR="00B93FF4" w:rsidRPr="00A04CEB" w:rsidRDefault="00B93FF4" w:rsidP="003C0F6A">
            <w:pPr>
              <w:suppressLineNumbers/>
              <w:shd w:val="clear" w:color="auto" w:fill="FFFFFF"/>
              <w:suppressAutoHyphens/>
              <w:spacing w:line="221" w:lineRule="auto"/>
              <w:ind w:firstLine="0"/>
              <w:jc w:val="left"/>
              <w:rPr>
                <w:kern w:val="2"/>
                <w:sz w:val="24"/>
                <w:szCs w:val="24"/>
              </w:rPr>
            </w:pPr>
            <w:r w:rsidRPr="00A04CEB">
              <w:rPr>
                <w:kern w:val="2"/>
                <w:sz w:val="24"/>
                <w:szCs w:val="24"/>
              </w:rPr>
              <w:t xml:space="preserve">на 100 </w:t>
            </w:r>
            <w:r w:rsidRPr="00A04CEB">
              <w:rPr>
                <w:spacing w:val="-6"/>
                <w:kern w:val="2"/>
                <w:sz w:val="24"/>
                <w:szCs w:val="24"/>
              </w:rPr>
              <w:t>тыс. насе</w:t>
            </w:r>
            <w:r w:rsidRPr="00A04CEB">
              <w:rPr>
                <w:spacing w:val="-6"/>
                <w:kern w:val="2"/>
                <w:sz w:val="24"/>
                <w:szCs w:val="24"/>
              </w:rPr>
              <w:softHyphen/>
              <w:t>ления</w:t>
            </w:r>
          </w:p>
        </w:tc>
        <w:tc>
          <w:tcPr>
            <w:tcW w:w="729" w:type="dxa"/>
            <w:vAlign w:val="center"/>
          </w:tcPr>
          <w:p w:rsidR="00B93FF4" w:rsidRPr="0070081D" w:rsidRDefault="00B93FF4" w:rsidP="003C0F6A">
            <w:pPr>
              <w:ind w:left="-2" w:right="-13" w:firstLine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12,1</w:t>
            </w:r>
          </w:p>
        </w:tc>
        <w:tc>
          <w:tcPr>
            <w:tcW w:w="816" w:type="dxa"/>
            <w:vAlign w:val="center"/>
          </w:tcPr>
          <w:p w:rsidR="00B93FF4" w:rsidRPr="0070081D" w:rsidRDefault="00B93FF4" w:rsidP="003C0F6A">
            <w:pPr>
              <w:ind w:left="-2" w:right="-13" w:firstLine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11,4</w:t>
            </w:r>
          </w:p>
        </w:tc>
        <w:tc>
          <w:tcPr>
            <w:tcW w:w="734" w:type="dxa"/>
            <w:shd w:val="clear" w:color="auto" w:fill="auto"/>
            <w:vAlign w:val="center"/>
          </w:tcPr>
          <w:p w:rsidR="00B93FF4" w:rsidRPr="0070081D" w:rsidRDefault="00B93FF4" w:rsidP="003C0F6A">
            <w:pPr>
              <w:ind w:left="-2" w:right="-13" w:firstLine="7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10,6</w:t>
            </w:r>
          </w:p>
        </w:tc>
        <w:tc>
          <w:tcPr>
            <w:tcW w:w="734" w:type="dxa"/>
            <w:shd w:val="clear" w:color="auto" w:fill="auto"/>
            <w:vAlign w:val="center"/>
          </w:tcPr>
          <w:p w:rsidR="00B93FF4" w:rsidRPr="0070081D" w:rsidRDefault="00B93FF4" w:rsidP="003C0F6A">
            <w:pPr>
              <w:ind w:left="-2" w:right="-13" w:firstLine="7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70081D">
              <w:rPr>
                <w:sz w:val="24"/>
                <w:szCs w:val="24"/>
              </w:rPr>
              <w:t>,07</w:t>
            </w:r>
          </w:p>
        </w:tc>
        <w:tc>
          <w:tcPr>
            <w:tcW w:w="734" w:type="dxa"/>
            <w:shd w:val="clear" w:color="auto" w:fill="auto"/>
            <w:vAlign w:val="center"/>
          </w:tcPr>
          <w:p w:rsidR="00B93FF4" w:rsidRPr="0070081D" w:rsidRDefault="00B93FF4" w:rsidP="003C0F6A">
            <w:pPr>
              <w:ind w:left="-2" w:right="-13" w:firstLine="7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70081D">
              <w:rPr>
                <w:sz w:val="24"/>
                <w:szCs w:val="24"/>
              </w:rPr>
              <w:t>,07</w:t>
            </w:r>
          </w:p>
        </w:tc>
        <w:tc>
          <w:tcPr>
            <w:tcW w:w="734" w:type="dxa"/>
            <w:shd w:val="clear" w:color="auto" w:fill="auto"/>
            <w:vAlign w:val="center"/>
          </w:tcPr>
          <w:p w:rsidR="00B93FF4" w:rsidRPr="0070081D" w:rsidRDefault="00B93FF4" w:rsidP="003C0F6A">
            <w:pPr>
              <w:ind w:left="-2" w:right="-13" w:firstLine="7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0081D">
              <w:rPr>
                <w:sz w:val="24"/>
                <w:szCs w:val="24"/>
              </w:rPr>
              <w:t>,05</w:t>
            </w:r>
          </w:p>
        </w:tc>
        <w:tc>
          <w:tcPr>
            <w:tcW w:w="735" w:type="dxa"/>
            <w:shd w:val="clear" w:color="auto" w:fill="auto"/>
          </w:tcPr>
          <w:p w:rsidR="00B93FF4" w:rsidRDefault="00B93FF4" w:rsidP="003C0F6A">
            <w:pPr>
              <w:suppressLineNumbers/>
              <w:shd w:val="clear" w:color="auto" w:fill="FFFFFF"/>
              <w:suppressAutoHyphens/>
              <w:spacing w:line="221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</w:t>
            </w:r>
          </w:p>
          <w:p w:rsidR="00B93FF4" w:rsidRPr="00A04CEB" w:rsidRDefault="00B93FF4" w:rsidP="003C0F6A">
            <w:pPr>
              <w:suppressLineNumbers/>
              <w:shd w:val="clear" w:color="auto" w:fill="FFFFFF"/>
              <w:suppressAutoHyphens/>
              <w:spacing w:line="221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55,0</w:t>
            </w:r>
          </w:p>
        </w:tc>
        <w:tc>
          <w:tcPr>
            <w:tcW w:w="735" w:type="dxa"/>
            <w:shd w:val="clear" w:color="auto" w:fill="auto"/>
          </w:tcPr>
          <w:p w:rsidR="00B93FF4" w:rsidRDefault="00B93FF4" w:rsidP="003C0F6A">
            <w:pPr>
              <w:suppressLineNumbers/>
              <w:shd w:val="clear" w:color="auto" w:fill="FFFFFF"/>
              <w:suppressAutoHyphens/>
              <w:spacing w:line="221" w:lineRule="auto"/>
              <w:jc w:val="center"/>
              <w:rPr>
                <w:kern w:val="2"/>
                <w:sz w:val="24"/>
                <w:szCs w:val="24"/>
              </w:rPr>
            </w:pPr>
            <w:r w:rsidRPr="00A04CEB">
              <w:rPr>
                <w:kern w:val="2"/>
                <w:sz w:val="24"/>
                <w:szCs w:val="24"/>
              </w:rPr>
              <w:t>4</w:t>
            </w:r>
          </w:p>
          <w:p w:rsidR="00B93FF4" w:rsidRPr="00A04CEB" w:rsidRDefault="00B93FF4" w:rsidP="003C0F6A">
            <w:pPr>
              <w:suppressLineNumbers/>
              <w:shd w:val="clear" w:color="auto" w:fill="FFFFFF"/>
              <w:suppressAutoHyphens/>
              <w:spacing w:line="221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44</w:t>
            </w:r>
            <w:r w:rsidRPr="00A04CEB">
              <w:rPr>
                <w:kern w:val="2"/>
                <w:sz w:val="24"/>
                <w:szCs w:val="24"/>
              </w:rPr>
              <w:t>,0</w:t>
            </w:r>
          </w:p>
        </w:tc>
        <w:tc>
          <w:tcPr>
            <w:tcW w:w="735" w:type="dxa"/>
            <w:shd w:val="clear" w:color="auto" w:fill="auto"/>
          </w:tcPr>
          <w:p w:rsidR="00B93FF4" w:rsidRDefault="00B93FF4" w:rsidP="003C0F6A">
            <w:pPr>
              <w:suppressLineNumbers/>
              <w:shd w:val="clear" w:color="auto" w:fill="FFFFFF"/>
              <w:suppressAutoHyphens/>
              <w:spacing w:line="221" w:lineRule="auto"/>
              <w:jc w:val="center"/>
              <w:rPr>
                <w:kern w:val="2"/>
                <w:sz w:val="24"/>
                <w:szCs w:val="24"/>
              </w:rPr>
            </w:pPr>
            <w:r w:rsidRPr="00A04CEB">
              <w:rPr>
                <w:kern w:val="2"/>
                <w:sz w:val="24"/>
                <w:szCs w:val="24"/>
              </w:rPr>
              <w:t>3</w:t>
            </w:r>
          </w:p>
          <w:p w:rsidR="00B93FF4" w:rsidRPr="00A04CEB" w:rsidRDefault="00B93FF4" w:rsidP="003C0F6A">
            <w:pPr>
              <w:suppressLineNumbers/>
              <w:shd w:val="clear" w:color="auto" w:fill="FFFFFF"/>
              <w:suppressAutoHyphens/>
              <w:spacing w:line="221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33</w:t>
            </w:r>
            <w:r w:rsidRPr="00A04CEB">
              <w:rPr>
                <w:kern w:val="2"/>
                <w:sz w:val="24"/>
                <w:szCs w:val="24"/>
              </w:rPr>
              <w:t>,13</w:t>
            </w:r>
          </w:p>
        </w:tc>
        <w:tc>
          <w:tcPr>
            <w:tcW w:w="735" w:type="dxa"/>
            <w:shd w:val="clear" w:color="auto" w:fill="auto"/>
          </w:tcPr>
          <w:p w:rsidR="00B93FF4" w:rsidRDefault="00B93FF4" w:rsidP="003C0F6A">
            <w:pPr>
              <w:suppressLineNumbers/>
              <w:shd w:val="clear" w:color="auto" w:fill="FFFFFF"/>
              <w:suppressAutoHyphens/>
              <w:spacing w:line="221" w:lineRule="auto"/>
              <w:jc w:val="center"/>
              <w:rPr>
                <w:kern w:val="2"/>
                <w:sz w:val="24"/>
                <w:szCs w:val="24"/>
              </w:rPr>
            </w:pPr>
            <w:r w:rsidRPr="00A04CEB">
              <w:rPr>
                <w:kern w:val="2"/>
                <w:sz w:val="24"/>
                <w:szCs w:val="24"/>
              </w:rPr>
              <w:t>2</w:t>
            </w:r>
          </w:p>
          <w:p w:rsidR="00B93FF4" w:rsidRPr="00A04CEB" w:rsidRDefault="00B93FF4" w:rsidP="003C0F6A">
            <w:pPr>
              <w:suppressLineNumbers/>
              <w:shd w:val="clear" w:color="auto" w:fill="FFFFFF"/>
              <w:suppressAutoHyphens/>
              <w:spacing w:line="221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22</w:t>
            </w:r>
            <w:r w:rsidRPr="00A04CEB">
              <w:rPr>
                <w:kern w:val="2"/>
                <w:sz w:val="24"/>
                <w:szCs w:val="24"/>
              </w:rPr>
              <w:t>,4</w:t>
            </w:r>
          </w:p>
        </w:tc>
        <w:tc>
          <w:tcPr>
            <w:tcW w:w="735" w:type="dxa"/>
            <w:shd w:val="clear" w:color="auto" w:fill="auto"/>
          </w:tcPr>
          <w:p w:rsidR="00B93FF4" w:rsidRDefault="00B93FF4" w:rsidP="003C0F6A">
            <w:pPr>
              <w:suppressLineNumbers/>
              <w:shd w:val="clear" w:color="auto" w:fill="FFFFFF"/>
              <w:suppressAutoHyphens/>
              <w:spacing w:line="221" w:lineRule="auto"/>
              <w:jc w:val="center"/>
              <w:rPr>
                <w:kern w:val="2"/>
                <w:sz w:val="24"/>
                <w:szCs w:val="24"/>
              </w:rPr>
            </w:pPr>
            <w:r w:rsidRPr="00A04CEB">
              <w:rPr>
                <w:kern w:val="2"/>
                <w:sz w:val="24"/>
                <w:szCs w:val="24"/>
              </w:rPr>
              <w:t>1</w:t>
            </w:r>
          </w:p>
          <w:p w:rsidR="00B93FF4" w:rsidRPr="00A04CEB" w:rsidRDefault="00B93FF4" w:rsidP="003C0F6A">
            <w:pPr>
              <w:suppressLineNumbers/>
              <w:shd w:val="clear" w:color="auto" w:fill="FFFFFF"/>
              <w:suppressAutoHyphens/>
              <w:spacing w:line="221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11</w:t>
            </w:r>
            <w:r w:rsidRPr="00A04CEB">
              <w:rPr>
                <w:kern w:val="2"/>
                <w:sz w:val="24"/>
                <w:szCs w:val="24"/>
              </w:rPr>
              <w:t>,6</w:t>
            </w:r>
          </w:p>
        </w:tc>
        <w:tc>
          <w:tcPr>
            <w:tcW w:w="735" w:type="dxa"/>
          </w:tcPr>
          <w:p w:rsidR="00B93FF4" w:rsidRDefault="00B93FF4" w:rsidP="003C0F6A">
            <w:pPr>
              <w:suppressLineNumbers/>
              <w:shd w:val="clear" w:color="auto" w:fill="FFFFFF"/>
              <w:suppressAutoHyphens/>
              <w:spacing w:line="221" w:lineRule="auto"/>
              <w:jc w:val="center"/>
              <w:rPr>
                <w:kern w:val="2"/>
                <w:sz w:val="24"/>
                <w:szCs w:val="24"/>
              </w:rPr>
            </w:pPr>
            <w:r w:rsidRPr="00A04CEB">
              <w:rPr>
                <w:kern w:val="2"/>
                <w:sz w:val="24"/>
                <w:szCs w:val="24"/>
              </w:rPr>
              <w:t>0</w:t>
            </w:r>
          </w:p>
          <w:p w:rsidR="00B93FF4" w:rsidRPr="00A04CEB" w:rsidRDefault="00B93FF4" w:rsidP="003C0F6A">
            <w:pPr>
              <w:suppressLineNumbers/>
              <w:shd w:val="clear" w:color="auto" w:fill="FFFFFF"/>
              <w:suppressAutoHyphens/>
              <w:spacing w:line="221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11</w:t>
            </w:r>
            <w:r w:rsidRPr="00A04CEB">
              <w:rPr>
                <w:kern w:val="2"/>
                <w:sz w:val="24"/>
                <w:szCs w:val="24"/>
              </w:rPr>
              <w:t>,8</w:t>
            </w:r>
          </w:p>
        </w:tc>
        <w:tc>
          <w:tcPr>
            <w:tcW w:w="735" w:type="dxa"/>
          </w:tcPr>
          <w:p w:rsidR="00B93FF4" w:rsidRDefault="00B93FF4" w:rsidP="003C0F6A">
            <w:pPr>
              <w:suppressLineNumbers/>
              <w:shd w:val="clear" w:color="auto" w:fill="FFFFFF"/>
              <w:suppressAutoHyphens/>
              <w:spacing w:line="221" w:lineRule="auto"/>
              <w:jc w:val="center"/>
              <w:rPr>
                <w:kern w:val="2"/>
                <w:sz w:val="24"/>
                <w:szCs w:val="24"/>
              </w:rPr>
            </w:pPr>
            <w:r w:rsidRPr="00A04CEB">
              <w:rPr>
                <w:kern w:val="2"/>
                <w:sz w:val="24"/>
                <w:szCs w:val="24"/>
              </w:rPr>
              <w:t>0</w:t>
            </w:r>
          </w:p>
          <w:p w:rsidR="00B93FF4" w:rsidRPr="00A04CEB" w:rsidRDefault="00B93FF4" w:rsidP="003C0F6A">
            <w:pPr>
              <w:suppressLineNumbers/>
              <w:shd w:val="clear" w:color="auto" w:fill="FFFFFF"/>
              <w:suppressAutoHyphens/>
              <w:spacing w:line="221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00</w:t>
            </w:r>
            <w:r w:rsidRPr="00A04CEB">
              <w:rPr>
                <w:kern w:val="2"/>
                <w:sz w:val="24"/>
                <w:szCs w:val="24"/>
              </w:rPr>
              <w:t>,4</w:t>
            </w:r>
          </w:p>
        </w:tc>
        <w:tc>
          <w:tcPr>
            <w:tcW w:w="446" w:type="dxa"/>
          </w:tcPr>
          <w:p w:rsidR="00B93FF4" w:rsidRDefault="00B93FF4" w:rsidP="003C0F6A">
            <w:pPr>
              <w:suppressLineNumbers/>
              <w:shd w:val="clear" w:color="auto" w:fill="FFFFFF"/>
              <w:suppressAutoHyphens/>
              <w:spacing w:line="221" w:lineRule="auto"/>
              <w:jc w:val="center"/>
              <w:rPr>
                <w:kern w:val="2"/>
                <w:sz w:val="24"/>
                <w:szCs w:val="24"/>
              </w:rPr>
            </w:pPr>
            <w:r w:rsidRPr="00A04CEB">
              <w:rPr>
                <w:kern w:val="2"/>
                <w:sz w:val="24"/>
                <w:szCs w:val="24"/>
              </w:rPr>
              <w:t>0</w:t>
            </w:r>
          </w:p>
          <w:p w:rsidR="00B93FF4" w:rsidRPr="004E7D5A" w:rsidRDefault="00B93FF4" w:rsidP="009D4B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9D4B33">
              <w:rPr>
                <w:sz w:val="24"/>
                <w:szCs w:val="24"/>
              </w:rPr>
              <w:t>0,2</w:t>
            </w:r>
          </w:p>
        </w:tc>
      </w:tr>
    </w:tbl>
    <w:p w:rsidR="00B93FF4" w:rsidRPr="0070081D" w:rsidRDefault="00B93FF4" w:rsidP="00B93FF4">
      <w:pPr>
        <w:rPr>
          <w:sz w:val="24"/>
          <w:szCs w:val="24"/>
        </w:rPr>
      </w:pPr>
    </w:p>
    <w:p w:rsidR="00B93FF4" w:rsidRDefault="00B93FF4" w:rsidP="00B93FF4">
      <w:pPr>
        <w:rPr>
          <w:sz w:val="24"/>
          <w:szCs w:val="24"/>
        </w:rPr>
      </w:pPr>
    </w:p>
    <w:p w:rsidR="00B93FF4" w:rsidRDefault="00B93FF4" w:rsidP="00B93FF4">
      <w:pPr>
        <w:tabs>
          <w:tab w:val="left" w:pos="6848"/>
          <w:tab w:val="center" w:pos="7717"/>
        </w:tabs>
        <w:autoSpaceDE w:val="0"/>
        <w:autoSpaceDN w:val="0"/>
        <w:adjustRightInd w:val="0"/>
        <w:spacing w:line="235" w:lineRule="auto"/>
        <w:ind w:firstLine="0"/>
        <w:jc w:val="left"/>
        <w:rPr>
          <w:bCs/>
          <w:kern w:val="2"/>
        </w:rPr>
      </w:pPr>
    </w:p>
    <w:p w:rsidR="00B93FF4" w:rsidRDefault="00B93FF4" w:rsidP="00B93FF4">
      <w:pPr>
        <w:tabs>
          <w:tab w:val="left" w:pos="12757"/>
        </w:tabs>
        <w:autoSpaceDE w:val="0"/>
        <w:autoSpaceDN w:val="0"/>
        <w:adjustRightInd w:val="0"/>
        <w:spacing w:line="235" w:lineRule="auto"/>
        <w:ind w:firstLine="0"/>
        <w:jc w:val="left"/>
        <w:rPr>
          <w:bCs/>
          <w:kern w:val="2"/>
        </w:rPr>
      </w:pPr>
    </w:p>
    <w:p w:rsidR="00B93FF4" w:rsidRDefault="00B93FF4" w:rsidP="00B93FF4">
      <w:pPr>
        <w:tabs>
          <w:tab w:val="left" w:pos="12757"/>
        </w:tabs>
        <w:autoSpaceDE w:val="0"/>
        <w:autoSpaceDN w:val="0"/>
        <w:adjustRightInd w:val="0"/>
        <w:spacing w:line="235" w:lineRule="auto"/>
        <w:ind w:firstLine="0"/>
        <w:jc w:val="left"/>
        <w:rPr>
          <w:bCs/>
          <w:kern w:val="2"/>
        </w:rPr>
      </w:pPr>
    </w:p>
    <w:p w:rsidR="00B93FF4" w:rsidRDefault="00B93FF4" w:rsidP="00B93FF4">
      <w:pPr>
        <w:tabs>
          <w:tab w:val="left" w:pos="12757"/>
        </w:tabs>
        <w:autoSpaceDE w:val="0"/>
        <w:autoSpaceDN w:val="0"/>
        <w:adjustRightInd w:val="0"/>
        <w:spacing w:line="235" w:lineRule="auto"/>
        <w:ind w:firstLine="0"/>
        <w:jc w:val="left"/>
        <w:rPr>
          <w:bCs/>
          <w:kern w:val="2"/>
        </w:rPr>
      </w:pPr>
    </w:p>
    <w:p w:rsidR="00B93FF4" w:rsidRDefault="00B93FF4" w:rsidP="00B93FF4">
      <w:pPr>
        <w:tabs>
          <w:tab w:val="left" w:pos="12757"/>
        </w:tabs>
        <w:autoSpaceDE w:val="0"/>
        <w:autoSpaceDN w:val="0"/>
        <w:adjustRightInd w:val="0"/>
        <w:spacing w:line="235" w:lineRule="auto"/>
        <w:ind w:firstLine="0"/>
        <w:jc w:val="left"/>
        <w:rPr>
          <w:bCs/>
          <w:kern w:val="2"/>
        </w:rPr>
      </w:pPr>
    </w:p>
    <w:p w:rsidR="00B93FF4" w:rsidRDefault="00B93FF4" w:rsidP="00B93FF4">
      <w:pPr>
        <w:tabs>
          <w:tab w:val="left" w:pos="12757"/>
        </w:tabs>
        <w:autoSpaceDE w:val="0"/>
        <w:autoSpaceDN w:val="0"/>
        <w:adjustRightInd w:val="0"/>
        <w:spacing w:line="235" w:lineRule="auto"/>
        <w:ind w:firstLine="0"/>
        <w:jc w:val="left"/>
        <w:rPr>
          <w:bCs/>
          <w:kern w:val="2"/>
        </w:rPr>
      </w:pPr>
    </w:p>
    <w:p w:rsidR="00B93FF4" w:rsidRDefault="00B93FF4" w:rsidP="00B93FF4">
      <w:pPr>
        <w:tabs>
          <w:tab w:val="left" w:pos="12757"/>
        </w:tabs>
        <w:autoSpaceDE w:val="0"/>
        <w:autoSpaceDN w:val="0"/>
        <w:adjustRightInd w:val="0"/>
        <w:spacing w:line="235" w:lineRule="auto"/>
        <w:ind w:firstLine="0"/>
        <w:jc w:val="left"/>
        <w:rPr>
          <w:bCs/>
          <w:kern w:val="2"/>
        </w:rPr>
      </w:pPr>
    </w:p>
    <w:p w:rsidR="00B93FF4" w:rsidRDefault="00B93FF4" w:rsidP="00B93FF4">
      <w:pPr>
        <w:tabs>
          <w:tab w:val="left" w:pos="12757"/>
        </w:tabs>
        <w:autoSpaceDE w:val="0"/>
        <w:autoSpaceDN w:val="0"/>
        <w:adjustRightInd w:val="0"/>
        <w:spacing w:line="235" w:lineRule="auto"/>
        <w:ind w:firstLine="0"/>
        <w:jc w:val="left"/>
        <w:rPr>
          <w:bCs/>
          <w:kern w:val="2"/>
        </w:rPr>
      </w:pPr>
    </w:p>
    <w:p w:rsidR="00B93FF4" w:rsidRDefault="00B93FF4" w:rsidP="00B93FF4">
      <w:pPr>
        <w:tabs>
          <w:tab w:val="left" w:pos="12757"/>
        </w:tabs>
        <w:autoSpaceDE w:val="0"/>
        <w:autoSpaceDN w:val="0"/>
        <w:adjustRightInd w:val="0"/>
        <w:spacing w:line="235" w:lineRule="auto"/>
        <w:ind w:firstLine="0"/>
        <w:jc w:val="left"/>
        <w:rPr>
          <w:bCs/>
          <w:kern w:val="2"/>
        </w:rPr>
      </w:pPr>
    </w:p>
    <w:p w:rsidR="00B93FF4" w:rsidRDefault="00B93FF4" w:rsidP="00B93FF4">
      <w:pPr>
        <w:tabs>
          <w:tab w:val="left" w:pos="12757"/>
        </w:tabs>
        <w:autoSpaceDE w:val="0"/>
        <w:autoSpaceDN w:val="0"/>
        <w:adjustRightInd w:val="0"/>
        <w:spacing w:line="235" w:lineRule="auto"/>
        <w:ind w:firstLine="0"/>
        <w:jc w:val="left"/>
        <w:rPr>
          <w:bCs/>
          <w:kern w:val="2"/>
        </w:rPr>
      </w:pPr>
    </w:p>
    <w:p w:rsidR="00B93FF4" w:rsidRDefault="00B93FF4" w:rsidP="00B93FF4">
      <w:pPr>
        <w:tabs>
          <w:tab w:val="left" w:pos="12757"/>
        </w:tabs>
        <w:autoSpaceDE w:val="0"/>
        <w:autoSpaceDN w:val="0"/>
        <w:adjustRightInd w:val="0"/>
        <w:spacing w:line="235" w:lineRule="auto"/>
        <w:ind w:firstLine="0"/>
        <w:jc w:val="left"/>
        <w:rPr>
          <w:bCs/>
          <w:kern w:val="2"/>
        </w:rPr>
      </w:pPr>
    </w:p>
    <w:p w:rsidR="00B93FF4" w:rsidRDefault="00B93FF4" w:rsidP="00B93FF4">
      <w:pPr>
        <w:tabs>
          <w:tab w:val="left" w:pos="12757"/>
        </w:tabs>
        <w:autoSpaceDE w:val="0"/>
        <w:autoSpaceDN w:val="0"/>
        <w:adjustRightInd w:val="0"/>
        <w:spacing w:line="235" w:lineRule="auto"/>
        <w:ind w:firstLine="0"/>
        <w:jc w:val="left"/>
        <w:rPr>
          <w:bCs/>
          <w:kern w:val="2"/>
        </w:rPr>
      </w:pPr>
    </w:p>
    <w:p w:rsidR="00686D15" w:rsidRDefault="00686D15" w:rsidP="004F2EF5">
      <w:pPr>
        <w:tabs>
          <w:tab w:val="left" w:pos="6848"/>
          <w:tab w:val="center" w:pos="7717"/>
        </w:tabs>
        <w:autoSpaceDE w:val="0"/>
        <w:autoSpaceDN w:val="0"/>
        <w:adjustRightInd w:val="0"/>
        <w:spacing w:line="235" w:lineRule="auto"/>
        <w:ind w:firstLine="0"/>
        <w:rPr>
          <w:bCs/>
          <w:kern w:val="2"/>
        </w:rPr>
      </w:pPr>
    </w:p>
    <w:p w:rsidR="004F2EF5" w:rsidRDefault="004F2EF5" w:rsidP="004F2EF5">
      <w:pPr>
        <w:tabs>
          <w:tab w:val="left" w:pos="6848"/>
          <w:tab w:val="center" w:pos="7717"/>
        </w:tabs>
        <w:autoSpaceDE w:val="0"/>
        <w:autoSpaceDN w:val="0"/>
        <w:adjustRightInd w:val="0"/>
        <w:spacing w:line="235" w:lineRule="auto"/>
        <w:ind w:firstLine="0"/>
        <w:rPr>
          <w:bCs/>
          <w:kern w:val="2"/>
          <w:sz w:val="24"/>
          <w:szCs w:val="24"/>
        </w:rPr>
      </w:pPr>
    </w:p>
    <w:p w:rsidR="00B93FF4" w:rsidRPr="004E7D5A" w:rsidRDefault="00B93FF4" w:rsidP="00686D15">
      <w:pPr>
        <w:tabs>
          <w:tab w:val="left" w:pos="6848"/>
          <w:tab w:val="center" w:pos="7717"/>
        </w:tabs>
        <w:autoSpaceDE w:val="0"/>
        <w:autoSpaceDN w:val="0"/>
        <w:adjustRightInd w:val="0"/>
        <w:spacing w:line="235" w:lineRule="auto"/>
        <w:ind w:right="-29"/>
        <w:jc w:val="right"/>
        <w:rPr>
          <w:bCs/>
          <w:kern w:val="2"/>
          <w:sz w:val="24"/>
          <w:szCs w:val="24"/>
        </w:rPr>
      </w:pPr>
      <w:r w:rsidRPr="004E7D5A">
        <w:rPr>
          <w:bCs/>
          <w:kern w:val="2"/>
          <w:sz w:val="24"/>
          <w:szCs w:val="24"/>
        </w:rPr>
        <w:lastRenderedPageBreak/>
        <w:t>Приложение №2</w:t>
      </w:r>
    </w:p>
    <w:p w:rsidR="00B93FF4" w:rsidRPr="004F2EF5" w:rsidRDefault="00B93FF4" w:rsidP="00B93FF4">
      <w:pPr>
        <w:tabs>
          <w:tab w:val="left" w:pos="6848"/>
          <w:tab w:val="center" w:pos="7717"/>
        </w:tabs>
        <w:autoSpaceDE w:val="0"/>
        <w:autoSpaceDN w:val="0"/>
        <w:adjustRightInd w:val="0"/>
        <w:spacing w:line="235" w:lineRule="auto"/>
        <w:jc w:val="right"/>
        <w:rPr>
          <w:bCs/>
          <w:kern w:val="2"/>
          <w:sz w:val="22"/>
          <w:szCs w:val="22"/>
        </w:rPr>
      </w:pPr>
      <w:r w:rsidRPr="004F2EF5">
        <w:rPr>
          <w:bCs/>
          <w:kern w:val="2"/>
          <w:sz w:val="22"/>
          <w:szCs w:val="22"/>
        </w:rPr>
        <w:t>к муниципальной программе</w:t>
      </w:r>
    </w:p>
    <w:p w:rsidR="00B93FF4" w:rsidRPr="004F2EF5" w:rsidRDefault="00B93FF4" w:rsidP="00B93FF4">
      <w:pPr>
        <w:tabs>
          <w:tab w:val="left" w:pos="6848"/>
          <w:tab w:val="center" w:pos="7717"/>
        </w:tabs>
        <w:autoSpaceDE w:val="0"/>
        <w:autoSpaceDN w:val="0"/>
        <w:adjustRightInd w:val="0"/>
        <w:spacing w:line="235" w:lineRule="auto"/>
        <w:jc w:val="right"/>
        <w:rPr>
          <w:bCs/>
          <w:kern w:val="2"/>
          <w:sz w:val="22"/>
          <w:szCs w:val="22"/>
        </w:rPr>
      </w:pPr>
      <w:proofErr w:type="spellStart"/>
      <w:r w:rsidRPr="004F2EF5">
        <w:rPr>
          <w:bCs/>
          <w:kern w:val="2"/>
          <w:sz w:val="22"/>
          <w:szCs w:val="22"/>
        </w:rPr>
        <w:t>Целинского</w:t>
      </w:r>
      <w:proofErr w:type="spellEnd"/>
      <w:r w:rsidRPr="004F2EF5">
        <w:rPr>
          <w:bCs/>
          <w:kern w:val="2"/>
          <w:sz w:val="22"/>
          <w:szCs w:val="22"/>
        </w:rPr>
        <w:t xml:space="preserve"> района</w:t>
      </w:r>
    </w:p>
    <w:p w:rsidR="00B93FF4" w:rsidRPr="004F2EF5" w:rsidRDefault="00B93FF4" w:rsidP="00B93FF4">
      <w:pPr>
        <w:tabs>
          <w:tab w:val="left" w:pos="6848"/>
          <w:tab w:val="center" w:pos="7717"/>
        </w:tabs>
        <w:autoSpaceDE w:val="0"/>
        <w:autoSpaceDN w:val="0"/>
        <w:adjustRightInd w:val="0"/>
        <w:spacing w:line="235" w:lineRule="auto"/>
        <w:jc w:val="right"/>
        <w:rPr>
          <w:bCs/>
          <w:kern w:val="2"/>
          <w:sz w:val="22"/>
          <w:szCs w:val="22"/>
        </w:rPr>
      </w:pPr>
      <w:r w:rsidRPr="004F2EF5">
        <w:rPr>
          <w:bCs/>
          <w:kern w:val="2"/>
          <w:sz w:val="22"/>
          <w:szCs w:val="22"/>
        </w:rPr>
        <w:t>«Развитие транспортной системы»</w:t>
      </w:r>
    </w:p>
    <w:p w:rsidR="00B93FF4" w:rsidRPr="004E7D5A" w:rsidRDefault="00B93FF4" w:rsidP="00B93FF4">
      <w:pPr>
        <w:tabs>
          <w:tab w:val="left" w:pos="6848"/>
          <w:tab w:val="center" w:pos="7717"/>
        </w:tabs>
        <w:autoSpaceDE w:val="0"/>
        <w:autoSpaceDN w:val="0"/>
        <w:adjustRightInd w:val="0"/>
        <w:spacing w:line="235" w:lineRule="auto"/>
        <w:ind w:firstLine="0"/>
        <w:rPr>
          <w:bCs/>
          <w:kern w:val="2"/>
          <w:sz w:val="24"/>
          <w:szCs w:val="24"/>
        </w:rPr>
      </w:pPr>
    </w:p>
    <w:p w:rsidR="00B93FF4" w:rsidRPr="004E7D5A" w:rsidRDefault="00B93FF4" w:rsidP="00355970">
      <w:pPr>
        <w:tabs>
          <w:tab w:val="left" w:pos="6848"/>
          <w:tab w:val="center" w:pos="7717"/>
        </w:tabs>
        <w:autoSpaceDE w:val="0"/>
        <w:autoSpaceDN w:val="0"/>
        <w:adjustRightInd w:val="0"/>
        <w:spacing w:line="235" w:lineRule="auto"/>
        <w:ind w:firstLine="0"/>
        <w:jc w:val="center"/>
        <w:rPr>
          <w:bCs/>
          <w:kern w:val="2"/>
          <w:sz w:val="24"/>
          <w:szCs w:val="24"/>
        </w:rPr>
      </w:pPr>
      <w:r w:rsidRPr="004E7D5A">
        <w:rPr>
          <w:bCs/>
          <w:kern w:val="2"/>
          <w:sz w:val="24"/>
          <w:szCs w:val="24"/>
        </w:rPr>
        <w:t>ПЕРЕЧЕНЬ</w:t>
      </w:r>
    </w:p>
    <w:p w:rsidR="00B93FF4" w:rsidRPr="004E7D5A" w:rsidRDefault="00B93FF4" w:rsidP="00355970">
      <w:pPr>
        <w:autoSpaceDE w:val="0"/>
        <w:autoSpaceDN w:val="0"/>
        <w:adjustRightInd w:val="0"/>
        <w:spacing w:line="235" w:lineRule="auto"/>
        <w:ind w:firstLine="0"/>
        <w:jc w:val="center"/>
        <w:rPr>
          <w:kern w:val="2"/>
          <w:sz w:val="24"/>
          <w:szCs w:val="24"/>
        </w:rPr>
      </w:pPr>
      <w:r w:rsidRPr="004E7D5A">
        <w:rPr>
          <w:bCs/>
          <w:kern w:val="2"/>
          <w:sz w:val="24"/>
          <w:szCs w:val="24"/>
        </w:rPr>
        <w:t xml:space="preserve">подпрограмм, основных мероприятий муниципальной программы </w:t>
      </w:r>
      <w:proofErr w:type="spellStart"/>
      <w:r w:rsidRPr="004E7D5A">
        <w:rPr>
          <w:kern w:val="2"/>
          <w:sz w:val="24"/>
          <w:szCs w:val="24"/>
        </w:rPr>
        <w:t>Целинского</w:t>
      </w:r>
      <w:proofErr w:type="spellEnd"/>
      <w:r w:rsidRPr="004E7D5A">
        <w:rPr>
          <w:kern w:val="2"/>
          <w:sz w:val="24"/>
          <w:szCs w:val="24"/>
        </w:rPr>
        <w:t xml:space="preserve"> района «Развитие транспортной системы».</w:t>
      </w:r>
    </w:p>
    <w:tbl>
      <w:tblPr>
        <w:tblW w:w="5039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9"/>
        <w:gridCol w:w="57"/>
        <w:gridCol w:w="2532"/>
        <w:gridCol w:w="404"/>
        <w:gridCol w:w="2814"/>
        <w:gridCol w:w="16"/>
        <w:gridCol w:w="1265"/>
        <w:gridCol w:w="51"/>
        <w:gridCol w:w="1004"/>
        <w:gridCol w:w="57"/>
        <w:gridCol w:w="1187"/>
        <w:gridCol w:w="32"/>
        <w:gridCol w:w="1683"/>
        <w:gridCol w:w="18"/>
        <w:gridCol w:w="3543"/>
      </w:tblGrid>
      <w:tr w:rsidR="00B93FF4" w:rsidRPr="00F203F2" w:rsidTr="00EF4C68">
        <w:tc>
          <w:tcPr>
            <w:tcW w:w="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F4" w:rsidRDefault="00B93FF4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№</w:t>
            </w:r>
          </w:p>
          <w:p w:rsidR="00B93FF4" w:rsidRPr="00F203F2" w:rsidRDefault="00B93FF4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 xml:space="preserve"> </w:t>
            </w:r>
            <w:proofErr w:type="gramStart"/>
            <w:r w:rsidRPr="00F203F2">
              <w:rPr>
                <w:kern w:val="2"/>
                <w:sz w:val="20"/>
                <w:szCs w:val="20"/>
              </w:rPr>
              <w:t>п</w:t>
            </w:r>
            <w:proofErr w:type="gramEnd"/>
            <w:r w:rsidRPr="00F203F2">
              <w:rPr>
                <w:kern w:val="2"/>
                <w:sz w:val="20"/>
                <w:szCs w:val="20"/>
              </w:rPr>
              <w:t>/п</w:t>
            </w:r>
          </w:p>
        </w:tc>
        <w:tc>
          <w:tcPr>
            <w:tcW w:w="2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F4" w:rsidRDefault="00B93FF4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Номер и наименование</w:t>
            </w:r>
          </w:p>
          <w:p w:rsidR="00B93FF4" w:rsidRPr="00F203F2" w:rsidRDefault="00B93FF4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 основного </w:t>
            </w:r>
            <w:r w:rsidRPr="00F203F2">
              <w:rPr>
                <w:kern w:val="2"/>
                <w:sz w:val="20"/>
                <w:szCs w:val="20"/>
              </w:rPr>
              <w:t>мероприятия</w:t>
            </w:r>
            <w:r>
              <w:rPr>
                <w:bCs/>
                <w:kern w:val="2"/>
                <w:sz w:val="20"/>
                <w:szCs w:val="20"/>
              </w:rPr>
              <w:t xml:space="preserve"> м</w:t>
            </w:r>
            <w:r>
              <w:rPr>
                <w:bCs/>
                <w:kern w:val="2"/>
                <w:sz w:val="20"/>
                <w:szCs w:val="20"/>
              </w:rPr>
              <w:t>у</w:t>
            </w:r>
            <w:r>
              <w:rPr>
                <w:bCs/>
                <w:kern w:val="2"/>
                <w:sz w:val="20"/>
                <w:szCs w:val="20"/>
              </w:rPr>
              <w:t>ниципальн</w:t>
            </w:r>
            <w:r w:rsidRPr="00F203F2">
              <w:rPr>
                <w:bCs/>
                <w:kern w:val="2"/>
                <w:sz w:val="20"/>
                <w:szCs w:val="20"/>
              </w:rPr>
              <w:t>ой</w:t>
            </w:r>
            <w:r w:rsidRPr="00F203F2">
              <w:rPr>
                <w:kern w:val="2"/>
                <w:sz w:val="20"/>
                <w:szCs w:val="20"/>
              </w:rPr>
              <w:t xml:space="preserve"> программы</w:t>
            </w:r>
          </w:p>
        </w:tc>
        <w:tc>
          <w:tcPr>
            <w:tcW w:w="32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F4" w:rsidRDefault="00B93FF4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Исполнитель, участник,</w:t>
            </w:r>
          </w:p>
          <w:p w:rsidR="00B93FF4" w:rsidRDefault="00B93FF4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 xml:space="preserve"> </w:t>
            </w:r>
            <w:proofErr w:type="gramStart"/>
            <w:r w:rsidRPr="00F203F2">
              <w:rPr>
                <w:kern w:val="2"/>
                <w:sz w:val="20"/>
                <w:szCs w:val="20"/>
              </w:rPr>
              <w:t>ответственный</w:t>
            </w:r>
            <w:proofErr w:type="gramEnd"/>
            <w:r w:rsidRPr="00F203F2">
              <w:rPr>
                <w:kern w:val="2"/>
                <w:sz w:val="20"/>
                <w:szCs w:val="20"/>
              </w:rPr>
              <w:t xml:space="preserve"> за исполнение</w:t>
            </w:r>
          </w:p>
          <w:p w:rsidR="00B93FF4" w:rsidRPr="00F203F2" w:rsidRDefault="00B93FF4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 xml:space="preserve"> основного мероприятия</w:t>
            </w:r>
            <w:r w:rsidRPr="00F203F2">
              <w:rPr>
                <w:bCs/>
                <w:kern w:val="2"/>
                <w:sz w:val="20"/>
                <w:szCs w:val="20"/>
              </w:rPr>
              <w:t xml:space="preserve"> </w:t>
            </w:r>
            <w:r>
              <w:rPr>
                <w:bCs/>
                <w:kern w:val="2"/>
                <w:sz w:val="20"/>
                <w:szCs w:val="20"/>
              </w:rPr>
              <w:t>муниц</w:t>
            </w:r>
            <w:r>
              <w:rPr>
                <w:bCs/>
                <w:kern w:val="2"/>
                <w:sz w:val="20"/>
                <w:szCs w:val="20"/>
              </w:rPr>
              <w:t>и</w:t>
            </w:r>
            <w:r>
              <w:rPr>
                <w:bCs/>
                <w:kern w:val="2"/>
                <w:sz w:val="20"/>
                <w:szCs w:val="20"/>
              </w:rPr>
              <w:t>пальн</w:t>
            </w:r>
            <w:r w:rsidRPr="00F203F2">
              <w:rPr>
                <w:bCs/>
                <w:kern w:val="2"/>
                <w:sz w:val="20"/>
                <w:szCs w:val="20"/>
              </w:rPr>
              <w:t>ой</w:t>
            </w:r>
            <w:r w:rsidRPr="00F203F2">
              <w:rPr>
                <w:kern w:val="2"/>
                <w:sz w:val="20"/>
                <w:szCs w:val="20"/>
              </w:rPr>
              <w:t xml:space="preserve"> программы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F4" w:rsidRPr="00F203F2" w:rsidRDefault="00B93FF4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Срок (годы)</w:t>
            </w:r>
          </w:p>
        </w:tc>
        <w:tc>
          <w:tcPr>
            <w:tcW w:w="1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F4" w:rsidRDefault="00B93FF4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 xml:space="preserve">Ожидаемый </w:t>
            </w:r>
          </w:p>
          <w:p w:rsidR="00B93FF4" w:rsidRPr="00F203F2" w:rsidRDefault="00B93FF4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результат</w:t>
            </w:r>
          </w:p>
          <w:p w:rsidR="00B93FF4" w:rsidRPr="00F203F2" w:rsidRDefault="00B93FF4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(краткое оп</w:t>
            </w:r>
            <w:r w:rsidRPr="00F203F2">
              <w:rPr>
                <w:kern w:val="2"/>
                <w:sz w:val="20"/>
                <w:szCs w:val="20"/>
              </w:rPr>
              <w:t>и</w:t>
            </w:r>
            <w:r w:rsidRPr="00F203F2">
              <w:rPr>
                <w:kern w:val="2"/>
                <w:sz w:val="20"/>
                <w:szCs w:val="20"/>
              </w:rPr>
              <w:t>сание)</w:t>
            </w:r>
          </w:p>
        </w:tc>
        <w:tc>
          <w:tcPr>
            <w:tcW w:w="17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F4" w:rsidRPr="00F203F2" w:rsidRDefault="00B93FF4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 xml:space="preserve">Последствия </w:t>
            </w:r>
            <w:proofErr w:type="spellStart"/>
            <w:r w:rsidRPr="00F203F2">
              <w:rPr>
                <w:kern w:val="2"/>
                <w:sz w:val="20"/>
                <w:szCs w:val="20"/>
              </w:rPr>
              <w:t>нере</w:t>
            </w:r>
            <w:r w:rsidRPr="00F203F2">
              <w:rPr>
                <w:kern w:val="2"/>
                <w:sz w:val="20"/>
                <w:szCs w:val="20"/>
              </w:rPr>
              <w:t>а</w:t>
            </w:r>
            <w:r w:rsidRPr="00F203F2">
              <w:rPr>
                <w:kern w:val="2"/>
                <w:sz w:val="20"/>
                <w:szCs w:val="20"/>
              </w:rPr>
              <w:t>лизации</w:t>
            </w:r>
            <w:proofErr w:type="spellEnd"/>
          </w:p>
          <w:p w:rsidR="00B93FF4" w:rsidRDefault="00B93FF4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основного мер</w:t>
            </w:r>
            <w:r w:rsidRPr="00F203F2">
              <w:rPr>
                <w:kern w:val="2"/>
                <w:sz w:val="20"/>
                <w:szCs w:val="20"/>
              </w:rPr>
              <w:t>о</w:t>
            </w:r>
            <w:r w:rsidRPr="00F203F2">
              <w:rPr>
                <w:kern w:val="2"/>
                <w:sz w:val="20"/>
                <w:szCs w:val="20"/>
              </w:rPr>
              <w:t>приятия</w:t>
            </w:r>
          </w:p>
          <w:p w:rsidR="00B93FF4" w:rsidRPr="00F203F2" w:rsidRDefault="00B93FF4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kern w:val="2"/>
                <w:sz w:val="20"/>
                <w:szCs w:val="20"/>
                <w:highlight w:val="yellow"/>
              </w:rPr>
            </w:pPr>
            <w:r w:rsidRPr="00F203F2">
              <w:rPr>
                <w:bCs/>
                <w:kern w:val="2"/>
                <w:sz w:val="20"/>
                <w:szCs w:val="20"/>
              </w:rPr>
              <w:t xml:space="preserve"> </w:t>
            </w:r>
            <w:r>
              <w:rPr>
                <w:bCs/>
                <w:kern w:val="2"/>
                <w:sz w:val="20"/>
                <w:szCs w:val="20"/>
              </w:rPr>
              <w:t>муниципальн</w:t>
            </w:r>
            <w:r w:rsidRPr="00F203F2">
              <w:rPr>
                <w:bCs/>
                <w:kern w:val="2"/>
                <w:sz w:val="20"/>
                <w:szCs w:val="20"/>
              </w:rPr>
              <w:t>ой</w:t>
            </w:r>
            <w:r w:rsidRPr="00F203F2">
              <w:rPr>
                <w:kern w:val="2"/>
                <w:sz w:val="20"/>
                <w:szCs w:val="20"/>
              </w:rPr>
              <w:t xml:space="preserve"> программы</w:t>
            </w:r>
          </w:p>
        </w:tc>
        <w:tc>
          <w:tcPr>
            <w:tcW w:w="3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F4" w:rsidRDefault="00B93FF4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Связь с показателями</w:t>
            </w:r>
          </w:p>
          <w:p w:rsidR="00B93FF4" w:rsidRDefault="00B93FF4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kern w:val="2"/>
                <w:sz w:val="20"/>
                <w:szCs w:val="20"/>
              </w:rPr>
            </w:pPr>
            <w:r>
              <w:rPr>
                <w:bCs/>
                <w:kern w:val="2"/>
                <w:sz w:val="20"/>
                <w:szCs w:val="20"/>
              </w:rPr>
              <w:t>муниципальн</w:t>
            </w:r>
            <w:r w:rsidRPr="00F203F2">
              <w:rPr>
                <w:bCs/>
                <w:kern w:val="2"/>
                <w:sz w:val="20"/>
                <w:szCs w:val="20"/>
              </w:rPr>
              <w:t>ой</w:t>
            </w:r>
            <w:r w:rsidRPr="00F203F2">
              <w:rPr>
                <w:kern w:val="2"/>
                <w:sz w:val="20"/>
                <w:szCs w:val="20"/>
              </w:rPr>
              <w:t xml:space="preserve"> программы </w:t>
            </w:r>
          </w:p>
          <w:p w:rsidR="00B93FF4" w:rsidRPr="00F203F2" w:rsidRDefault="00B93FF4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(подпрограммы)</w:t>
            </w:r>
          </w:p>
        </w:tc>
      </w:tr>
      <w:tr w:rsidR="00B93FF4" w:rsidRPr="00F203F2" w:rsidTr="00EF4C68">
        <w:tc>
          <w:tcPr>
            <w:tcW w:w="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F4" w:rsidRPr="00F203F2" w:rsidRDefault="00B93FF4" w:rsidP="003C0F6A">
            <w:pPr>
              <w:spacing w:line="235" w:lineRule="auto"/>
              <w:rPr>
                <w:kern w:val="2"/>
                <w:sz w:val="20"/>
                <w:szCs w:val="20"/>
              </w:rPr>
            </w:pPr>
          </w:p>
        </w:tc>
        <w:tc>
          <w:tcPr>
            <w:tcW w:w="2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F4" w:rsidRPr="00F203F2" w:rsidRDefault="00B93FF4" w:rsidP="003C0F6A">
            <w:pPr>
              <w:spacing w:line="235" w:lineRule="auto"/>
              <w:rPr>
                <w:kern w:val="2"/>
                <w:sz w:val="20"/>
                <w:szCs w:val="20"/>
              </w:rPr>
            </w:pPr>
          </w:p>
        </w:tc>
        <w:tc>
          <w:tcPr>
            <w:tcW w:w="32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F4" w:rsidRPr="00F203F2" w:rsidRDefault="00B93FF4" w:rsidP="003C0F6A">
            <w:pPr>
              <w:spacing w:line="235" w:lineRule="auto"/>
              <w:rPr>
                <w:kern w:val="2"/>
                <w:sz w:val="20"/>
                <w:szCs w:val="20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F4" w:rsidRPr="00F203F2" w:rsidRDefault="00B93FF4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начала реал</w:t>
            </w:r>
            <w:r w:rsidRPr="00F203F2">
              <w:rPr>
                <w:kern w:val="2"/>
                <w:sz w:val="20"/>
                <w:szCs w:val="20"/>
              </w:rPr>
              <w:t>и</w:t>
            </w:r>
            <w:r w:rsidRPr="00F203F2">
              <w:rPr>
                <w:kern w:val="2"/>
                <w:sz w:val="20"/>
                <w:szCs w:val="20"/>
              </w:rPr>
              <w:t>зации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F4" w:rsidRPr="00F203F2" w:rsidRDefault="00B93FF4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окончания реализации</w:t>
            </w:r>
          </w:p>
        </w:tc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F4" w:rsidRPr="00F203F2" w:rsidRDefault="00B93FF4" w:rsidP="003C0F6A">
            <w:pPr>
              <w:spacing w:line="235" w:lineRule="auto"/>
              <w:rPr>
                <w:kern w:val="2"/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F4" w:rsidRPr="00F203F2" w:rsidRDefault="00B93FF4" w:rsidP="003C0F6A">
            <w:pPr>
              <w:spacing w:line="235" w:lineRule="auto"/>
              <w:rPr>
                <w:kern w:val="2"/>
                <w:sz w:val="20"/>
                <w:szCs w:val="20"/>
                <w:highlight w:val="yellow"/>
              </w:rPr>
            </w:pPr>
          </w:p>
        </w:tc>
        <w:tc>
          <w:tcPr>
            <w:tcW w:w="35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F4" w:rsidRPr="00F203F2" w:rsidRDefault="00B93FF4" w:rsidP="003C0F6A">
            <w:pPr>
              <w:spacing w:line="235" w:lineRule="auto"/>
              <w:rPr>
                <w:kern w:val="2"/>
                <w:sz w:val="20"/>
                <w:szCs w:val="20"/>
              </w:rPr>
            </w:pPr>
          </w:p>
        </w:tc>
      </w:tr>
      <w:tr w:rsidR="00B93FF4" w:rsidRPr="00F203F2" w:rsidTr="00EF4C68"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F4" w:rsidRPr="00F203F2" w:rsidRDefault="00B93FF4" w:rsidP="003C0F6A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F4" w:rsidRPr="00F203F2" w:rsidRDefault="00B93FF4" w:rsidP="003C0F6A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2</w:t>
            </w:r>
          </w:p>
        </w:tc>
        <w:tc>
          <w:tcPr>
            <w:tcW w:w="3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F4" w:rsidRPr="00F203F2" w:rsidRDefault="00B93FF4" w:rsidP="003C0F6A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3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F4" w:rsidRPr="00F203F2" w:rsidRDefault="00B93FF4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4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F4" w:rsidRPr="00F203F2" w:rsidRDefault="00B93FF4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5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F4" w:rsidRPr="00F203F2" w:rsidRDefault="00B93FF4" w:rsidP="003C0F6A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6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F4" w:rsidRPr="00F203F2" w:rsidRDefault="00B93FF4" w:rsidP="003C0F6A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7</w:t>
            </w:r>
          </w:p>
        </w:tc>
        <w:tc>
          <w:tcPr>
            <w:tcW w:w="3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F4" w:rsidRPr="00F203F2" w:rsidRDefault="00B93FF4" w:rsidP="003C0F6A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8</w:t>
            </w:r>
          </w:p>
        </w:tc>
      </w:tr>
      <w:tr w:rsidR="00B93FF4" w:rsidRPr="00F203F2" w:rsidTr="00EF4C68">
        <w:tc>
          <w:tcPr>
            <w:tcW w:w="1537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F4" w:rsidRPr="00F203F2" w:rsidRDefault="00B93FF4" w:rsidP="003C0F6A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 xml:space="preserve">Подпрограмма </w:t>
            </w:r>
            <w:r w:rsidR="00F377FA">
              <w:rPr>
                <w:kern w:val="2"/>
                <w:sz w:val="20"/>
                <w:szCs w:val="20"/>
              </w:rPr>
              <w:t xml:space="preserve">№1 </w:t>
            </w:r>
            <w:r w:rsidRPr="00F203F2">
              <w:rPr>
                <w:kern w:val="2"/>
                <w:sz w:val="20"/>
                <w:szCs w:val="20"/>
              </w:rPr>
              <w:t xml:space="preserve">«Развитие транспортной инфраструктуры </w:t>
            </w:r>
            <w:proofErr w:type="spellStart"/>
            <w:r>
              <w:rPr>
                <w:kern w:val="2"/>
                <w:sz w:val="20"/>
                <w:szCs w:val="20"/>
              </w:rPr>
              <w:t>Целин</w:t>
            </w:r>
            <w:r w:rsidRPr="00F203F2">
              <w:rPr>
                <w:kern w:val="2"/>
                <w:sz w:val="20"/>
                <w:szCs w:val="20"/>
              </w:rPr>
              <w:t>ского</w:t>
            </w:r>
            <w:proofErr w:type="spellEnd"/>
            <w:r w:rsidRPr="00F203F2">
              <w:rPr>
                <w:kern w:val="2"/>
                <w:sz w:val="20"/>
                <w:szCs w:val="20"/>
              </w:rPr>
              <w:t xml:space="preserve"> района»</w:t>
            </w:r>
          </w:p>
        </w:tc>
      </w:tr>
      <w:tr w:rsidR="00B93FF4" w:rsidRPr="00F203F2" w:rsidTr="00EF4C68">
        <w:tc>
          <w:tcPr>
            <w:tcW w:w="1537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F4" w:rsidRPr="00F203F2" w:rsidRDefault="00B93FF4" w:rsidP="003C0F6A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 xml:space="preserve">Цель подпрограммы </w:t>
            </w:r>
            <w:r w:rsidR="00506617">
              <w:rPr>
                <w:kern w:val="2"/>
                <w:sz w:val="20"/>
                <w:szCs w:val="20"/>
              </w:rPr>
              <w:t>№</w:t>
            </w:r>
            <w:r w:rsidRPr="00F203F2">
              <w:rPr>
                <w:kern w:val="2"/>
                <w:sz w:val="20"/>
                <w:szCs w:val="20"/>
              </w:rPr>
              <w:t>1 «Развитие современной и эффективной дорожно-транспортной инфраструктуры»</w:t>
            </w:r>
          </w:p>
        </w:tc>
      </w:tr>
      <w:tr w:rsidR="00B93FF4" w:rsidRPr="00F203F2" w:rsidTr="00EF4C68">
        <w:tc>
          <w:tcPr>
            <w:tcW w:w="1537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F4" w:rsidRPr="00506617" w:rsidRDefault="00F377FA" w:rsidP="00F377FA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Задача</w:t>
            </w:r>
            <w:r w:rsidR="00B93FF4" w:rsidRPr="00F203F2">
              <w:rPr>
                <w:kern w:val="2"/>
                <w:sz w:val="20"/>
                <w:szCs w:val="20"/>
              </w:rPr>
              <w:t xml:space="preserve"> подпрограммы </w:t>
            </w:r>
            <w:r w:rsidR="00125C6D">
              <w:rPr>
                <w:kern w:val="2"/>
                <w:sz w:val="20"/>
                <w:szCs w:val="20"/>
              </w:rPr>
              <w:t>№</w:t>
            </w:r>
            <w:r w:rsidR="00B93FF4" w:rsidRPr="00F203F2">
              <w:rPr>
                <w:kern w:val="2"/>
                <w:sz w:val="20"/>
                <w:szCs w:val="20"/>
              </w:rPr>
              <w:t xml:space="preserve">1 «Формирование единой дорожной сети круглогодичной доступности для населения </w:t>
            </w:r>
            <w:proofErr w:type="spellStart"/>
            <w:r w:rsidR="00B93FF4">
              <w:rPr>
                <w:kern w:val="2"/>
                <w:sz w:val="20"/>
                <w:szCs w:val="20"/>
              </w:rPr>
              <w:t>Целин</w:t>
            </w:r>
            <w:r w:rsidR="00B93FF4" w:rsidRPr="00F203F2">
              <w:rPr>
                <w:kern w:val="2"/>
                <w:sz w:val="20"/>
                <w:szCs w:val="20"/>
              </w:rPr>
              <w:t>ского</w:t>
            </w:r>
            <w:proofErr w:type="spellEnd"/>
            <w:r w:rsidR="00B93FF4" w:rsidRPr="00F203F2">
              <w:rPr>
                <w:kern w:val="2"/>
                <w:sz w:val="20"/>
                <w:szCs w:val="20"/>
              </w:rPr>
              <w:t xml:space="preserve"> района, обеспечение сельских населенных пунктов </w:t>
            </w:r>
            <w:r w:rsidR="00B93FF4" w:rsidRPr="00506617">
              <w:rPr>
                <w:kern w:val="2"/>
                <w:sz w:val="20"/>
                <w:szCs w:val="20"/>
              </w:rPr>
              <w:t>постоянной круглогодичной связью с сетью автомобильных дорог общего пользования по дорогам с твердым покрытием, комплексное обустройство автомобильных д</w:t>
            </w:r>
            <w:r w:rsidR="00B93FF4" w:rsidRPr="00506617">
              <w:rPr>
                <w:kern w:val="2"/>
                <w:sz w:val="20"/>
                <w:szCs w:val="20"/>
              </w:rPr>
              <w:t>о</w:t>
            </w:r>
            <w:r w:rsidR="00B93FF4" w:rsidRPr="00506617">
              <w:rPr>
                <w:kern w:val="2"/>
                <w:sz w:val="20"/>
                <w:szCs w:val="20"/>
              </w:rPr>
              <w:t>рог»</w:t>
            </w:r>
          </w:p>
        </w:tc>
      </w:tr>
      <w:tr w:rsidR="00B93FF4" w:rsidRPr="00F203F2" w:rsidTr="00EF4C6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F4" w:rsidRPr="00F203F2" w:rsidRDefault="00F377FA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037" w:rsidRDefault="00B93FF4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Основное мероприятие</w:t>
            </w:r>
            <w:r w:rsidR="00FE2037">
              <w:rPr>
                <w:kern w:val="2"/>
                <w:sz w:val="20"/>
                <w:szCs w:val="20"/>
              </w:rPr>
              <w:t xml:space="preserve"> </w:t>
            </w:r>
            <w:r w:rsidRPr="00F203F2">
              <w:rPr>
                <w:kern w:val="2"/>
                <w:sz w:val="20"/>
                <w:szCs w:val="20"/>
              </w:rPr>
              <w:t xml:space="preserve">1.1. </w:t>
            </w:r>
          </w:p>
          <w:p w:rsidR="00B93FF4" w:rsidRPr="00F203F2" w:rsidRDefault="00FE2037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«</w:t>
            </w:r>
            <w:r w:rsidR="00B93FF4" w:rsidRPr="00F203F2">
              <w:rPr>
                <w:kern w:val="2"/>
                <w:sz w:val="20"/>
                <w:szCs w:val="20"/>
              </w:rPr>
              <w:t>Содержание автомобильных дорог общего</w:t>
            </w:r>
            <w:r>
              <w:rPr>
                <w:kern w:val="2"/>
                <w:sz w:val="20"/>
                <w:szCs w:val="20"/>
              </w:rPr>
              <w:t xml:space="preserve"> </w:t>
            </w:r>
            <w:r w:rsidR="00B93FF4" w:rsidRPr="00F203F2">
              <w:rPr>
                <w:kern w:val="2"/>
                <w:sz w:val="20"/>
                <w:szCs w:val="20"/>
              </w:rPr>
              <w:t>пользования местного значения и</w:t>
            </w:r>
            <w:r w:rsidR="00CC2EC1">
              <w:rPr>
                <w:kern w:val="2"/>
                <w:sz w:val="20"/>
                <w:szCs w:val="20"/>
              </w:rPr>
              <w:t xml:space="preserve"> </w:t>
            </w:r>
            <w:r w:rsidR="00B93FF4" w:rsidRPr="00F203F2">
              <w:rPr>
                <w:kern w:val="2"/>
                <w:sz w:val="20"/>
                <w:szCs w:val="20"/>
              </w:rPr>
              <w:t>искус</w:t>
            </w:r>
            <w:r w:rsidR="00B93FF4" w:rsidRPr="00F203F2">
              <w:rPr>
                <w:kern w:val="2"/>
                <w:sz w:val="20"/>
                <w:szCs w:val="20"/>
              </w:rPr>
              <w:softHyphen/>
              <w:t>ственных</w:t>
            </w:r>
            <w:r w:rsidR="00CC2EC1">
              <w:rPr>
                <w:kern w:val="2"/>
                <w:sz w:val="20"/>
                <w:szCs w:val="20"/>
              </w:rPr>
              <w:t xml:space="preserve"> </w:t>
            </w:r>
            <w:r w:rsidR="00B93FF4" w:rsidRPr="00F203F2">
              <w:rPr>
                <w:kern w:val="2"/>
                <w:sz w:val="20"/>
                <w:szCs w:val="20"/>
              </w:rPr>
              <w:t>сооружений на них</w:t>
            </w:r>
            <w:r>
              <w:rPr>
                <w:kern w:val="2"/>
                <w:sz w:val="20"/>
                <w:szCs w:val="20"/>
              </w:rPr>
              <w:t>»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F4" w:rsidRPr="00F203F2" w:rsidRDefault="00B93FF4" w:rsidP="00CC2EC1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kern w:val="2"/>
                <w:sz w:val="20"/>
                <w:szCs w:val="20"/>
              </w:rPr>
              <w:t>Целин</w:t>
            </w:r>
            <w:r w:rsidRPr="00F203F2">
              <w:rPr>
                <w:kern w:val="2"/>
                <w:sz w:val="20"/>
                <w:szCs w:val="20"/>
              </w:rPr>
              <w:t>ского</w:t>
            </w:r>
            <w:proofErr w:type="spellEnd"/>
            <w:r w:rsidRPr="00F203F2">
              <w:rPr>
                <w:kern w:val="2"/>
                <w:sz w:val="20"/>
                <w:szCs w:val="20"/>
              </w:rPr>
              <w:t xml:space="preserve"> района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F4" w:rsidRPr="00F203F2" w:rsidRDefault="00B93FF4" w:rsidP="00CC2EC1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2019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F4" w:rsidRPr="00F203F2" w:rsidRDefault="00B93FF4" w:rsidP="00CC2EC1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2030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F4" w:rsidRPr="00F203F2" w:rsidRDefault="00B93FF4" w:rsidP="00CC2EC1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  <w:highlight w:val="yellow"/>
              </w:rPr>
            </w:pPr>
            <w:r w:rsidRPr="00F203F2">
              <w:rPr>
                <w:kern w:val="2"/>
                <w:sz w:val="20"/>
                <w:szCs w:val="20"/>
              </w:rPr>
              <w:t xml:space="preserve">содержание </w:t>
            </w:r>
            <w:r w:rsidR="008127D9">
              <w:rPr>
                <w:kern w:val="2"/>
                <w:sz w:val="20"/>
                <w:szCs w:val="20"/>
              </w:rPr>
              <w:t xml:space="preserve">в нормативном состоянии </w:t>
            </w:r>
            <w:r w:rsidRPr="00F203F2">
              <w:rPr>
                <w:kern w:val="2"/>
                <w:sz w:val="20"/>
                <w:szCs w:val="20"/>
              </w:rPr>
              <w:t>сети автом</w:t>
            </w:r>
            <w:r w:rsidRPr="00F203F2">
              <w:rPr>
                <w:kern w:val="2"/>
                <w:sz w:val="20"/>
                <w:szCs w:val="20"/>
              </w:rPr>
              <w:t>о</w:t>
            </w:r>
            <w:r w:rsidRPr="00F203F2">
              <w:rPr>
                <w:kern w:val="2"/>
                <w:sz w:val="20"/>
                <w:szCs w:val="20"/>
              </w:rPr>
              <w:t>бильных д</w:t>
            </w:r>
            <w:r w:rsidRPr="00F203F2">
              <w:rPr>
                <w:kern w:val="2"/>
                <w:sz w:val="20"/>
                <w:szCs w:val="20"/>
              </w:rPr>
              <w:t>о</w:t>
            </w:r>
            <w:r w:rsidRPr="00F203F2">
              <w:rPr>
                <w:kern w:val="2"/>
                <w:sz w:val="20"/>
                <w:szCs w:val="20"/>
              </w:rPr>
              <w:t>рог в полном объеме</w:t>
            </w:r>
          </w:p>
        </w:tc>
        <w:tc>
          <w:tcPr>
            <w:tcW w:w="17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FF4" w:rsidRPr="00F203F2" w:rsidRDefault="00B93FF4" w:rsidP="00CC2EC1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  <w:highlight w:val="yellow"/>
              </w:rPr>
            </w:pPr>
            <w:r w:rsidRPr="00F203F2">
              <w:rPr>
                <w:rFonts w:eastAsia="Calibri"/>
                <w:sz w:val="20"/>
                <w:szCs w:val="20"/>
              </w:rPr>
              <w:t>ухудшение тран</w:t>
            </w:r>
            <w:r w:rsidRPr="00F203F2">
              <w:rPr>
                <w:rFonts w:eastAsia="Calibri"/>
                <w:sz w:val="20"/>
                <w:szCs w:val="20"/>
              </w:rPr>
              <w:t>с</w:t>
            </w:r>
            <w:r w:rsidRPr="00F203F2">
              <w:rPr>
                <w:rFonts w:eastAsia="Calibri"/>
                <w:sz w:val="20"/>
                <w:szCs w:val="20"/>
              </w:rPr>
              <w:t>портно-эксплуатационного состояния сущ</w:t>
            </w:r>
            <w:r w:rsidRPr="00F203F2">
              <w:rPr>
                <w:rFonts w:eastAsia="Calibri"/>
                <w:sz w:val="20"/>
                <w:szCs w:val="20"/>
              </w:rPr>
              <w:t>е</w:t>
            </w:r>
            <w:r w:rsidRPr="00F203F2">
              <w:rPr>
                <w:rFonts w:eastAsia="Calibri"/>
                <w:sz w:val="20"/>
                <w:szCs w:val="20"/>
              </w:rPr>
              <w:t>ствующей сети а</w:t>
            </w:r>
            <w:r w:rsidRPr="00F203F2">
              <w:rPr>
                <w:rFonts w:eastAsia="Calibri"/>
                <w:sz w:val="20"/>
                <w:szCs w:val="20"/>
              </w:rPr>
              <w:t>в</w:t>
            </w:r>
            <w:r w:rsidRPr="00F203F2">
              <w:rPr>
                <w:rFonts w:eastAsia="Calibri"/>
                <w:sz w:val="20"/>
                <w:szCs w:val="20"/>
              </w:rPr>
              <w:t>томобильных дорог общего пользов</w:t>
            </w:r>
            <w:r w:rsidRPr="00F203F2">
              <w:rPr>
                <w:rFonts w:eastAsia="Calibri"/>
                <w:sz w:val="20"/>
                <w:szCs w:val="20"/>
              </w:rPr>
              <w:t>а</w:t>
            </w:r>
            <w:r w:rsidRPr="00F203F2">
              <w:rPr>
                <w:rFonts w:eastAsia="Calibri"/>
                <w:sz w:val="20"/>
                <w:szCs w:val="20"/>
              </w:rPr>
              <w:t>ния, недостаточный уровень комплек</w:t>
            </w:r>
            <w:r w:rsidRPr="00F203F2">
              <w:rPr>
                <w:rFonts w:eastAsia="Calibri"/>
                <w:sz w:val="20"/>
                <w:szCs w:val="20"/>
              </w:rPr>
              <w:t>с</w:t>
            </w:r>
            <w:r w:rsidRPr="00F203F2">
              <w:rPr>
                <w:rFonts w:eastAsia="Calibri"/>
                <w:sz w:val="20"/>
                <w:szCs w:val="20"/>
              </w:rPr>
              <w:t>ного обустройства автомобильных дорог, что приводит к снижению кач</w:t>
            </w:r>
            <w:r w:rsidRPr="00F203F2">
              <w:rPr>
                <w:rFonts w:eastAsia="Calibri"/>
                <w:sz w:val="20"/>
                <w:szCs w:val="20"/>
              </w:rPr>
              <w:t>е</w:t>
            </w:r>
            <w:r w:rsidRPr="00F203F2">
              <w:rPr>
                <w:rFonts w:eastAsia="Calibri"/>
                <w:sz w:val="20"/>
                <w:szCs w:val="20"/>
              </w:rPr>
              <w:t>ства и уровня бе</w:t>
            </w:r>
            <w:r w:rsidRPr="00F203F2">
              <w:rPr>
                <w:rFonts w:eastAsia="Calibri"/>
                <w:sz w:val="20"/>
                <w:szCs w:val="20"/>
              </w:rPr>
              <w:t>з</w:t>
            </w:r>
            <w:r w:rsidRPr="00F203F2">
              <w:rPr>
                <w:rFonts w:eastAsia="Calibri"/>
                <w:sz w:val="20"/>
                <w:szCs w:val="20"/>
              </w:rPr>
              <w:t>опасности тран</w:t>
            </w:r>
            <w:r w:rsidRPr="00F203F2">
              <w:rPr>
                <w:rFonts w:eastAsia="Calibri"/>
                <w:sz w:val="20"/>
                <w:szCs w:val="20"/>
              </w:rPr>
              <w:t>с</w:t>
            </w:r>
            <w:r w:rsidRPr="00F203F2">
              <w:rPr>
                <w:rFonts w:eastAsia="Calibri"/>
                <w:sz w:val="20"/>
                <w:szCs w:val="20"/>
              </w:rPr>
              <w:t>портного обслуж</w:t>
            </w:r>
            <w:r w:rsidRPr="00F203F2">
              <w:rPr>
                <w:rFonts w:eastAsia="Calibri"/>
                <w:sz w:val="20"/>
                <w:szCs w:val="20"/>
              </w:rPr>
              <w:t>и</w:t>
            </w:r>
            <w:r w:rsidRPr="00F203F2">
              <w:rPr>
                <w:rFonts w:eastAsia="Calibri"/>
                <w:sz w:val="20"/>
                <w:szCs w:val="20"/>
              </w:rPr>
              <w:t xml:space="preserve">вания населения </w:t>
            </w:r>
          </w:p>
        </w:tc>
        <w:tc>
          <w:tcPr>
            <w:tcW w:w="3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EC1" w:rsidRPr="005B43CF" w:rsidRDefault="00B93FF4" w:rsidP="00CC2EC1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5B43CF">
              <w:rPr>
                <w:kern w:val="2"/>
                <w:sz w:val="20"/>
                <w:szCs w:val="20"/>
              </w:rPr>
              <w:t xml:space="preserve">влияет на достижение показателей </w:t>
            </w:r>
          </w:p>
          <w:p w:rsidR="00B93FF4" w:rsidRPr="005B43CF" w:rsidRDefault="00B93FF4" w:rsidP="00CC2EC1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5B43CF">
              <w:rPr>
                <w:kern w:val="2"/>
                <w:sz w:val="20"/>
                <w:szCs w:val="20"/>
              </w:rPr>
              <w:t>1</w:t>
            </w:r>
            <w:r w:rsidR="00CC2EC1" w:rsidRPr="005B43CF">
              <w:rPr>
                <w:kern w:val="2"/>
                <w:sz w:val="20"/>
                <w:szCs w:val="20"/>
              </w:rPr>
              <w:t>, 1.2</w:t>
            </w:r>
          </w:p>
        </w:tc>
      </w:tr>
      <w:tr w:rsidR="00B93FF4" w:rsidRPr="00F203F2" w:rsidTr="00EF4C6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F4" w:rsidRPr="00F203F2" w:rsidRDefault="00F377FA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2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037" w:rsidRDefault="00B93FF4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Основное мероприятие</w:t>
            </w:r>
            <w:r w:rsidR="00FE2037">
              <w:rPr>
                <w:kern w:val="2"/>
                <w:sz w:val="20"/>
                <w:szCs w:val="20"/>
              </w:rPr>
              <w:t xml:space="preserve"> </w:t>
            </w:r>
            <w:r w:rsidRPr="00F203F2">
              <w:rPr>
                <w:kern w:val="2"/>
                <w:sz w:val="20"/>
                <w:szCs w:val="20"/>
              </w:rPr>
              <w:t xml:space="preserve">1.2. </w:t>
            </w:r>
          </w:p>
          <w:p w:rsidR="00B93FF4" w:rsidRPr="00F203F2" w:rsidRDefault="00FE2037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«</w:t>
            </w:r>
            <w:r w:rsidR="00B93FF4" w:rsidRPr="00F203F2">
              <w:rPr>
                <w:kern w:val="2"/>
                <w:sz w:val="20"/>
                <w:szCs w:val="20"/>
              </w:rPr>
              <w:t>Ремонт автомобильных д</w:t>
            </w:r>
            <w:r w:rsidR="00B93FF4" w:rsidRPr="00F203F2">
              <w:rPr>
                <w:kern w:val="2"/>
                <w:sz w:val="20"/>
                <w:szCs w:val="20"/>
              </w:rPr>
              <w:t>о</w:t>
            </w:r>
            <w:r w:rsidR="00B93FF4" w:rsidRPr="00F203F2">
              <w:rPr>
                <w:kern w:val="2"/>
                <w:sz w:val="20"/>
                <w:szCs w:val="20"/>
              </w:rPr>
              <w:t>рог общего пользования мес</w:t>
            </w:r>
            <w:r w:rsidR="00B93FF4" w:rsidRPr="00F203F2">
              <w:rPr>
                <w:kern w:val="2"/>
                <w:sz w:val="20"/>
                <w:szCs w:val="20"/>
              </w:rPr>
              <w:t>т</w:t>
            </w:r>
            <w:r w:rsidR="00B93FF4" w:rsidRPr="00F203F2">
              <w:rPr>
                <w:kern w:val="2"/>
                <w:sz w:val="20"/>
                <w:szCs w:val="20"/>
              </w:rPr>
              <w:t>ного значения и искусстве</w:t>
            </w:r>
            <w:r w:rsidR="00B93FF4" w:rsidRPr="00F203F2">
              <w:rPr>
                <w:kern w:val="2"/>
                <w:sz w:val="20"/>
                <w:szCs w:val="20"/>
              </w:rPr>
              <w:t>н</w:t>
            </w:r>
            <w:r w:rsidR="00B93FF4" w:rsidRPr="00F203F2">
              <w:rPr>
                <w:kern w:val="2"/>
                <w:sz w:val="20"/>
                <w:szCs w:val="20"/>
              </w:rPr>
              <w:t>ных сооружений на них</w:t>
            </w:r>
            <w:r>
              <w:rPr>
                <w:kern w:val="2"/>
                <w:sz w:val="20"/>
                <w:szCs w:val="20"/>
              </w:rPr>
              <w:t>»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F4" w:rsidRPr="00F203F2" w:rsidRDefault="00B93FF4" w:rsidP="00CC2EC1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kern w:val="2"/>
                <w:sz w:val="20"/>
                <w:szCs w:val="20"/>
              </w:rPr>
              <w:t>Целин</w:t>
            </w:r>
            <w:r w:rsidRPr="00F203F2">
              <w:rPr>
                <w:kern w:val="2"/>
                <w:sz w:val="20"/>
                <w:szCs w:val="20"/>
              </w:rPr>
              <w:t>ского</w:t>
            </w:r>
            <w:proofErr w:type="spellEnd"/>
            <w:r w:rsidRPr="00F203F2">
              <w:rPr>
                <w:kern w:val="2"/>
                <w:sz w:val="20"/>
                <w:szCs w:val="20"/>
              </w:rPr>
              <w:t xml:space="preserve"> района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F4" w:rsidRPr="00F203F2" w:rsidRDefault="00B93FF4" w:rsidP="00CC2EC1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2019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F4" w:rsidRPr="00F203F2" w:rsidRDefault="00B93FF4" w:rsidP="00CC2EC1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2030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FF4" w:rsidRPr="00F203F2" w:rsidRDefault="00B93FF4" w:rsidP="00CC2EC1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отремонтир</w:t>
            </w:r>
            <w:r w:rsidRPr="00F203F2">
              <w:rPr>
                <w:kern w:val="2"/>
                <w:sz w:val="20"/>
                <w:szCs w:val="20"/>
              </w:rPr>
              <w:t>о</w:t>
            </w:r>
            <w:r w:rsidRPr="00F203F2">
              <w:rPr>
                <w:kern w:val="2"/>
                <w:sz w:val="20"/>
                <w:szCs w:val="20"/>
              </w:rPr>
              <w:t xml:space="preserve">вать </w:t>
            </w:r>
          </w:p>
          <w:p w:rsidR="00B93FF4" w:rsidRPr="00F203F2" w:rsidRDefault="00B93FF4" w:rsidP="00CC2EC1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  <w:highlight w:val="yellow"/>
              </w:rPr>
            </w:pPr>
            <w:r w:rsidRPr="00F203F2">
              <w:rPr>
                <w:kern w:val="2"/>
                <w:sz w:val="20"/>
                <w:szCs w:val="20"/>
              </w:rPr>
              <w:t>необходимое количество километров автомобил</w:t>
            </w:r>
            <w:r w:rsidRPr="00F203F2">
              <w:rPr>
                <w:kern w:val="2"/>
                <w:sz w:val="20"/>
                <w:szCs w:val="20"/>
              </w:rPr>
              <w:t>ь</w:t>
            </w:r>
            <w:r w:rsidRPr="00F203F2">
              <w:rPr>
                <w:kern w:val="2"/>
                <w:sz w:val="20"/>
                <w:szCs w:val="20"/>
              </w:rPr>
              <w:t>ных дорог</w:t>
            </w:r>
          </w:p>
        </w:tc>
        <w:tc>
          <w:tcPr>
            <w:tcW w:w="17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FF4" w:rsidRPr="00F203F2" w:rsidRDefault="00B93FF4" w:rsidP="00CC2EC1">
            <w:pPr>
              <w:spacing w:line="235" w:lineRule="auto"/>
              <w:jc w:val="left"/>
              <w:rPr>
                <w:kern w:val="2"/>
                <w:sz w:val="20"/>
                <w:szCs w:val="20"/>
                <w:highlight w:val="yellow"/>
              </w:rPr>
            </w:pPr>
          </w:p>
        </w:tc>
        <w:tc>
          <w:tcPr>
            <w:tcW w:w="3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EC1" w:rsidRPr="005B43CF" w:rsidRDefault="00B93FF4" w:rsidP="00CC2EC1">
            <w:pPr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5B43CF">
              <w:rPr>
                <w:kern w:val="2"/>
                <w:sz w:val="20"/>
                <w:szCs w:val="20"/>
              </w:rPr>
              <w:t xml:space="preserve">влияет на достижение показателей </w:t>
            </w:r>
          </w:p>
          <w:p w:rsidR="00B93FF4" w:rsidRPr="005B43CF" w:rsidRDefault="00B93FF4" w:rsidP="00CC2EC1">
            <w:pPr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5B43CF">
              <w:rPr>
                <w:kern w:val="2"/>
                <w:sz w:val="20"/>
                <w:szCs w:val="20"/>
              </w:rPr>
              <w:t>1, 1.</w:t>
            </w:r>
            <w:r w:rsidR="00CC2EC1" w:rsidRPr="005B43CF">
              <w:rPr>
                <w:kern w:val="2"/>
                <w:sz w:val="20"/>
                <w:szCs w:val="20"/>
              </w:rPr>
              <w:t>1</w:t>
            </w:r>
          </w:p>
        </w:tc>
      </w:tr>
      <w:tr w:rsidR="003946FA" w:rsidRPr="00F203F2" w:rsidTr="00EF4C6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Default="003946FA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3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Default="003946FA" w:rsidP="003946FA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Основное мероприятие 1.3</w:t>
            </w:r>
            <w:r w:rsidRPr="00F203F2">
              <w:rPr>
                <w:kern w:val="2"/>
                <w:sz w:val="20"/>
                <w:szCs w:val="20"/>
              </w:rPr>
              <w:t xml:space="preserve">. </w:t>
            </w:r>
          </w:p>
          <w:p w:rsidR="003946FA" w:rsidRPr="00F203F2" w:rsidRDefault="003946FA" w:rsidP="003946FA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«</w:t>
            </w:r>
            <w:r w:rsidRPr="00F203F2">
              <w:rPr>
                <w:kern w:val="2"/>
                <w:sz w:val="20"/>
                <w:szCs w:val="20"/>
              </w:rPr>
              <w:t>Капитальный ремонт авт</w:t>
            </w:r>
            <w:r w:rsidRPr="00F203F2">
              <w:rPr>
                <w:kern w:val="2"/>
                <w:sz w:val="20"/>
                <w:szCs w:val="20"/>
              </w:rPr>
              <w:t>о</w:t>
            </w:r>
            <w:r w:rsidRPr="00F203F2">
              <w:rPr>
                <w:kern w:val="2"/>
                <w:sz w:val="20"/>
                <w:szCs w:val="20"/>
              </w:rPr>
              <w:t>мобильных дорог общего пользования местного знач</w:t>
            </w:r>
            <w:r w:rsidRPr="00F203F2">
              <w:rPr>
                <w:kern w:val="2"/>
                <w:sz w:val="20"/>
                <w:szCs w:val="20"/>
              </w:rPr>
              <w:t>е</w:t>
            </w:r>
            <w:r w:rsidRPr="00F203F2">
              <w:rPr>
                <w:kern w:val="2"/>
                <w:sz w:val="20"/>
                <w:szCs w:val="20"/>
              </w:rPr>
              <w:t>ния и искусственных соор</w:t>
            </w:r>
            <w:r w:rsidRPr="00F203F2">
              <w:rPr>
                <w:kern w:val="2"/>
                <w:sz w:val="20"/>
                <w:szCs w:val="20"/>
              </w:rPr>
              <w:t>у</w:t>
            </w:r>
            <w:r w:rsidRPr="00F203F2">
              <w:rPr>
                <w:kern w:val="2"/>
                <w:sz w:val="20"/>
                <w:szCs w:val="20"/>
              </w:rPr>
              <w:t>жений на них</w:t>
            </w:r>
            <w:r>
              <w:rPr>
                <w:kern w:val="2"/>
                <w:sz w:val="20"/>
                <w:szCs w:val="20"/>
              </w:rPr>
              <w:t>»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Default="003946FA" w:rsidP="00CC2EC1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kern w:val="2"/>
                <w:sz w:val="20"/>
                <w:szCs w:val="20"/>
              </w:rPr>
              <w:t>Целин</w:t>
            </w:r>
            <w:r w:rsidRPr="00F203F2">
              <w:rPr>
                <w:kern w:val="2"/>
                <w:sz w:val="20"/>
                <w:szCs w:val="20"/>
              </w:rPr>
              <w:t>ского</w:t>
            </w:r>
            <w:proofErr w:type="spellEnd"/>
            <w:r w:rsidRPr="00F203F2">
              <w:rPr>
                <w:kern w:val="2"/>
                <w:sz w:val="20"/>
                <w:szCs w:val="20"/>
              </w:rPr>
              <w:t xml:space="preserve"> района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Pr="00F203F2" w:rsidRDefault="003946FA" w:rsidP="00822EE6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2019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Pr="00F203F2" w:rsidRDefault="003946FA" w:rsidP="00822EE6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2030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Pr="00F203F2" w:rsidRDefault="003946FA" w:rsidP="00822EE6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  <w:highlight w:val="yellow"/>
              </w:rPr>
            </w:pPr>
            <w:r w:rsidRPr="008127D9">
              <w:rPr>
                <w:kern w:val="2"/>
                <w:sz w:val="20"/>
                <w:szCs w:val="20"/>
              </w:rPr>
              <w:t>капитально отремон</w:t>
            </w:r>
            <w:r>
              <w:rPr>
                <w:kern w:val="2"/>
                <w:sz w:val="20"/>
                <w:szCs w:val="20"/>
              </w:rPr>
              <w:t>ти</w:t>
            </w:r>
            <w:r w:rsidRPr="008127D9">
              <w:rPr>
                <w:kern w:val="2"/>
                <w:sz w:val="20"/>
                <w:szCs w:val="20"/>
              </w:rPr>
              <w:t>р</w:t>
            </w:r>
            <w:r w:rsidRPr="008127D9">
              <w:rPr>
                <w:kern w:val="2"/>
                <w:sz w:val="20"/>
                <w:szCs w:val="20"/>
              </w:rPr>
              <w:t>о</w:t>
            </w:r>
            <w:r>
              <w:rPr>
                <w:kern w:val="2"/>
                <w:sz w:val="20"/>
                <w:szCs w:val="20"/>
              </w:rPr>
              <w:t xml:space="preserve">вать </w:t>
            </w:r>
            <w:r w:rsidRPr="008127D9">
              <w:rPr>
                <w:kern w:val="2"/>
                <w:sz w:val="20"/>
                <w:szCs w:val="20"/>
              </w:rPr>
              <w:t>необх</w:t>
            </w:r>
            <w:r w:rsidRPr="008127D9">
              <w:rPr>
                <w:kern w:val="2"/>
                <w:sz w:val="20"/>
                <w:szCs w:val="20"/>
              </w:rPr>
              <w:t>о</w:t>
            </w:r>
            <w:r w:rsidRPr="008127D9">
              <w:rPr>
                <w:kern w:val="2"/>
                <w:sz w:val="20"/>
                <w:szCs w:val="20"/>
              </w:rPr>
              <w:t>димое кол</w:t>
            </w:r>
            <w:r w:rsidRPr="008127D9">
              <w:rPr>
                <w:kern w:val="2"/>
                <w:sz w:val="20"/>
                <w:szCs w:val="20"/>
              </w:rPr>
              <w:t>и</w:t>
            </w:r>
            <w:r w:rsidRPr="008127D9">
              <w:rPr>
                <w:kern w:val="2"/>
                <w:sz w:val="20"/>
                <w:szCs w:val="20"/>
              </w:rPr>
              <w:t>чество кил</w:t>
            </w:r>
            <w:r w:rsidRPr="008127D9">
              <w:rPr>
                <w:kern w:val="2"/>
                <w:sz w:val="20"/>
                <w:szCs w:val="20"/>
              </w:rPr>
              <w:t>о</w:t>
            </w:r>
            <w:r w:rsidRPr="008127D9">
              <w:rPr>
                <w:kern w:val="2"/>
                <w:sz w:val="20"/>
                <w:szCs w:val="20"/>
              </w:rPr>
              <w:t>метров авт</w:t>
            </w:r>
            <w:r w:rsidRPr="008127D9">
              <w:rPr>
                <w:kern w:val="2"/>
                <w:sz w:val="20"/>
                <w:szCs w:val="20"/>
              </w:rPr>
              <w:t>о</w:t>
            </w:r>
            <w:r w:rsidRPr="008127D9">
              <w:rPr>
                <w:kern w:val="2"/>
                <w:sz w:val="20"/>
                <w:szCs w:val="20"/>
              </w:rPr>
              <w:t>мобильных дорог</w:t>
            </w:r>
          </w:p>
        </w:tc>
        <w:tc>
          <w:tcPr>
            <w:tcW w:w="17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FA" w:rsidRPr="00F203F2" w:rsidRDefault="003946FA" w:rsidP="00CC2EC1">
            <w:pPr>
              <w:spacing w:line="235" w:lineRule="auto"/>
              <w:jc w:val="left"/>
              <w:rPr>
                <w:kern w:val="2"/>
                <w:sz w:val="20"/>
                <w:szCs w:val="20"/>
                <w:highlight w:val="yellow"/>
              </w:rPr>
            </w:pPr>
          </w:p>
        </w:tc>
        <w:tc>
          <w:tcPr>
            <w:tcW w:w="35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Pr="005B43CF" w:rsidRDefault="003946FA" w:rsidP="00CC2EC1">
            <w:pPr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</w:p>
        </w:tc>
      </w:tr>
      <w:tr w:rsidR="003946FA" w:rsidRPr="00F203F2" w:rsidTr="00EF4C68">
        <w:trPr>
          <w:trHeight w:val="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FA" w:rsidRPr="00F203F2" w:rsidRDefault="003946FA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lastRenderedPageBreak/>
              <w:t>4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FA" w:rsidRDefault="003946FA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Основное мероприятие</w:t>
            </w:r>
            <w:r>
              <w:rPr>
                <w:kern w:val="2"/>
                <w:sz w:val="20"/>
                <w:szCs w:val="20"/>
              </w:rPr>
              <w:t xml:space="preserve"> </w:t>
            </w:r>
            <w:r w:rsidRPr="00F203F2">
              <w:rPr>
                <w:kern w:val="2"/>
                <w:sz w:val="20"/>
                <w:szCs w:val="20"/>
              </w:rPr>
              <w:t>1.</w:t>
            </w:r>
            <w:r>
              <w:rPr>
                <w:kern w:val="2"/>
                <w:sz w:val="20"/>
                <w:szCs w:val="20"/>
              </w:rPr>
              <w:t>4</w:t>
            </w:r>
            <w:r w:rsidRPr="00F203F2">
              <w:rPr>
                <w:kern w:val="2"/>
                <w:sz w:val="20"/>
                <w:szCs w:val="20"/>
              </w:rPr>
              <w:t xml:space="preserve">. </w:t>
            </w:r>
          </w:p>
          <w:p w:rsidR="003946FA" w:rsidRDefault="003946FA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kern w:val="2"/>
                <w:sz w:val="20"/>
                <w:szCs w:val="20"/>
              </w:rPr>
            </w:pPr>
            <w:r w:rsidRPr="00FE2037">
              <w:rPr>
                <w:kern w:val="2"/>
                <w:sz w:val="20"/>
                <w:szCs w:val="20"/>
              </w:rPr>
              <w:t>«Проектные работы по кап</w:t>
            </w:r>
            <w:r w:rsidRPr="00FE2037">
              <w:rPr>
                <w:kern w:val="2"/>
                <w:sz w:val="20"/>
                <w:szCs w:val="20"/>
              </w:rPr>
              <w:t>и</w:t>
            </w:r>
            <w:r w:rsidRPr="00FE2037">
              <w:rPr>
                <w:kern w:val="2"/>
                <w:sz w:val="20"/>
                <w:szCs w:val="20"/>
              </w:rPr>
              <w:t>тальному ремонту автом</w:t>
            </w:r>
            <w:r w:rsidRPr="00FE2037">
              <w:rPr>
                <w:kern w:val="2"/>
                <w:sz w:val="20"/>
                <w:szCs w:val="20"/>
              </w:rPr>
              <w:t>о</w:t>
            </w:r>
            <w:r w:rsidRPr="00FE2037">
              <w:rPr>
                <w:kern w:val="2"/>
                <w:sz w:val="20"/>
                <w:szCs w:val="20"/>
              </w:rPr>
              <w:t>бильных дорог общего пол</w:t>
            </w:r>
            <w:r w:rsidRPr="00FE2037">
              <w:rPr>
                <w:kern w:val="2"/>
                <w:sz w:val="20"/>
                <w:szCs w:val="20"/>
              </w:rPr>
              <w:t>ь</w:t>
            </w:r>
            <w:r w:rsidRPr="00FE2037">
              <w:rPr>
                <w:kern w:val="2"/>
                <w:sz w:val="20"/>
                <w:szCs w:val="20"/>
              </w:rPr>
              <w:t>зования местного значения и искусственных сооружений на них»</w:t>
            </w:r>
          </w:p>
          <w:p w:rsidR="003946FA" w:rsidRPr="00F203F2" w:rsidRDefault="003946FA" w:rsidP="003C0F6A">
            <w:pPr>
              <w:autoSpaceDE w:val="0"/>
              <w:autoSpaceDN w:val="0"/>
              <w:adjustRightInd w:val="0"/>
              <w:spacing w:line="235" w:lineRule="auto"/>
              <w:ind w:firstLine="0"/>
              <w:rPr>
                <w:kern w:val="2"/>
                <w:sz w:val="20"/>
                <w:szCs w:val="20"/>
              </w:rPr>
            </w:pP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FA" w:rsidRPr="00F203F2" w:rsidRDefault="003946FA" w:rsidP="00CC2EC1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kern w:val="2"/>
                <w:sz w:val="20"/>
                <w:szCs w:val="20"/>
              </w:rPr>
              <w:t>Целин</w:t>
            </w:r>
            <w:r w:rsidRPr="00F203F2">
              <w:rPr>
                <w:kern w:val="2"/>
                <w:sz w:val="20"/>
                <w:szCs w:val="20"/>
              </w:rPr>
              <w:t>ского</w:t>
            </w:r>
            <w:proofErr w:type="spellEnd"/>
            <w:r w:rsidRPr="00F203F2">
              <w:rPr>
                <w:kern w:val="2"/>
                <w:sz w:val="20"/>
                <w:szCs w:val="20"/>
              </w:rPr>
              <w:t xml:space="preserve"> района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FA" w:rsidRPr="00F203F2" w:rsidRDefault="003946FA" w:rsidP="00CC2EC1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2019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FA" w:rsidRPr="00F203F2" w:rsidRDefault="003946FA" w:rsidP="00CC2EC1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2030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FA" w:rsidRDefault="003946FA" w:rsidP="008127D9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обеспечение проектной документац</w:t>
            </w:r>
            <w:r w:rsidRPr="00F203F2">
              <w:rPr>
                <w:kern w:val="2"/>
                <w:sz w:val="20"/>
                <w:szCs w:val="20"/>
              </w:rPr>
              <w:t>и</w:t>
            </w:r>
            <w:r w:rsidRPr="00F203F2">
              <w:rPr>
                <w:kern w:val="2"/>
                <w:sz w:val="20"/>
                <w:szCs w:val="20"/>
              </w:rPr>
              <w:t>ей работ по капитальному ремонту а</w:t>
            </w:r>
            <w:r w:rsidRPr="00F203F2">
              <w:rPr>
                <w:kern w:val="2"/>
                <w:sz w:val="20"/>
                <w:szCs w:val="20"/>
              </w:rPr>
              <w:t>в</w:t>
            </w:r>
            <w:r w:rsidRPr="00F203F2">
              <w:rPr>
                <w:kern w:val="2"/>
                <w:sz w:val="20"/>
                <w:szCs w:val="20"/>
              </w:rPr>
              <w:t>томобильных дорог</w:t>
            </w:r>
          </w:p>
          <w:p w:rsidR="003946FA" w:rsidRPr="00F203F2" w:rsidRDefault="003946FA" w:rsidP="00CC2EC1">
            <w:pPr>
              <w:autoSpaceDE w:val="0"/>
              <w:autoSpaceDN w:val="0"/>
              <w:adjustRightInd w:val="0"/>
              <w:spacing w:line="235" w:lineRule="auto"/>
              <w:ind w:firstLine="0"/>
              <w:jc w:val="left"/>
              <w:rPr>
                <w:kern w:val="2"/>
                <w:sz w:val="20"/>
                <w:szCs w:val="20"/>
                <w:highlight w:val="yellow"/>
              </w:rPr>
            </w:pPr>
          </w:p>
        </w:tc>
        <w:tc>
          <w:tcPr>
            <w:tcW w:w="17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6FA" w:rsidRPr="00F203F2" w:rsidRDefault="003946FA" w:rsidP="00CC2EC1">
            <w:pPr>
              <w:spacing w:line="235" w:lineRule="auto"/>
              <w:jc w:val="left"/>
              <w:rPr>
                <w:kern w:val="2"/>
                <w:sz w:val="20"/>
                <w:szCs w:val="20"/>
                <w:highlight w:val="yellow"/>
              </w:rPr>
            </w:pPr>
          </w:p>
        </w:tc>
        <w:tc>
          <w:tcPr>
            <w:tcW w:w="35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6FA" w:rsidRPr="00F203F2" w:rsidRDefault="003946FA" w:rsidP="00CC2EC1">
            <w:pPr>
              <w:spacing w:line="235" w:lineRule="auto"/>
              <w:jc w:val="left"/>
              <w:rPr>
                <w:kern w:val="2"/>
                <w:sz w:val="20"/>
                <w:szCs w:val="20"/>
                <w:highlight w:val="yellow"/>
              </w:rPr>
            </w:pPr>
          </w:p>
        </w:tc>
      </w:tr>
      <w:tr w:rsidR="003946FA" w:rsidRPr="00F203F2" w:rsidTr="00EF4C68">
        <w:trPr>
          <w:trHeight w:val="2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FA" w:rsidRPr="00F203F2" w:rsidRDefault="003946FA" w:rsidP="003C0F6A">
            <w:pPr>
              <w:autoSpaceDE w:val="0"/>
              <w:autoSpaceDN w:val="0"/>
              <w:adjustRightInd w:val="0"/>
              <w:ind w:firstLine="0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5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FA" w:rsidRPr="00F203F2" w:rsidRDefault="003946FA" w:rsidP="003C0F6A">
            <w:pPr>
              <w:autoSpaceDE w:val="0"/>
              <w:autoSpaceDN w:val="0"/>
              <w:adjustRightInd w:val="0"/>
              <w:ind w:firstLine="0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Основное мероприятие</w:t>
            </w:r>
            <w:r>
              <w:rPr>
                <w:kern w:val="2"/>
                <w:sz w:val="20"/>
                <w:szCs w:val="20"/>
              </w:rPr>
              <w:t xml:space="preserve"> </w:t>
            </w:r>
            <w:r w:rsidRPr="00F203F2">
              <w:rPr>
                <w:kern w:val="2"/>
                <w:sz w:val="20"/>
                <w:szCs w:val="20"/>
              </w:rPr>
              <w:t xml:space="preserve">1.5. </w:t>
            </w:r>
            <w:r>
              <w:rPr>
                <w:kern w:val="2"/>
                <w:sz w:val="20"/>
                <w:szCs w:val="20"/>
              </w:rPr>
              <w:t>«</w:t>
            </w:r>
            <w:r w:rsidRPr="00F203F2">
              <w:rPr>
                <w:kern w:val="2"/>
                <w:sz w:val="20"/>
                <w:szCs w:val="20"/>
              </w:rPr>
              <w:t>Строительство и реконструк</w:t>
            </w:r>
            <w:r w:rsidRPr="00F203F2">
              <w:rPr>
                <w:kern w:val="2"/>
                <w:sz w:val="20"/>
                <w:szCs w:val="20"/>
              </w:rPr>
              <w:softHyphen/>
              <w:t>ция автомобильных дорог общего пользования местного значения и искусственных сооружений на них</w:t>
            </w:r>
            <w:r>
              <w:rPr>
                <w:kern w:val="2"/>
                <w:sz w:val="20"/>
                <w:szCs w:val="20"/>
              </w:rPr>
              <w:t>»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FA" w:rsidRPr="00F203F2" w:rsidRDefault="003946FA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kern w:val="2"/>
                <w:sz w:val="20"/>
                <w:szCs w:val="20"/>
              </w:rPr>
              <w:t>Целин</w:t>
            </w:r>
            <w:r w:rsidRPr="00F203F2">
              <w:rPr>
                <w:kern w:val="2"/>
                <w:sz w:val="20"/>
                <w:szCs w:val="20"/>
              </w:rPr>
              <w:t>ского</w:t>
            </w:r>
            <w:proofErr w:type="spellEnd"/>
            <w:r w:rsidRPr="00F203F2">
              <w:rPr>
                <w:kern w:val="2"/>
                <w:sz w:val="20"/>
                <w:szCs w:val="20"/>
              </w:rPr>
              <w:t xml:space="preserve"> района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FA" w:rsidRPr="00F203F2" w:rsidRDefault="003946FA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2019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FA" w:rsidRPr="00F203F2" w:rsidRDefault="003946FA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2030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FA" w:rsidRPr="00F203F2" w:rsidRDefault="003946FA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построить и реконстру</w:t>
            </w:r>
            <w:r w:rsidRPr="00F203F2">
              <w:rPr>
                <w:kern w:val="2"/>
                <w:sz w:val="20"/>
                <w:szCs w:val="20"/>
              </w:rPr>
              <w:t>и</w:t>
            </w:r>
            <w:r w:rsidRPr="00F203F2">
              <w:rPr>
                <w:kern w:val="2"/>
                <w:sz w:val="20"/>
                <w:szCs w:val="20"/>
              </w:rPr>
              <w:t xml:space="preserve">ровать </w:t>
            </w:r>
          </w:p>
          <w:p w:rsidR="003946FA" w:rsidRPr="00F203F2" w:rsidRDefault="003946FA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  <w:highlight w:val="yellow"/>
              </w:rPr>
            </w:pPr>
            <w:r w:rsidRPr="00F203F2">
              <w:rPr>
                <w:kern w:val="2"/>
                <w:sz w:val="20"/>
                <w:szCs w:val="20"/>
              </w:rPr>
              <w:t>необходимое количество километров автомобил</w:t>
            </w:r>
            <w:r w:rsidRPr="00F203F2">
              <w:rPr>
                <w:kern w:val="2"/>
                <w:sz w:val="20"/>
                <w:szCs w:val="20"/>
              </w:rPr>
              <w:t>ь</w:t>
            </w:r>
            <w:r w:rsidRPr="00F203F2">
              <w:rPr>
                <w:kern w:val="2"/>
                <w:sz w:val="20"/>
                <w:szCs w:val="20"/>
              </w:rPr>
              <w:t>ных дорог</w:t>
            </w:r>
          </w:p>
        </w:tc>
        <w:tc>
          <w:tcPr>
            <w:tcW w:w="17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46FA" w:rsidRPr="00F203F2" w:rsidRDefault="003946FA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низкий уровень развития автод</w:t>
            </w:r>
            <w:r w:rsidRPr="00F203F2">
              <w:rPr>
                <w:kern w:val="2"/>
                <w:sz w:val="20"/>
                <w:szCs w:val="20"/>
              </w:rPr>
              <w:t>о</w:t>
            </w:r>
            <w:r w:rsidRPr="00F203F2">
              <w:rPr>
                <w:kern w:val="2"/>
                <w:sz w:val="20"/>
                <w:szCs w:val="20"/>
              </w:rPr>
              <w:t>рожной сети, низкая пропускная спосо</w:t>
            </w:r>
            <w:r w:rsidRPr="00F203F2">
              <w:rPr>
                <w:kern w:val="2"/>
                <w:sz w:val="20"/>
                <w:szCs w:val="20"/>
              </w:rPr>
              <w:t>б</w:t>
            </w:r>
            <w:r w:rsidRPr="00F203F2">
              <w:rPr>
                <w:kern w:val="2"/>
                <w:sz w:val="20"/>
                <w:szCs w:val="20"/>
              </w:rPr>
              <w:t>ность существу</w:t>
            </w:r>
            <w:r w:rsidRPr="00F203F2">
              <w:rPr>
                <w:kern w:val="2"/>
                <w:sz w:val="20"/>
                <w:szCs w:val="20"/>
              </w:rPr>
              <w:t>ю</w:t>
            </w:r>
            <w:r w:rsidRPr="00F203F2">
              <w:rPr>
                <w:kern w:val="2"/>
                <w:sz w:val="20"/>
                <w:szCs w:val="20"/>
              </w:rPr>
              <w:t>щей сети автодорог по сравнению с фактической инте</w:t>
            </w:r>
            <w:r w:rsidRPr="00F203F2">
              <w:rPr>
                <w:kern w:val="2"/>
                <w:sz w:val="20"/>
                <w:szCs w:val="20"/>
              </w:rPr>
              <w:t>н</w:t>
            </w:r>
            <w:r w:rsidRPr="00F203F2">
              <w:rPr>
                <w:kern w:val="2"/>
                <w:sz w:val="20"/>
                <w:szCs w:val="20"/>
              </w:rPr>
              <w:t>сивностью движ</w:t>
            </w:r>
            <w:r w:rsidRPr="00F203F2">
              <w:rPr>
                <w:kern w:val="2"/>
                <w:sz w:val="20"/>
                <w:szCs w:val="20"/>
              </w:rPr>
              <w:t>е</w:t>
            </w:r>
            <w:r w:rsidRPr="00F203F2">
              <w:rPr>
                <w:kern w:val="2"/>
                <w:sz w:val="20"/>
                <w:szCs w:val="20"/>
              </w:rPr>
              <w:t>ния,</w:t>
            </w:r>
          </w:p>
          <w:p w:rsidR="003946FA" w:rsidRPr="00F203F2" w:rsidRDefault="003946FA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  <w:highlight w:val="yellow"/>
              </w:rPr>
            </w:pPr>
            <w:r w:rsidRPr="00F203F2">
              <w:rPr>
                <w:kern w:val="2"/>
                <w:sz w:val="20"/>
                <w:szCs w:val="20"/>
              </w:rPr>
              <w:t>что сдерживает ра</w:t>
            </w:r>
            <w:r w:rsidRPr="00F203F2">
              <w:rPr>
                <w:kern w:val="2"/>
                <w:sz w:val="20"/>
                <w:szCs w:val="20"/>
              </w:rPr>
              <w:t>з</w:t>
            </w:r>
            <w:r w:rsidRPr="00F203F2">
              <w:rPr>
                <w:kern w:val="2"/>
                <w:sz w:val="20"/>
                <w:szCs w:val="20"/>
              </w:rPr>
              <w:t xml:space="preserve">витие </w:t>
            </w:r>
            <w:r w:rsidRPr="00F203F2">
              <w:rPr>
                <w:spacing w:val="-6"/>
                <w:kern w:val="2"/>
                <w:sz w:val="20"/>
                <w:szCs w:val="20"/>
              </w:rPr>
              <w:t>агропромы</w:t>
            </w:r>
            <w:r w:rsidRPr="00F203F2">
              <w:rPr>
                <w:spacing w:val="-6"/>
                <w:kern w:val="2"/>
                <w:sz w:val="20"/>
                <w:szCs w:val="20"/>
              </w:rPr>
              <w:t>ш</w:t>
            </w:r>
            <w:r w:rsidRPr="00F203F2">
              <w:rPr>
                <w:spacing w:val="-6"/>
                <w:kern w:val="2"/>
                <w:sz w:val="20"/>
                <w:szCs w:val="20"/>
              </w:rPr>
              <w:t>ленного комплекса,</w:t>
            </w:r>
            <w:r w:rsidRPr="00F203F2">
              <w:rPr>
                <w:kern w:val="2"/>
                <w:sz w:val="20"/>
                <w:szCs w:val="20"/>
              </w:rPr>
              <w:t xml:space="preserve"> замедляет темпы социально-экономического развития района </w:t>
            </w:r>
          </w:p>
        </w:tc>
        <w:tc>
          <w:tcPr>
            <w:tcW w:w="3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46FA" w:rsidRDefault="003946FA" w:rsidP="003946FA">
            <w:pPr>
              <w:autoSpaceDE w:val="0"/>
              <w:autoSpaceDN w:val="0"/>
              <w:adjustRightInd w:val="0"/>
              <w:ind w:firstLine="0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 xml:space="preserve">влияет на достижение показателей </w:t>
            </w:r>
          </w:p>
          <w:p w:rsidR="003946FA" w:rsidRPr="00F203F2" w:rsidRDefault="003946FA" w:rsidP="003946FA">
            <w:pPr>
              <w:autoSpaceDE w:val="0"/>
              <w:autoSpaceDN w:val="0"/>
              <w:adjustRightInd w:val="0"/>
              <w:ind w:firstLine="0"/>
              <w:rPr>
                <w:kern w:val="2"/>
                <w:sz w:val="20"/>
                <w:szCs w:val="20"/>
                <w:highlight w:val="yellow"/>
              </w:rPr>
            </w:pPr>
            <w:r w:rsidRPr="005B43CF">
              <w:rPr>
                <w:kern w:val="2"/>
                <w:sz w:val="20"/>
                <w:szCs w:val="20"/>
              </w:rPr>
              <w:t>1, 1.1</w:t>
            </w:r>
          </w:p>
        </w:tc>
      </w:tr>
      <w:tr w:rsidR="009D12D6" w:rsidRPr="00F203F2" w:rsidTr="00EF4C68">
        <w:trPr>
          <w:trHeight w:val="2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D6" w:rsidRDefault="009D12D6" w:rsidP="003C0F6A">
            <w:pPr>
              <w:autoSpaceDE w:val="0"/>
              <w:autoSpaceDN w:val="0"/>
              <w:adjustRightInd w:val="0"/>
              <w:ind w:firstLine="0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6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D6" w:rsidRPr="009D12D6" w:rsidRDefault="009D12D6" w:rsidP="009D12D6">
            <w:pPr>
              <w:autoSpaceDE w:val="0"/>
              <w:autoSpaceDN w:val="0"/>
              <w:adjustRightInd w:val="0"/>
              <w:ind w:firstLine="0"/>
              <w:rPr>
                <w:kern w:val="2"/>
                <w:sz w:val="20"/>
                <w:szCs w:val="20"/>
              </w:rPr>
            </w:pPr>
            <w:r w:rsidRPr="009D12D6">
              <w:rPr>
                <w:kern w:val="2"/>
                <w:sz w:val="20"/>
                <w:szCs w:val="20"/>
              </w:rPr>
              <w:t>Основное мероприятие 1.</w:t>
            </w:r>
            <w:r>
              <w:rPr>
                <w:kern w:val="2"/>
                <w:sz w:val="20"/>
                <w:szCs w:val="20"/>
              </w:rPr>
              <w:t>6</w:t>
            </w:r>
            <w:r w:rsidRPr="009D12D6">
              <w:rPr>
                <w:kern w:val="2"/>
                <w:sz w:val="20"/>
                <w:szCs w:val="20"/>
              </w:rPr>
              <w:t xml:space="preserve">. </w:t>
            </w:r>
          </w:p>
          <w:p w:rsidR="009D12D6" w:rsidRPr="00F203F2" w:rsidRDefault="009D12D6" w:rsidP="009D12D6">
            <w:pPr>
              <w:autoSpaceDE w:val="0"/>
              <w:autoSpaceDN w:val="0"/>
              <w:adjustRightInd w:val="0"/>
              <w:ind w:firstLine="0"/>
              <w:rPr>
                <w:kern w:val="2"/>
                <w:sz w:val="20"/>
                <w:szCs w:val="20"/>
              </w:rPr>
            </w:pPr>
            <w:r w:rsidRPr="009D12D6">
              <w:rPr>
                <w:kern w:val="2"/>
                <w:sz w:val="20"/>
                <w:szCs w:val="20"/>
              </w:rPr>
              <w:t>«Проектные работы по стро</w:t>
            </w:r>
            <w:r w:rsidRPr="009D12D6">
              <w:rPr>
                <w:kern w:val="2"/>
                <w:sz w:val="20"/>
                <w:szCs w:val="20"/>
              </w:rPr>
              <w:t>и</w:t>
            </w:r>
            <w:r w:rsidRPr="009D12D6">
              <w:rPr>
                <w:kern w:val="2"/>
                <w:sz w:val="20"/>
                <w:szCs w:val="20"/>
              </w:rPr>
              <w:t>тельству и реконструкции автомобильных дорог общего пользования местного знач</w:t>
            </w:r>
            <w:r w:rsidRPr="009D12D6">
              <w:rPr>
                <w:kern w:val="2"/>
                <w:sz w:val="20"/>
                <w:szCs w:val="20"/>
              </w:rPr>
              <w:t>е</w:t>
            </w:r>
            <w:r w:rsidRPr="009D12D6">
              <w:rPr>
                <w:kern w:val="2"/>
                <w:sz w:val="20"/>
                <w:szCs w:val="20"/>
              </w:rPr>
              <w:t>ния и искусственных соор</w:t>
            </w:r>
            <w:r w:rsidRPr="009D12D6">
              <w:rPr>
                <w:kern w:val="2"/>
                <w:sz w:val="20"/>
                <w:szCs w:val="20"/>
              </w:rPr>
              <w:t>у</w:t>
            </w:r>
            <w:r w:rsidRPr="009D12D6">
              <w:rPr>
                <w:kern w:val="2"/>
                <w:sz w:val="20"/>
                <w:szCs w:val="20"/>
              </w:rPr>
              <w:t>жений на них»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D6" w:rsidRDefault="009D12D6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9D12D6">
              <w:rPr>
                <w:kern w:val="2"/>
                <w:sz w:val="20"/>
                <w:szCs w:val="20"/>
              </w:rPr>
              <w:t xml:space="preserve">Администрация </w:t>
            </w:r>
            <w:proofErr w:type="spellStart"/>
            <w:r w:rsidRPr="009D12D6">
              <w:rPr>
                <w:kern w:val="2"/>
                <w:sz w:val="20"/>
                <w:szCs w:val="20"/>
              </w:rPr>
              <w:t>Целинского</w:t>
            </w:r>
            <w:proofErr w:type="spellEnd"/>
            <w:r w:rsidRPr="009D12D6">
              <w:rPr>
                <w:kern w:val="2"/>
                <w:sz w:val="20"/>
                <w:szCs w:val="20"/>
              </w:rPr>
              <w:t xml:space="preserve"> района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D6" w:rsidRPr="00F203F2" w:rsidRDefault="009D12D6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2019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D6" w:rsidRPr="00F203F2" w:rsidRDefault="009D12D6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2030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D6" w:rsidRPr="00F203F2" w:rsidRDefault="009D12D6" w:rsidP="009D12D6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9D12D6">
              <w:rPr>
                <w:kern w:val="2"/>
                <w:sz w:val="20"/>
                <w:szCs w:val="20"/>
              </w:rPr>
              <w:t xml:space="preserve">обеспечение проектной </w:t>
            </w:r>
            <w:proofErr w:type="spellStart"/>
            <w:proofErr w:type="gramStart"/>
            <w:r w:rsidRPr="009D12D6">
              <w:rPr>
                <w:kern w:val="2"/>
                <w:sz w:val="20"/>
                <w:szCs w:val="20"/>
              </w:rPr>
              <w:t>документаци</w:t>
            </w:r>
            <w:proofErr w:type="spellEnd"/>
            <w:r w:rsidRPr="009D12D6">
              <w:rPr>
                <w:kern w:val="2"/>
                <w:sz w:val="20"/>
                <w:szCs w:val="20"/>
              </w:rPr>
              <w:t>-ей</w:t>
            </w:r>
            <w:proofErr w:type="gramEnd"/>
            <w:r w:rsidRPr="009D12D6">
              <w:rPr>
                <w:kern w:val="2"/>
                <w:sz w:val="20"/>
                <w:szCs w:val="20"/>
              </w:rPr>
              <w:t xml:space="preserve"> работ по</w:t>
            </w:r>
            <w:r>
              <w:rPr>
                <w:kern w:val="2"/>
                <w:sz w:val="20"/>
                <w:szCs w:val="20"/>
              </w:rPr>
              <w:t xml:space="preserve"> строител</w:t>
            </w:r>
            <w:r>
              <w:rPr>
                <w:kern w:val="2"/>
                <w:sz w:val="20"/>
                <w:szCs w:val="20"/>
              </w:rPr>
              <w:t>ь</w:t>
            </w:r>
            <w:r>
              <w:rPr>
                <w:kern w:val="2"/>
                <w:sz w:val="20"/>
                <w:szCs w:val="20"/>
              </w:rPr>
              <w:t>ству и</w:t>
            </w:r>
            <w:r w:rsidRPr="009D12D6">
              <w:rPr>
                <w:kern w:val="2"/>
                <w:sz w:val="20"/>
                <w:szCs w:val="20"/>
              </w:rPr>
              <w:t xml:space="preserve"> </w:t>
            </w:r>
            <w:r>
              <w:rPr>
                <w:kern w:val="2"/>
                <w:sz w:val="20"/>
                <w:szCs w:val="20"/>
              </w:rPr>
              <w:t>реко</w:t>
            </w:r>
            <w:r>
              <w:rPr>
                <w:kern w:val="2"/>
                <w:sz w:val="20"/>
                <w:szCs w:val="20"/>
              </w:rPr>
              <w:t>н</w:t>
            </w:r>
            <w:r>
              <w:rPr>
                <w:kern w:val="2"/>
                <w:sz w:val="20"/>
                <w:szCs w:val="20"/>
              </w:rPr>
              <w:t>струкции а</w:t>
            </w:r>
            <w:r>
              <w:rPr>
                <w:kern w:val="2"/>
                <w:sz w:val="20"/>
                <w:szCs w:val="20"/>
              </w:rPr>
              <w:t>в</w:t>
            </w:r>
            <w:r w:rsidRPr="009D12D6">
              <w:rPr>
                <w:kern w:val="2"/>
                <w:sz w:val="20"/>
                <w:szCs w:val="20"/>
              </w:rPr>
              <w:t>томобильных дорог</w:t>
            </w:r>
          </w:p>
        </w:tc>
        <w:tc>
          <w:tcPr>
            <w:tcW w:w="171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12D6" w:rsidRPr="00F203F2" w:rsidRDefault="009D12D6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</w:p>
        </w:tc>
        <w:tc>
          <w:tcPr>
            <w:tcW w:w="356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12D6" w:rsidRPr="00F203F2" w:rsidRDefault="009D12D6" w:rsidP="003946FA">
            <w:pPr>
              <w:autoSpaceDE w:val="0"/>
              <w:autoSpaceDN w:val="0"/>
              <w:adjustRightInd w:val="0"/>
              <w:ind w:firstLine="0"/>
              <w:rPr>
                <w:kern w:val="2"/>
                <w:sz w:val="20"/>
                <w:szCs w:val="20"/>
              </w:rPr>
            </w:pPr>
          </w:p>
        </w:tc>
      </w:tr>
      <w:tr w:rsidR="003946FA" w:rsidRPr="00F203F2" w:rsidTr="00EF4C6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FA" w:rsidRPr="00F203F2" w:rsidRDefault="009D12D6" w:rsidP="003C0F6A">
            <w:pPr>
              <w:autoSpaceDE w:val="0"/>
              <w:autoSpaceDN w:val="0"/>
              <w:adjustRightInd w:val="0"/>
              <w:ind w:firstLine="0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7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FA" w:rsidRDefault="003946FA" w:rsidP="003C0F6A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Основное мероприятие</w:t>
            </w:r>
            <w:r>
              <w:rPr>
                <w:kern w:val="2"/>
                <w:sz w:val="20"/>
                <w:szCs w:val="20"/>
              </w:rPr>
              <w:t xml:space="preserve"> </w:t>
            </w:r>
            <w:r w:rsidR="009D12D6">
              <w:rPr>
                <w:kern w:val="2"/>
                <w:sz w:val="20"/>
                <w:szCs w:val="20"/>
              </w:rPr>
              <w:t>1.7</w:t>
            </w:r>
            <w:r w:rsidRPr="00F203F2">
              <w:rPr>
                <w:kern w:val="2"/>
                <w:sz w:val="20"/>
                <w:szCs w:val="20"/>
              </w:rPr>
              <w:t xml:space="preserve">. </w:t>
            </w:r>
          </w:p>
          <w:p w:rsidR="003946FA" w:rsidRPr="00F203F2" w:rsidRDefault="003946FA" w:rsidP="003C0F6A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«</w:t>
            </w:r>
            <w:r w:rsidRPr="003946FA">
              <w:rPr>
                <w:kern w:val="2"/>
                <w:sz w:val="20"/>
                <w:szCs w:val="20"/>
              </w:rPr>
              <w:t>Осуществление строител</w:t>
            </w:r>
            <w:r w:rsidRPr="003946FA">
              <w:rPr>
                <w:kern w:val="2"/>
                <w:sz w:val="20"/>
                <w:szCs w:val="20"/>
              </w:rPr>
              <w:t>ь</w:t>
            </w:r>
            <w:r>
              <w:rPr>
                <w:kern w:val="2"/>
                <w:sz w:val="20"/>
                <w:szCs w:val="20"/>
              </w:rPr>
              <w:t>ного кон</w:t>
            </w:r>
            <w:r w:rsidRPr="003946FA">
              <w:rPr>
                <w:kern w:val="2"/>
                <w:sz w:val="20"/>
                <w:szCs w:val="20"/>
              </w:rPr>
              <w:t xml:space="preserve">троля </w:t>
            </w:r>
            <w:r>
              <w:rPr>
                <w:kern w:val="2"/>
                <w:sz w:val="20"/>
                <w:szCs w:val="20"/>
              </w:rPr>
              <w:t>и авторского надзора  при выпол</w:t>
            </w:r>
            <w:r w:rsidRPr="003946FA">
              <w:rPr>
                <w:kern w:val="2"/>
                <w:sz w:val="20"/>
                <w:szCs w:val="20"/>
              </w:rPr>
              <w:t xml:space="preserve">нении </w:t>
            </w:r>
            <w:r>
              <w:rPr>
                <w:kern w:val="2"/>
                <w:sz w:val="20"/>
                <w:szCs w:val="20"/>
              </w:rPr>
              <w:t xml:space="preserve"> строительства автомобильных до</w:t>
            </w:r>
            <w:r w:rsidRPr="003946FA">
              <w:rPr>
                <w:kern w:val="2"/>
                <w:sz w:val="20"/>
                <w:szCs w:val="20"/>
              </w:rPr>
              <w:t>рог и тротуаров</w:t>
            </w:r>
            <w:r>
              <w:rPr>
                <w:kern w:val="2"/>
                <w:sz w:val="20"/>
                <w:szCs w:val="20"/>
              </w:rPr>
              <w:t>»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FA" w:rsidRPr="00F203F2" w:rsidRDefault="003946FA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kern w:val="2"/>
                <w:sz w:val="20"/>
                <w:szCs w:val="20"/>
              </w:rPr>
              <w:t>Целин</w:t>
            </w:r>
            <w:r w:rsidRPr="00F203F2">
              <w:rPr>
                <w:kern w:val="2"/>
                <w:sz w:val="20"/>
                <w:szCs w:val="20"/>
              </w:rPr>
              <w:t>ского</w:t>
            </w:r>
            <w:proofErr w:type="spellEnd"/>
            <w:r w:rsidRPr="00F203F2">
              <w:rPr>
                <w:kern w:val="2"/>
                <w:sz w:val="20"/>
                <w:szCs w:val="20"/>
              </w:rPr>
              <w:t xml:space="preserve"> района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FA" w:rsidRPr="00F203F2" w:rsidRDefault="003946FA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2019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FA" w:rsidRPr="00F203F2" w:rsidRDefault="003946FA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2030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FA" w:rsidRPr="00F203F2" w:rsidRDefault="003946FA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  <w:highlight w:val="yellow"/>
              </w:rPr>
            </w:pPr>
            <w:r w:rsidRPr="00F203F2">
              <w:rPr>
                <w:kern w:val="2"/>
                <w:sz w:val="20"/>
                <w:szCs w:val="20"/>
              </w:rPr>
              <w:t>обеспечение проектной документац</w:t>
            </w:r>
            <w:r w:rsidRPr="00F203F2">
              <w:rPr>
                <w:kern w:val="2"/>
                <w:sz w:val="20"/>
                <w:szCs w:val="20"/>
              </w:rPr>
              <w:t>и</w:t>
            </w:r>
            <w:r w:rsidRPr="00F203F2">
              <w:rPr>
                <w:kern w:val="2"/>
                <w:sz w:val="20"/>
                <w:szCs w:val="20"/>
              </w:rPr>
              <w:t>ей работ по строител</w:t>
            </w:r>
            <w:r w:rsidRPr="00F203F2">
              <w:rPr>
                <w:kern w:val="2"/>
                <w:sz w:val="20"/>
                <w:szCs w:val="20"/>
              </w:rPr>
              <w:t>ь</w:t>
            </w:r>
            <w:r w:rsidRPr="00F203F2">
              <w:rPr>
                <w:kern w:val="2"/>
                <w:sz w:val="20"/>
                <w:szCs w:val="20"/>
              </w:rPr>
              <w:t>ству и реко</w:t>
            </w:r>
            <w:r w:rsidRPr="00F203F2">
              <w:rPr>
                <w:kern w:val="2"/>
                <w:sz w:val="20"/>
                <w:szCs w:val="20"/>
              </w:rPr>
              <w:t>н</w:t>
            </w:r>
            <w:r w:rsidRPr="00F203F2">
              <w:rPr>
                <w:kern w:val="2"/>
                <w:sz w:val="20"/>
                <w:szCs w:val="20"/>
              </w:rPr>
              <w:t>струкции а</w:t>
            </w:r>
            <w:r w:rsidRPr="00F203F2">
              <w:rPr>
                <w:kern w:val="2"/>
                <w:sz w:val="20"/>
                <w:szCs w:val="20"/>
              </w:rPr>
              <w:t>в</w:t>
            </w:r>
            <w:r w:rsidRPr="00F203F2">
              <w:rPr>
                <w:kern w:val="2"/>
                <w:sz w:val="20"/>
                <w:szCs w:val="20"/>
              </w:rPr>
              <w:t>томобильных дорог</w:t>
            </w:r>
          </w:p>
        </w:tc>
        <w:tc>
          <w:tcPr>
            <w:tcW w:w="17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6FA" w:rsidRPr="00F203F2" w:rsidRDefault="003946FA" w:rsidP="00CC2EC1">
            <w:pPr>
              <w:jc w:val="left"/>
              <w:rPr>
                <w:kern w:val="2"/>
                <w:sz w:val="20"/>
                <w:szCs w:val="20"/>
                <w:highlight w:val="yellow"/>
              </w:rPr>
            </w:pPr>
          </w:p>
        </w:tc>
        <w:tc>
          <w:tcPr>
            <w:tcW w:w="35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46FA" w:rsidRPr="00F203F2" w:rsidRDefault="003946FA" w:rsidP="003946FA">
            <w:pPr>
              <w:rPr>
                <w:kern w:val="2"/>
                <w:sz w:val="20"/>
                <w:szCs w:val="20"/>
                <w:highlight w:val="yellow"/>
              </w:rPr>
            </w:pPr>
          </w:p>
        </w:tc>
      </w:tr>
      <w:tr w:rsidR="003946FA" w:rsidRPr="00F203F2" w:rsidTr="00EF4C6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Default="009D12D6" w:rsidP="003C0F6A">
            <w:pPr>
              <w:autoSpaceDE w:val="0"/>
              <w:autoSpaceDN w:val="0"/>
              <w:adjustRightInd w:val="0"/>
              <w:ind w:firstLine="0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8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Pr="00D30D3A" w:rsidRDefault="003946FA" w:rsidP="00D30D3A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D30D3A">
              <w:rPr>
                <w:kern w:val="2"/>
                <w:sz w:val="20"/>
                <w:szCs w:val="20"/>
              </w:rPr>
              <w:t>Основное мероприятие 1.</w:t>
            </w:r>
            <w:r w:rsidR="009D12D6">
              <w:rPr>
                <w:kern w:val="2"/>
                <w:sz w:val="20"/>
                <w:szCs w:val="20"/>
              </w:rPr>
              <w:t>8</w:t>
            </w:r>
            <w:r w:rsidRPr="00D30D3A">
              <w:rPr>
                <w:kern w:val="2"/>
                <w:sz w:val="20"/>
                <w:szCs w:val="20"/>
              </w:rPr>
              <w:t>.</w:t>
            </w:r>
          </w:p>
          <w:p w:rsidR="003946FA" w:rsidRPr="00F203F2" w:rsidRDefault="003946FA" w:rsidP="00D30D3A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D30D3A">
              <w:rPr>
                <w:kern w:val="2"/>
                <w:sz w:val="20"/>
                <w:szCs w:val="20"/>
              </w:rPr>
              <w:t>«Изготовление топографич</w:t>
            </w:r>
            <w:r w:rsidRPr="00D30D3A">
              <w:rPr>
                <w:kern w:val="2"/>
                <w:sz w:val="20"/>
                <w:szCs w:val="20"/>
              </w:rPr>
              <w:t>е</w:t>
            </w:r>
            <w:r>
              <w:rPr>
                <w:kern w:val="2"/>
                <w:sz w:val="20"/>
                <w:szCs w:val="20"/>
              </w:rPr>
              <w:t>ской съемки,</w:t>
            </w:r>
            <w:r w:rsidRPr="00D30D3A">
              <w:rPr>
                <w:kern w:val="2"/>
                <w:sz w:val="20"/>
                <w:szCs w:val="20"/>
              </w:rPr>
              <w:t xml:space="preserve"> технических планов и меж</w:t>
            </w:r>
            <w:r w:rsidR="00AE3134">
              <w:rPr>
                <w:kern w:val="2"/>
                <w:sz w:val="20"/>
                <w:szCs w:val="20"/>
              </w:rPr>
              <w:t xml:space="preserve">евых планов </w:t>
            </w:r>
            <w:r w:rsidRPr="00D30D3A">
              <w:rPr>
                <w:kern w:val="2"/>
                <w:sz w:val="20"/>
                <w:szCs w:val="20"/>
              </w:rPr>
              <w:t xml:space="preserve">по </w:t>
            </w:r>
            <w:r w:rsidRPr="00D30D3A">
              <w:rPr>
                <w:kern w:val="2"/>
                <w:sz w:val="20"/>
                <w:szCs w:val="20"/>
              </w:rPr>
              <w:lastRenderedPageBreak/>
              <w:t>объектам дорожного стро</w:t>
            </w:r>
            <w:r w:rsidRPr="00D30D3A">
              <w:rPr>
                <w:kern w:val="2"/>
                <w:sz w:val="20"/>
                <w:szCs w:val="20"/>
              </w:rPr>
              <w:t>и</w:t>
            </w:r>
            <w:r w:rsidRPr="00D30D3A">
              <w:rPr>
                <w:kern w:val="2"/>
                <w:sz w:val="20"/>
                <w:szCs w:val="20"/>
              </w:rPr>
              <w:t>тельства»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Default="003946FA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D30D3A">
              <w:rPr>
                <w:kern w:val="2"/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 w:rsidRPr="00D30D3A">
              <w:rPr>
                <w:kern w:val="2"/>
                <w:sz w:val="20"/>
                <w:szCs w:val="20"/>
              </w:rPr>
              <w:t>Целинского</w:t>
            </w:r>
            <w:proofErr w:type="spellEnd"/>
            <w:r w:rsidRPr="00D30D3A">
              <w:rPr>
                <w:kern w:val="2"/>
                <w:sz w:val="20"/>
                <w:szCs w:val="20"/>
              </w:rPr>
              <w:t xml:space="preserve"> района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Pr="00F203F2" w:rsidRDefault="003946FA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2019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Pr="00F203F2" w:rsidRDefault="003946FA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2030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Pr="00F203F2" w:rsidRDefault="003946FA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изготовление топографич</w:t>
            </w:r>
            <w:r>
              <w:rPr>
                <w:kern w:val="2"/>
                <w:sz w:val="20"/>
                <w:szCs w:val="20"/>
              </w:rPr>
              <w:t>е</w:t>
            </w:r>
            <w:r>
              <w:rPr>
                <w:kern w:val="2"/>
                <w:sz w:val="20"/>
                <w:szCs w:val="20"/>
              </w:rPr>
              <w:t xml:space="preserve">ской съемки, технических </w:t>
            </w:r>
            <w:r>
              <w:rPr>
                <w:kern w:val="2"/>
                <w:sz w:val="20"/>
                <w:szCs w:val="20"/>
              </w:rPr>
              <w:lastRenderedPageBreak/>
              <w:t>планов и м</w:t>
            </w:r>
            <w:r>
              <w:rPr>
                <w:kern w:val="2"/>
                <w:sz w:val="20"/>
                <w:szCs w:val="20"/>
              </w:rPr>
              <w:t>е</w:t>
            </w:r>
            <w:r>
              <w:rPr>
                <w:kern w:val="2"/>
                <w:sz w:val="20"/>
                <w:szCs w:val="20"/>
              </w:rPr>
              <w:t>жевых планов по объектам дорожного строительства</w:t>
            </w:r>
          </w:p>
        </w:tc>
        <w:tc>
          <w:tcPr>
            <w:tcW w:w="17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46FA" w:rsidRPr="00F203F2" w:rsidRDefault="003946FA" w:rsidP="008127D9">
            <w:pPr>
              <w:ind w:firstLine="0"/>
              <w:jc w:val="left"/>
              <w:rPr>
                <w:kern w:val="2"/>
                <w:sz w:val="20"/>
                <w:szCs w:val="20"/>
                <w:highlight w:val="yellow"/>
              </w:rPr>
            </w:pPr>
          </w:p>
        </w:tc>
        <w:tc>
          <w:tcPr>
            <w:tcW w:w="35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FA" w:rsidRPr="00F203F2" w:rsidRDefault="003946FA" w:rsidP="003946FA">
            <w:pPr>
              <w:rPr>
                <w:kern w:val="2"/>
                <w:sz w:val="20"/>
                <w:szCs w:val="20"/>
                <w:highlight w:val="yellow"/>
              </w:rPr>
            </w:pPr>
          </w:p>
        </w:tc>
      </w:tr>
      <w:tr w:rsidR="003946FA" w:rsidRPr="00F203F2" w:rsidTr="00EF4C6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Default="009D12D6" w:rsidP="003C0F6A">
            <w:pPr>
              <w:autoSpaceDE w:val="0"/>
              <w:autoSpaceDN w:val="0"/>
              <w:adjustRightInd w:val="0"/>
              <w:ind w:firstLine="0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lastRenderedPageBreak/>
              <w:t>9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Pr="003946FA" w:rsidRDefault="003946FA" w:rsidP="003946FA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Основное мероприя</w:t>
            </w:r>
            <w:r w:rsidRPr="003946FA">
              <w:rPr>
                <w:kern w:val="2"/>
                <w:sz w:val="20"/>
                <w:szCs w:val="20"/>
              </w:rPr>
              <w:t>тие 1.</w:t>
            </w:r>
            <w:r w:rsidR="009D12D6">
              <w:rPr>
                <w:kern w:val="2"/>
                <w:sz w:val="20"/>
                <w:szCs w:val="20"/>
              </w:rPr>
              <w:t>9</w:t>
            </w:r>
            <w:r w:rsidRPr="003946FA">
              <w:rPr>
                <w:kern w:val="2"/>
                <w:sz w:val="20"/>
                <w:szCs w:val="20"/>
              </w:rPr>
              <w:t>.</w:t>
            </w:r>
          </w:p>
          <w:p w:rsidR="003946FA" w:rsidRPr="00D30D3A" w:rsidRDefault="003946FA" w:rsidP="003946FA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«Оплата технологического присоедине</w:t>
            </w:r>
            <w:r w:rsidRPr="003946FA">
              <w:rPr>
                <w:kern w:val="2"/>
                <w:sz w:val="20"/>
                <w:szCs w:val="20"/>
              </w:rPr>
              <w:t>ния на объектах стро</w:t>
            </w:r>
            <w:r w:rsidR="00AE3134">
              <w:rPr>
                <w:kern w:val="2"/>
                <w:sz w:val="20"/>
                <w:szCs w:val="20"/>
              </w:rPr>
              <w:t>ительства, реконструкции и</w:t>
            </w:r>
            <w:r>
              <w:rPr>
                <w:kern w:val="2"/>
                <w:sz w:val="20"/>
                <w:szCs w:val="20"/>
              </w:rPr>
              <w:t xml:space="preserve"> ка</w:t>
            </w:r>
            <w:r w:rsidRPr="003946FA">
              <w:rPr>
                <w:kern w:val="2"/>
                <w:sz w:val="20"/>
                <w:szCs w:val="20"/>
              </w:rPr>
              <w:t xml:space="preserve">питального ремонта </w:t>
            </w:r>
            <w:proofErr w:type="spellStart"/>
            <w:r w:rsidRPr="003946FA">
              <w:rPr>
                <w:kern w:val="2"/>
                <w:sz w:val="20"/>
                <w:szCs w:val="20"/>
              </w:rPr>
              <w:t>ат</w:t>
            </w:r>
            <w:r w:rsidRPr="003946FA">
              <w:rPr>
                <w:kern w:val="2"/>
                <w:sz w:val="20"/>
                <w:szCs w:val="20"/>
              </w:rPr>
              <w:t>о</w:t>
            </w:r>
            <w:r>
              <w:rPr>
                <w:kern w:val="2"/>
                <w:sz w:val="20"/>
                <w:szCs w:val="20"/>
              </w:rPr>
              <w:t>мобильных</w:t>
            </w:r>
            <w:proofErr w:type="spellEnd"/>
            <w:r>
              <w:rPr>
                <w:kern w:val="2"/>
                <w:sz w:val="20"/>
                <w:szCs w:val="20"/>
              </w:rPr>
              <w:t xml:space="preserve"> дорог общего пользования местного зна</w:t>
            </w:r>
            <w:r w:rsidRPr="003946FA">
              <w:rPr>
                <w:kern w:val="2"/>
                <w:sz w:val="20"/>
                <w:szCs w:val="20"/>
              </w:rPr>
              <w:t>ч</w:t>
            </w:r>
            <w:r w:rsidRPr="003946FA">
              <w:rPr>
                <w:kern w:val="2"/>
                <w:sz w:val="20"/>
                <w:szCs w:val="20"/>
              </w:rPr>
              <w:t>е</w:t>
            </w:r>
            <w:r w:rsidRPr="003946FA">
              <w:rPr>
                <w:kern w:val="2"/>
                <w:sz w:val="20"/>
                <w:szCs w:val="20"/>
              </w:rPr>
              <w:t>ния муници</w:t>
            </w:r>
            <w:r>
              <w:rPr>
                <w:kern w:val="2"/>
                <w:sz w:val="20"/>
                <w:szCs w:val="20"/>
              </w:rPr>
              <w:t>паль</w:t>
            </w:r>
            <w:r w:rsidRPr="003946FA">
              <w:rPr>
                <w:kern w:val="2"/>
                <w:sz w:val="20"/>
                <w:szCs w:val="20"/>
              </w:rPr>
              <w:t>ного образ</w:t>
            </w:r>
            <w:r w:rsidRPr="003946FA">
              <w:rPr>
                <w:kern w:val="2"/>
                <w:sz w:val="20"/>
                <w:szCs w:val="20"/>
              </w:rPr>
              <w:t>о</w:t>
            </w:r>
            <w:r w:rsidRPr="003946FA">
              <w:rPr>
                <w:kern w:val="2"/>
                <w:sz w:val="20"/>
                <w:szCs w:val="20"/>
              </w:rPr>
              <w:t>вания «</w:t>
            </w:r>
            <w:proofErr w:type="spellStart"/>
            <w:r w:rsidRPr="003946FA">
              <w:rPr>
                <w:kern w:val="2"/>
                <w:sz w:val="20"/>
                <w:szCs w:val="20"/>
              </w:rPr>
              <w:t>Целинский</w:t>
            </w:r>
            <w:proofErr w:type="spellEnd"/>
            <w:r w:rsidRPr="003946FA">
              <w:rPr>
                <w:kern w:val="2"/>
                <w:sz w:val="20"/>
                <w:szCs w:val="20"/>
              </w:rPr>
              <w:t xml:space="preserve"> район»»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Pr="00D30D3A" w:rsidRDefault="003946FA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3946FA">
              <w:rPr>
                <w:kern w:val="2"/>
                <w:sz w:val="20"/>
                <w:szCs w:val="20"/>
              </w:rPr>
              <w:t xml:space="preserve">Администрация </w:t>
            </w:r>
            <w:proofErr w:type="spellStart"/>
            <w:r w:rsidRPr="003946FA">
              <w:rPr>
                <w:kern w:val="2"/>
                <w:sz w:val="20"/>
                <w:szCs w:val="20"/>
              </w:rPr>
              <w:t>Целинского</w:t>
            </w:r>
            <w:proofErr w:type="spellEnd"/>
            <w:r w:rsidRPr="003946FA">
              <w:rPr>
                <w:kern w:val="2"/>
                <w:sz w:val="20"/>
                <w:szCs w:val="20"/>
              </w:rPr>
              <w:t xml:space="preserve"> района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Default="003946FA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2019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Default="003946FA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2030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Default="003946FA" w:rsidP="003946FA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3946FA">
              <w:rPr>
                <w:kern w:val="2"/>
                <w:sz w:val="20"/>
                <w:szCs w:val="20"/>
              </w:rPr>
              <w:t>технологич</w:t>
            </w:r>
            <w:r w:rsidRPr="003946FA">
              <w:rPr>
                <w:kern w:val="2"/>
                <w:sz w:val="20"/>
                <w:szCs w:val="20"/>
              </w:rPr>
              <w:t>е</w:t>
            </w:r>
            <w:r w:rsidRPr="003946FA">
              <w:rPr>
                <w:kern w:val="2"/>
                <w:sz w:val="20"/>
                <w:szCs w:val="20"/>
              </w:rPr>
              <w:t>ско</w:t>
            </w:r>
            <w:r>
              <w:rPr>
                <w:kern w:val="2"/>
                <w:sz w:val="20"/>
                <w:szCs w:val="20"/>
              </w:rPr>
              <w:t>е</w:t>
            </w:r>
            <w:r w:rsidRPr="003946FA">
              <w:rPr>
                <w:kern w:val="2"/>
                <w:sz w:val="20"/>
                <w:szCs w:val="20"/>
              </w:rPr>
              <w:t xml:space="preserve"> прис</w:t>
            </w:r>
            <w:r w:rsidRPr="003946FA">
              <w:rPr>
                <w:kern w:val="2"/>
                <w:sz w:val="20"/>
                <w:szCs w:val="20"/>
              </w:rPr>
              <w:t>о</w:t>
            </w:r>
            <w:r w:rsidRPr="003946FA">
              <w:rPr>
                <w:kern w:val="2"/>
                <w:sz w:val="20"/>
                <w:szCs w:val="20"/>
              </w:rPr>
              <w:t>единени</w:t>
            </w:r>
            <w:r>
              <w:rPr>
                <w:kern w:val="2"/>
                <w:sz w:val="20"/>
                <w:szCs w:val="20"/>
              </w:rPr>
              <w:t>е</w:t>
            </w:r>
            <w:r w:rsidRPr="003946FA">
              <w:rPr>
                <w:kern w:val="2"/>
                <w:sz w:val="20"/>
                <w:szCs w:val="20"/>
              </w:rPr>
              <w:t xml:space="preserve"> на объектах строител</w:t>
            </w:r>
            <w:r w:rsidRPr="003946FA">
              <w:rPr>
                <w:kern w:val="2"/>
                <w:sz w:val="20"/>
                <w:szCs w:val="20"/>
              </w:rPr>
              <w:t>ь</w:t>
            </w:r>
            <w:r w:rsidRPr="003946FA">
              <w:rPr>
                <w:kern w:val="2"/>
                <w:sz w:val="20"/>
                <w:szCs w:val="20"/>
              </w:rPr>
              <w:t>ства, реко</w:t>
            </w:r>
            <w:r w:rsidRPr="003946FA">
              <w:rPr>
                <w:kern w:val="2"/>
                <w:sz w:val="20"/>
                <w:szCs w:val="20"/>
              </w:rPr>
              <w:t>н</w:t>
            </w:r>
            <w:r w:rsidRPr="003946FA">
              <w:rPr>
                <w:kern w:val="2"/>
                <w:sz w:val="20"/>
                <w:szCs w:val="20"/>
              </w:rPr>
              <w:t xml:space="preserve">струкции и  капитального ремонта </w:t>
            </w:r>
            <w:proofErr w:type="spellStart"/>
            <w:r w:rsidRPr="003946FA">
              <w:rPr>
                <w:kern w:val="2"/>
                <w:sz w:val="20"/>
                <w:szCs w:val="20"/>
              </w:rPr>
              <w:t>ато</w:t>
            </w:r>
            <w:proofErr w:type="spellEnd"/>
            <w:r w:rsidRPr="003946FA">
              <w:rPr>
                <w:kern w:val="2"/>
                <w:sz w:val="20"/>
                <w:szCs w:val="20"/>
              </w:rPr>
              <w:t>-мобильных дорог общего пользования местного зн</w:t>
            </w:r>
            <w:r w:rsidRPr="003946FA">
              <w:rPr>
                <w:kern w:val="2"/>
                <w:sz w:val="20"/>
                <w:szCs w:val="20"/>
              </w:rPr>
              <w:t>а</w:t>
            </w:r>
            <w:r w:rsidR="00744AE2">
              <w:rPr>
                <w:kern w:val="2"/>
                <w:sz w:val="20"/>
                <w:szCs w:val="20"/>
              </w:rPr>
              <w:t>че</w:t>
            </w:r>
            <w:r w:rsidRPr="003946FA">
              <w:rPr>
                <w:kern w:val="2"/>
                <w:sz w:val="20"/>
                <w:szCs w:val="20"/>
              </w:rPr>
              <w:t>ния</w:t>
            </w:r>
          </w:p>
        </w:tc>
        <w:tc>
          <w:tcPr>
            <w:tcW w:w="171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FA" w:rsidRPr="00F203F2" w:rsidRDefault="003946FA" w:rsidP="008127D9">
            <w:pPr>
              <w:ind w:firstLine="0"/>
              <w:jc w:val="left"/>
              <w:rPr>
                <w:kern w:val="2"/>
                <w:sz w:val="20"/>
                <w:szCs w:val="20"/>
                <w:highlight w:val="yellow"/>
              </w:rPr>
            </w:pPr>
          </w:p>
        </w:tc>
        <w:tc>
          <w:tcPr>
            <w:tcW w:w="35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FA" w:rsidRDefault="003946FA" w:rsidP="003946FA">
            <w:pPr>
              <w:ind w:firstLine="0"/>
              <w:rPr>
                <w:kern w:val="2"/>
                <w:sz w:val="20"/>
                <w:szCs w:val="20"/>
              </w:rPr>
            </w:pPr>
            <w:r w:rsidRPr="003946FA">
              <w:rPr>
                <w:kern w:val="2"/>
                <w:sz w:val="20"/>
                <w:szCs w:val="20"/>
              </w:rPr>
              <w:t xml:space="preserve">влияет на достижение показателей </w:t>
            </w:r>
          </w:p>
          <w:p w:rsidR="003946FA" w:rsidRPr="003946FA" w:rsidRDefault="003946FA" w:rsidP="003946FA">
            <w:pPr>
              <w:ind w:firstLine="0"/>
              <w:rPr>
                <w:kern w:val="2"/>
                <w:sz w:val="20"/>
                <w:szCs w:val="20"/>
              </w:rPr>
            </w:pPr>
            <w:r w:rsidRPr="003946FA">
              <w:rPr>
                <w:kern w:val="2"/>
                <w:sz w:val="20"/>
                <w:szCs w:val="20"/>
              </w:rPr>
              <w:t>1, 1.1</w:t>
            </w:r>
            <w:r>
              <w:rPr>
                <w:kern w:val="2"/>
                <w:sz w:val="20"/>
                <w:szCs w:val="20"/>
              </w:rPr>
              <w:t>, 1.2</w:t>
            </w:r>
          </w:p>
        </w:tc>
      </w:tr>
      <w:tr w:rsidR="00EF4C68" w:rsidRPr="00466754" w:rsidTr="00EF4C6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68" w:rsidRPr="005D2AAE" w:rsidRDefault="00EF4C68" w:rsidP="003C0F6A">
            <w:pPr>
              <w:autoSpaceDE w:val="0"/>
              <w:autoSpaceDN w:val="0"/>
              <w:adjustRightInd w:val="0"/>
              <w:ind w:firstLine="0"/>
              <w:rPr>
                <w:kern w:val="2"/>
                <w:sz w:val="20"/>
                <w:szCs w:val="20"/>
              </w:rPr>
            </w:pPr>
            <w:r w:rsidRPr="005D2AAE">
              <w:rPr>
                <w:kern w:val="2"/>
                <w:sz w:val="20"/>
                <w:szCs w:val="20"/>
              </w:rPr>
              <w:t>10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68" w:rsidRPr="005D2AAE" w:rsidRDefault="00EF4C68" w:rsidP="00466754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5D2AAE">
              <w:rPr>
                <w:kern w:val="2"/>
                <w:sz w:val="20"/>
                <w:szCs w:val="20"/>
              </w:rPr>
              <w:t>Основное мероприятие 1.10.</w:t>
            </w:r>
          </w:p>
          <w:p w:rsidR="00EF4C68" w:rsidRPr="005D2AAE" w:rsidRDefault="00EF4C68" w:rsidP="00466754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5D2AAE">
              <w:rPr>
                <w:kern w:val="2"/>
                <w:sz w:val="20"/>
                <w:szCs w:val="20"/>
              </w:rPr>
              <w:t>«Зарезервированные дене</w:t>
            </w:r>
            <w:r w:rsidRPr="005D2AAE">
              <w:rPr>
                <w:kern w:val="2"/>
                <w:sz w:val="20"/>
                <w:szCs w:val="20"/>
              </w:rPr>
              <w:t>ж</w:t>
            </w:r>
            <w:r w:rsidRPr="005D2AAE">
              <w:rPr>
                <w:kern w:val="2"/>
                <w:sz w:val="20"/>
                <w:szCs w:val="20"/>
              </w:rPr>
              <w:t>ные средства дорожного фо</w:t>
            </w:r>
            <w:r w:rsidRPr="005D2AAE">
              <w:rPr>
                <w:kern w:val="2"/>
                <w:sz w:val="20"/>
                <w:szCs w:val="20"/>
              </w:rPr>
              <w:t>н</w:t>
            </w:r>
            <w:r w:rsidRPr="005D2AAE">
              <w:rPr>
                <w:kern w:val="2"/>
                <w:sz w:val="20"/>
                <w:szCs w:val="20"/>
              </w:rPr>
              <w:t>да муниципального образов</w:t>
            </w:r>
            <w:r w:rsidRPr="005D2AAE">
              <w:rPr>
                <w:kern w:val="2"/>
                <w:sz w:val="20"/>
                <w:szCs w:val="20"/>
              </w:rPr>
              <w:t>а</w:t>
            </w:r>
            <w:r w:rsidRPr="005D2AAE">
              <w:rPr>
                <w:kern w:val="2"/>
                <w:sz w:val="20"/>
                <w:szCs w:val="20"/>
              </w:rPr>
              <w:t>ния «</w:t>
            </w:r>
            <w:proofErr w:type="spellStart"/>
            <w:r w:rsidRPr="005D2AAE">
              <w:rPr>
                <w:kern w:val="2"/>
                <w:sz w:val="20"/>
                <w:szCs w:val="20"/>
              </w:rPr>
              <w:t>Целинский</w:t>
            </w:r>
            <w:proofErr w:type="spellEnd"/>
            <w:r w:rsidRPr="005D2AAE">
              <w:rPr>
                <w:kern w:val="2"/>
                <w:sz w:val="20"/>
                <w:szCs w:val="20"/>
              </w:rPr>
              <w:t xml:space="preserve"> район»»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68" w:rsidRPr="005D2AAE" w:rsidRDefault="00EF4C68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5D2AAE">
              <w:rPr>
                <w:kern w:val="2"/>
                <w:sz w:val="20"/>
                <w:szCs w:val="20"/>
              </w:rPr>
              <w:t xml:space="preserve">Администрация </w:t>
            </w:r>
            <w:proofErr w:type="spellStart"/>
            <w:r w:rsidRPr="005D2AAE">
              <w:rPr>
                <w:kern w:val="2"/>
                <w:sz w:val="20"/>
                <w:szCs w:val="20"/>
              </w:rPr>
              <w:t>Целинского</w:t>
            </w:r>
            <w:proofErr w:type="spellEnd"/>
            <w:r w:rsidRPr="005D2AAE">
              <w:rPr>
                <w:kern w:val="2"/>
                <w:sz w:val="20"/>
                <w:szCs w:val="20"/>
              </w:rPr>
              <w:t xml:space="preserve"> района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68" w:rsidRPr="00C418FD" w:rsidRDefault="00EF4C68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C418FD">
              <w:rPr>
                <w:kern w:val="2"/>
                <w:sz w:val="20"/>
                <w:szCs w:val="20"/>
              </w:rPr>
              <w:t>2019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68" w:rsidRPr="00C418FD" w:rsidRDefault="00EF4C68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C418FD">
              <w:rPr>
                <w:kern w:val="2"/>
                <w:sz w:val="20"/>
                <w:szCs w:val="20"/>
              </w:rPr>
              <w:t>2030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68" w:rsidRPr="00C418FD" w:rsidRDefault="00EF4C68" w:rsidP="00782FEB">
            <w:pPr>
              <w:autoSpaceDE w:val="0"/>
              <w:autoSpaceDN w:val="0"/>
              <w:adjustRightInd w:val="0"/>
              <w:ind w:firstLine="0"/>
              <w:rPr>
                <w:kern w:val="2"/>
                <w:sz w:val="20"/>
                <w:szCs w:val="20"/>
                <w:highlight w:val="yellow"/>
              </w:rPr>
            </w:pPr>
            <w:r>
              <w:rPr>
                <w:kern w:val="2"/>
                <w:sz w:val="20"/>
                <w:szCs w:val="20"/>
              </w:rPr>
              <w:t>п</w:t>
            </w:r>
            <w:r w:rsidRPr="00782FEB">
              <w:rPr>
                <w:kern w:val="2"/>
                <w:sz w:val="20"/>
                <w:szCs w:val="20"/>
              </w:rPr>
              <w:t>оддержание уровня авт</w:t>
            </w:r>
            <w:r w:rsidRPr="00782FEB">
              <w:rPr>
                <w:kern w:val="2"/>
                <w:sz w:val="20"/>
                <w:szCs w:val="20"/>
              </w:rPr>
              <w:t>о</w:t>
            </w:r>
            <w:r w:rsidRPr="00782FEB">
              <w:rPr>
                <w:kern w:val="2"/>
                <w:sz w:val="20"/>
                <w:szCs w:val="20"/>
              </w:rPr>
              <w:t xml:space="preserve">мобильных дорог, </w:t>
            </w:r>
            <w:proofErr w:type="gramStart"/>
            <w:r w:rsidRPr="00782FEB">
              <w:rPr>
                <w:kern w:val="2"/>
                <w:sz w:val="20"/>
                <w:szCs w:val="20"/>
              </w:rPr>
              <w:t>соо</w:t>
            </w:r>
            <w:r w:rsidRPr="00782FEB">
              <w:rPr>
                <w:kern w:val="2"/>
                <w:sz w:val="20"/>
                <w:szCs w:val="20"/>
              </w:rPr>
              <w:t>т</w:t>
            </w:r>
            <w:r w:rsidRPr="00782FEB">
              <w:rPr>
                <w:kern w:val="2"/>
                <w:sz w:val="20"/>
                <w:szCs w:val="20"/>
              </w:rPr>
              <w:t>ветствующие</w:t>
            </w:r>
            <w:proofErr w:type="gramEnd"/>
            <w:r w:rsidRPr="00782FEB">
              <w:rPr>
                <w:kern w:val="2"/>
                <w:sz w:val="20"/>
                <w:szCs w:val="20"/>
              </w:rPr>
              <w:t xml:space="preserve"> нормативным требованиям</w:t>
            </w:r>
          </w:p>
        </w:tc>
        <w:tc>
          <w:tcPr>
            <w:tcW w:w="17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C68" w:rsidRPr="00C418FD" w:rsidRDefault="00EF4C68" w:rsidP="00782FEB">
            <w:pPr>
              <w:ind w:firstLine="0"/>
              <w:rPr>
                <w:kern w:val="2"/>
                <w:sz w:val="20"/>
                <w:szCs w:val="20"/>
                <w:highlight w:val="yellow"/>
              </w:rPr>
            </w:pPr>
            <w:r>
              <w:rPr>
                <w:kern w:val="2"/>
                <w:sz w:val="20"/>
                <w:szCs w:val="20"/>
              </w:rPr>
              <w:t>снижение</w:t>
            </w:r>
            <w:r w:rsidRPr="00782FEB">
              <w:rPr>
                <w:kern w:val="2"/>
                <w:sz w:val="20"/>
                <w:szCs w:val="20"/>
              </w:rPr>
              <w:t xml:space="preserve"> уровня качества и </w:t>
            </w:r>
            <w:proofErr w:type="gramStart"/>
            <w:r w:rsidRPr="00782FEB">
              <w:rPr>
                <w:kern w:val="2"/>
                <w:sz w:val="20"/>
                <w:szCs w:val="20"/>
              </w:rPr>
              <w:t>без-опасности</w:t>
            </w:r>
            <w:proofErr w:type="gramEnd"/>
            <w:r w:rsidRPr="00782FEB">
              <w:rPr>
                <w:kern w:val="2"/>
                <w:sz w:val="20"/>
                <w:szCs w:val="20"/>
              </w:rPr>
              <w:t xml:space="preserve"> </w:t>
            </w:r>
            <w:r>
              <w:rPr>
                <w:kern w:val="2"/>
                <w:sz w:val="20"/>
                <w:szCs w:val="20"/>
              </w:rPr>
              <w:t>на авт</w:t>
            </w:r>
            <w:r>
              <w:rPr>
                <w:kern w:val="2"/>
                <w:sz w:val="20"/>
                <w:szCs w:val="20"/>
              </w:rPr>
              <w:t>о</w:t>
            </w:r>
            <w:r>
              <w:rPr>
                <w:kern w:val="2"/>
                <w:sz w:val="20"/>
                <w:szCs w:val="20"/>
              </w:rPr>
              <w:t>мобильных дорогах общего пользования местного значения</w:t>
            </w:r>
          </w:p>
        </w:tc>
        <w:tc>
          <w:tcPr>
            <w:tcW w:w="356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C68" w:rsidRPr="00C418FD" w:rsidRDefault="00EF4C68" w:rsidP="00C418FD">
            <w:pPr>
              <w:ind w:firstLine="0"/>
              <w:rPr>
                <w:kern w:val="2"/>
                <w:sz w:val="20"/>
                <w:szCs w:val="20"/>
              </w:rPr>
            </w:pPr>
            <w:r w:rsidRPr="00C418FD">
              <w:rPr>
                <w:kern w:val="2"/>
                <w:sz w:val="20"/>
                <w:szCs w:val="20"/>
              </w:rPr>
              <w:t xml:space="preserve">влияет на достижение показателей </w:t>
            </w:r>
          </w:p>
          <w:p w:rsidR="00EF4C68" w:rsidRPr="00466754" w:rsidRDefault="00EF4C68" w:rsidP="00C418FD">
            <w:pPr>
              <w:ind w:firstLine="0"/>
              <w:rPr>
                <w:kern w:val="2"/>
                <w:sz w:val="20"/>
                <w:szCs w:val="20"/>
                <w:highlight w:val="yellow"/>
              </w:rPr>
            </w:pPr>
            <w:r w:rsidRPr="00C418FD">
              <w:rPr>
                <w:kern w:val="2"/>
                <w:sz w:val="20"/>
                <w:szCs w:val="20"/>
              </w:rPr>
              <w:t>1, 1.1, 1.2</w:t>
            </w:r>
          </w:p>
        </w:tc>
      </w:tr>
      <w:tr w:rsidR="00EF4C68" w:rsidRPr="00466754" w:rsidTr="00EF4C6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68" w:rsidRPr="005D2AAE" w:rsidRDefault="00EF4C68" w:rsidP="003C0F6A">
            <w:pPr>
              <w:autoSpaceDE w:val="0"/>
              <w:autoSpaceDN w:val="0"/>
              <w:adjustRightInd w:val="0"/>
              <w:ind w:firstLine="0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11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68" w:rsidRPr="005A7D3B" w:rsidRDefault="00EF4C68" w:rsidP="005A7D3B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5A7D3B">
              <w:rPr>
                <w:kern w:val="2"/>
                <w:sz w:val="20"/>
                <w:szCs w:val="20"/>
              </w:rPr>
              <w:t>Основное мероприятие 1.11.</w:t>
            </w:r>
          </w:p>
          <w:p w:rsidR="00EF4C68" w:rsidRPr="005D2AAE" w:rsidRDefault="00EF4C68" w:rsidP="005A7D3B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5A7D3B">
              <w:rPr>
                <w:kern w:val="2"/>
                <w:sz w:val="20"/>
                <w:szCs w:val="20"/>
              </w:rPr>
              <w:t>«Оказание услуг по провед</w:t>
            </w:r>
            <w:r w:rsidRPr="005A7D3B">
              <w:rPr>
                <w:kern w:val="2"/>
                <w:sz w:val="20"/>
                <w:szCs w:val="20"/>
              </w:rPr>
              <w:t>е</w:t>
            </w:r>
            <w:r w:rsidRPr="005A7D3B">
              <w:rPr>
                <w:kern w:val="2"/>
                <w:sz w:val="20"/>
                <w:szCs w:val="20"/>
              </w:rPr>
              <w:t>нию экспертизы»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68" w:rsidRPr="005D2AAE" w:rsidRDefault="00EF4C68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5A7D3B">
              <w:rPr>
                <w:kern w:val="2"/>
                <w:sz w:val="20"/>
                <w:szCs w:val="20"/>
              </w:rPr>
              <w:t xml:space="preserve">Администрация </w:t>
            </w:r>
            <w:proofErr w:type="spellStart"/>
            <w:r w:rsidRPr="005A7D3B">
              <w:rPr>
                <w:kern w:val="2"/>
                <w:sz w:val="20"/>
                <w:szCs w:val="20"/>
              </w:rPr>
              <w:t>Целинского</w:t>
            </w:r>
            <w:proofErr w:type="spellEnd"/>
            <w:r w:rsidRPr="005A7D3B">
              <w:rPr>
                <w:kern w:val="2"/>
                <w:sz w:val="20"/>
                <w:szCs w:val="20"/>
              </w:rPr>
              <w:t xml:space="preserve"> района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68" w:rsidRPr="00C418FD" w:rsidRDefault="00EF4C68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2019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68" w:rsidRPr="00C418FD" w:rsidRDefault="00EF4C68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2030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68" w:rsidRDefault="00EF4C68" w:rsidP="00782FEB">
            <w:pPr>
              <w:autoSpaceDE w:val="0"/>
              <w:autoSpaceDN w:val="0"/>
              <w:adjustRightInd w:val="0"/>
              <w:ind w:firstLine="0"/>
              <w:rPr>
                <w:kern w:val="2"/>
                <w:sz w:val="20"/>
                <w:szCs w:val="20"/>
              </w:rPr>
            </w:pPr>
            <w:r w:rsidRPr="005A7D3B">
              <w:rPr>
                <w:kern w:val="2"/>
                <w:sz w:val="20"/>
                <w:szCs w:val="20"/>
              </w:rPr>
              <w:t>обеспечение проверки к</w:t>
            </w:r>
            <w:r w:rsidRPr="005A7D3B">
              <w:rPr>
                <w:kern w:val="2"/>
                <w:sz w:val="20"/>
                <w:szCs w:val="20"/>
              </w:rPr>
              <w:t>а</w:t>
            </w:r>
            <w:r w:rsidRPr="005A7D3B">
              <w:rPr>
                <w:kern w:val="2"/>
                <w:sz w:val="20"/>
                <w:szCs w:val="20"/>
              </w:rPr>
              <w:t>чества в</w:t>
            </w:r>
            <w:r w:rsidRPr="005A7D3B">
              <w:rPr>
                <w:kern w:val="2"/>
                <w:sz w:val="20"/>
                <w:szCs w:val="20"/>
              </w:rPr>
              <w:t>ы</w:t>
            </w:r>
            <w:r w:rsidRPr="005A7D3B">
              <w:rPr>
                <w:kern w:val="2"/>
                <w:sz w:val="20"/>
                <w:szCs w:val="20"/>
              </w:rPr>
              <w:t>полненных работ</w:t>
            </w:r>
          </w:p>
        </w:tc>
        <w:tc>
          <w:tcPr>
            <w:tcW w:w="17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C68" w:rsidRPr="00C418FD" w:rsidRDefault="00EF4C68" w:rsidP="002218B8">
            <w:pPr>
              <w:ind w:firstLine="0"/>
              <w:rPr>
                <w:kern w:val="2"/>
                <w:sz w:val="20"/>
                <w:szCs w:val="20"/>
                <w:highlight w:val="yellow"/>
              </w:rPr>
            </w:pPr>
            <w:r>
              <w:rPr>
                <w:kern w:val="2"/>
                <w:sz w:val="20"/>
                <w:szCs w:val="20"/>
              </w:rPr>
              <w:t>снижение</w:t>
            </w:r>
            <w:r w:rsidRPr="00782FEB">
              <w:rPr>
                <w:kern w:val="2"/>
                <w:sz w:val="20"/>
                <w:szCs w:val="20"/>
              </w:rPr>
              <w:t xml:space="preserve"> уровня качества и </w:t>
            </w:r>
            <w:proofErr w:type="gramStart"/>
            <w:r w:rsidRPr="00782FEB">
              <w:rPr>
                <w:kern w:val="2"/>
                <w:sz w:val="20"/>
                <w:szCs w:val="20"/>
              </w:rPr>
              <w:t>без-опасности</w:t>
            </w:r>
            <w:proofErr w:type="gramEnd"/>
            <w:r w:rsidRPr="00782FEB">
              <w:rPr>
                <w:kern w:val="2"/>
                <w:sz w:val="20"/>
                <w:szCs w:val="20"/>
              </w:rPr>
              <w:t xml:space="preserve"> </w:t>
            </w:r>
            <w:r>
              <w:rPr>
                <w:kern w:val="2"/>
                <w:sz w:val="20"/>
                <w:szCs w:val="20"/>
              </w:rPr>
              <w:t>на авт</w:t>
            </w:r>
            <w:r>
              <w:rPr>
                <w:kern w:val="2"/>
                <w:sz w:val="20"/>
                <w:szCs w:val="20"/>
              </w:rPr>
              <w:t>о</w:t>
            </w:r>
            <w:r>
              <w:rPr>
                <w:kern w:val="2"/>
                <w:sz w:val="20"/>
                <w:szCs w:val="20"/>
              </w:rPr>
              <w:t>мобильных дорогах общего пользования местного значения</w:t>
            </w:r>
          </w:p>
        </w:tc>
        <w:tc>
          <w:tcPr>
            <w:tcW w:w="35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C68" w:rsidRPr="00C418FD" w:rsidRDefault="00EF4C68" w:rsidP="00C418FD">
            <w:pPr>
              <w:ind w:firstLine="0"/>
              <w:rPr>
                <w:kern w:val="2"/>
                <w:sz w:val="20"/>
                <w:szCs w:val="20"/>
              </w:rPr>
            </w:pPr>
          </w:p>
        </w:tc>
      </w:tr>
      <w:tr w:rsidR="00EF4C68" w:rsidRPr="00466754" w:rsidTr="00EF4C6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68" w:rsidRDefault="00EF4C68" w:rsidP="003C0F6A">
            <w:pPr>
              <w:autoSpaceDE w:val="0"/>
              <w:autoSpaceDN w:val="0"/>
              <w:adjustRightInd w:val="0"/>
              <w:ind w:firstLine="0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12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68" w:rsidRPr="00327C3D" w:rsidRDefault="00EF4C68" w:rsidP="00327C3D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327C3D">
              <w:rPr>
                <w:kern w:val="2"/>
                <w:sz w:val="20"/>
                <w:szCs w:val="20"/>
              </w:rPr>
              <w:t>Основное мероприятие 1.12.</w:t>
            </w:r>
          </w:p>
          <w:p w:rsidR="00EF4C68" w:rsidRPr="005A7D3B" w:rsidRDefault="00EF4C68" w:rsidP="00327C3D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327C3D">
              <w:rPr>
                <w:kern w:val="2"/>
                <w:sz w:val="20"/>
                <w:szCs w:val="20"/>
              </w:rPr>
              <w:t>«Проведение работ по выпо</w:t>
            </w:r>
            <w:r w:rsidRPr="00327C3D">
              <w:rPr>
                <w:kern w:val="2"/>
                <w:sz w:val="20"/>
                <w:szCs w:val="20"/>
              </w:rPr>
              <w:t>л</w:t>
            </w:r>
            <w:r w:rsidRPr="00327C3D">
              <w:rPr>
                <w:kern w:val="2"/>
                <w:sz w:val="20"/>
                <w:szCs w:val="20"/>
              </w:rPr>
              <w:t>нению диагностики автом</w:t>
            </w:r>
            <w:r w:rsidRPr="00327C3D">
              <w:rPr>
                <w:kern w:val="2"/>
                <w:sz w:val="20"/>
                <w:szCs w:val="20"/>
              </w:rPr>
              <w:t>о</w:t>
            </w:r>
            <w:r w:rsidRPr="00327C3D">
              <w:rPr>
                <w:kern w:val="2"/>
                <w:sz w:val="20"/>
                <w:szCs w:val="20"/>
              </w:rPr>
              <w:t>бильных дорог»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68" w:rsidRPr="005A7D3B" w:rsidRDefault="00EF4C68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327C3D">
              <w:rPr>
                <w:kern w:val="2"/>
                <w:sz w:val="20"/>
                <w:szCs w:val="20"/>
              </w:rPr>
              <w:t xml:space="preserve">Администрация </w:t>
            </w:r>
            <w:proofErr w:type="spellStart"/>
            <w:r w:rsidRPr="00327C3D">
              <w:rPr>
                <w:kern w:val="2"/>
                <w:sz w:val="20"/>
                <w:szCs w:val="20"/>
              </w:rPr>
              <w:t>Целинского</w:t>
            </w:r>
            <w:proofErr w:type="spellEnd"/>
            <w:r w:rsidRPr="00327C3D">
              <w:rPr>
                <w:kern w:val="2"/>
                <w:sz w:val="20"/>
                <w:szCs w:val="20"/>
              </w:rPr>
              <w:t xml:space="preserve"> района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68" w:rsidRDefault="00EF4C68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2019</w:t>
            </w:r>
          </w:p>
        </w:tc>
        <w:tc>
          <w:tcPr>
            <w:tcW w:w="1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68" w:rsidRDefault="00EF4C68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2030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68" w:rsidRPr="005A7D3B" w:rsidRDefault="00EF4C68" w:rsidP="00782FEB">
            <w:pPr>
              <w:autoSpaceDE w:val="0"/>
              <w:autoSpaceDN w:val="0"/>
              <w:adjustRightInd w:val="0"/>
              <w:ind w:firstLine="0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о</w:t>
            </w:r>
            <w:r w:rsidRPr="00327C3D">
              <w:rPr>
                <w:kern w:val="2"/>
                <w:sz w:val="20"/>
                <w:szCs w:val="20"/>
              </w:rPr>
              <w:t xml:space="preserve">бследование параметров и </w:t>
            </w:r>
            <w:proofErr w:type="gramStart"/>
            <w:r w:rsidRPr="00327C3D">
              <w:rPr>
                <w:kern w:val="2"/>
                <w:sz w:val="20"/>
                <w:szCs w:val="20"/>
              </w:rPr>
              <w:t>состояния</w:t>
            </w:r>
            <w:proofErr w:type="gramEnd"/>
            <w:r w:rsidRPr="00327C3D">
              <w:rPr>
                <w:kern w:val="2"/>
                <w:sz w:val="20"/>
                <w:szCs w:val="20"/>
              </w:rPr>
              <w:t xml:space="preserve"> автомобил</w:t>
            </w:r>
            <w:r w:rsidRPr="00327C3D">
              <w:rPr>
                <w:kern w:val="2"/>
                <w:sz w:val="20"/>
                <w:szCs w:val="20"/>
              </w:rPr>
              <w:t>ь</w:t>
            </w:r>
            <w:r w:rsidRPr="00327C3D">
              <w:rPr>
                <w:kern w:val="2"/>
                <w:sz w:val="20"/>
                <w:szCs w:val="20"/>
              </w:rPr>
              <w:t>ных дорог</w:t>
            </w:r>
          </w:p>
        </w:tc>
        <w:tc>
          <w:tcPr>
            <w:tcW w:w="17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C68" w:rsidRDefault="00EF4C68" w:rsidP="002218B8">
            <w:pPr>
              <w:ind w:firstLine="0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снижение</w:t>
            </w:r>
            <w:r w:rsidRPr="00782FEB">
              <w:rPr>
                <w:kern w:val="2"/>
                <w:sz w:val="20"/>
                <w:szCs w:val="20"/>
              </w:rPr>
              <w:t xml:space="preserve"> уровня качества и </w:t>
            </w:r>
            <w:proofErr w:type="gramStart"/>
            <w:r w:rsidRPr="00782FEB">
              <w:rPr>
                <w:kern w:val="2"/>
                <w:sz w:val="20"/>
                <w:szCs w:val="20"/>
              </w:rPr>
              <w:t>без-опасности</w:t>
            </w:r>
            <w:proofErr w:type="gramEnd"/>
            <w:r w:rsidRPr="00782FEB">
              <w:rPr>
                <w:kern w:val="2"/>
                <w:sz w:val="20"/>
                <w:szCs w:val="20"/>
              </w:rPr>
              <w:t xml:space="preserve"> </w:t>
            </w:r>
            <w:r>
              <w:rPr>
                <w:kern w:val="2"/>
                <w:sz w:val="20"/>
                <w:szCs w:val="20"/>
              </w:rPr>
              <w:t>на авт</w:t>
            </w:r>
            <w:r>
              <w:rPr>
                <w:kern w:val="2"/>
                <w:sz w:val="20"/>
                <w:szCs w:val="20"/>
              </w:rPr>
              <w:t>о</w:t>
            </w:r>
            <w:r>
              <w:rPr>
                <w:kern w:val="2"/>
                <w:sz w:val="20"/>
                <w:szCs w:val="20"/>
              </w:rPr>
              <w:t>мобильных дорогах общего пользования местного значения</w:t>
            </w:r>
          </w:p>
        </w:tc>
        <w:tc>
          <w:tcPr>
            <w:tcW w:w="35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C68" w:rsidRPr="00C418FD" w:rsidRDefault="00EF4C68" w:rsidP="00C418FD">
            <w:pPr>
              <w:ind w:firstLine="0"/>
              <w:rPr>
                <w:kern w:val="2"/>
                <w:sz w:val="20"/>
                <w:szCs w:val="20"/>
              </w:rPr>
            </w:pPr>
          </w:p>
        </w:tc>
      </w:tr>
      <w:tr w:rsidR="005A7D3B" w:rsidRPr="00F203F2" w:rsidTr="00EF4C68">
        <w:tc>
          <w:tcPr>
            <w:tcW w:w="1537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3B" w:rsidRPr="00F203F2" w:rsidRDefault="005A7D3B" w:rsidP="00506617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 xml:space="preserve">Подпрограмма </w:t>
            </w:r>
            <w:r>
              <w:rPr>
                <w:kern w:val="2"/>
                <w:sz w:val="20"/>
                <w:szCs w:val="20"/>
              </w:rPr>
              <w:t xml:space="preserve">№2 </w:t>
            </w:r>
            <w:r w:rsidRPr="00F203F2">
              <w:rPr>
                <w:kern w:val="2"/>
                <w:sz w:val="20"/>
                <w:szCs w:val="20"/>
              </w:rPr>
              <w:t xml:space="preserve">«Повышение безопасности дорожного движения на территории </w:t>
            </w:r>
            <w:proofErr w:type="spellStart"/>
            <w:r>
              <w:rPr>
                <w:kern w:val="2"/>
                <w:sz w:val="20"/>
                <w:szCs w:val="20"/>
              </w:rPr>
              <w:t>Целин</w:t>
            </w:r>
            <w:r w:rsidRPr="00F203F2">
              <w:rPr>
                <w:kern w:val="2"/>
                <w:sz w:val="20"/>
                <w:szCs w:val="20"/>
              </w:rPr>
              <w:t>ского</w:t>
            </w:r>
            <w:proofErr w:type="spellEnd"/>
            <w:r w:rsidRPr="00F203F2">
              <w:rPr>
                <w:kern w:val="2"/>
                <w:sz w:val="20"/>
                <w:szCs w:val="20"/>
              </w:rPr>
              <w:t xml:space="preserve"> района»</w:t>
            </w:r>
          </w:p>
        </w:tc>
      </w:tr>
      <w:tr w:rsidR="005A7D3B" w:rsidRPr="00F203F2" w:rsidTr="00EF4C68">
        <w:tc>
          <w:tcPr>
            <w:tcW w:w="1537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3B" w:rsidRPr="00F203F2" w:rsidRDefault="005A7D3B" w:rsidP="00506617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 xml:space="preserve">Цель подпрограммы </w:t>
            </w:r>
            <w:r>
              <w:rPr>
                <w:kern w:val="2"/>
                <w:sz w:val="20"/>
                <w:szCs w:val="20"/>
              </w:rPr>
              <w:t>№</w:t>
            </w:r>
            <w:r w:rsidRPr="00F203F2">
              <w:rPr>
                <w:kern w:val="2"/>
                <w:sz w:val="20"/>
                <w:szCs w:val="20"/>
              </w:rPr>
              <w:t>2 «Сокращение количества лиц, погибших в результате дорожно-транспортных происшествий»</w:t>
            </w:r>
          </w:p>
        </w:tc>
      </w:tr>
      <w:tr w:rsidR="005A7D3B" w:rsidRPr="00F203F2" w:rsidTr="00EF4C68">
        <w:tc>
          <w:tcPr>
            <w:tcW w:w="1537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3B" w:rsidRPr="00F203F2" w:rsidRDefault="005A7D3B" w:rsidP="00506617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Задача</w:t>
            </w:r>
            <w:r w:rsidRPr="00F203F2">
              <w:rPr>
                <w:kern w:val="2"/>
                <w:sz w:val="20"/>
                <w:szCs w:val="20"/>
              </w:rPr>
              <w:t xml:space="preserve"> подпрограммы </w:t>
            </w:r>
            <w:r>
              <w:rPr>
                <w:kern w:val="2"/>
                <w:sz w:val="20"/>
                <w:szCs w:val="20"/>
              </w:rPr>
              <w:t>№</w:t>
            </w:r>
            <w:r w:rsidRPr="00F203F2">
              <w:rPr>
                <w:kern w:val="2"/>
                <w:sz w:val="20"/>
                <w:szCs w:val="20"/>
              </w:rPr>
              <w:t>2 «Осуществление комплекса мер по повышению безопасности дорожного движения</w:t>
            </w:r>
          </w:p>
          <w:p w:rsidR="005A7D3B" w:rsidRPr="00F203F2" w:rsidRDefault="005A7D3B" w:rsidP="00506617">
            <w:pPr>
              <w:autoSpaceDE w:val="0"/>
              <w:autoSpaceDN w:val="0"/>
              <w:adjustRightInd w:val="0"/>
              <w:jc w:val="center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lastRenderedPageBreak/>
              <w:t xml:space="preserve">на автомобильных дорогах общего пользования и улично-дорожной сети населенных пунктов в </w:t>
            </w:r>
            <w:proofErr w:type="spellStart"/>
            <w:r>
              <w:rPr>
                <w:kern w:val="2"/>
                <w:sz w:val="20"/>
                <w:szCs w:val="20"/>
              </w:rPr>
              <w:t>Целин</w:t>
            </w:r>
            <w:r w:rsidRPr="00F203F2">
              <w:rPr>
                <w:kern w:val="2"/>
                <w:sz w:val="20"/>
                <w:szCs w:val="20"/>
              </w:rPr>
              <w:t>ском</w:t>
            </w:r>
            <w:proofErr w:type="spellEnd"/>
            <w:r w:rsidRPr="00F203F2">
              <w:rPr>
                <w:kern w:val="2"/>
                <w:sz w:val="20"/>
                <w:szCs w:val="20"/>
              </w:rPr>
              <w:t xml:space="preserve"> районе»</w:t>
            </w:r>
          </w:p>
        </w:tc>
      </w:tr>
      <w:tr w:rsidR="005A7D3B" w:rsidRPr="00F203F2" w:rsidTr="00EF4C6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3B" w:rsidRPr="00F203F2" w:rsidRDefault="005A7D3B" w:rsidP="003C0F6A">
            <w:pPr>
              <w:autoSpaceDE w:val="0"/>
              <w:autoSpaceDN w:val="0"/>
              <w:adjustRightInd w:val="0"/>
              <w:ind w:firstLine="0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lastRenderedPageBreak/>
              <w:t>1</w:t>
            </w:r>
          </w:p>
        </w:tc>
        <w:tc>
          <w:tcPr>
            <w:tcW w:w="2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3B" w:rsidRPr="00F203F2" w:rsidRDefault="005A7D3B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Основное мероприятие 2.1</w:t>
            </w:r>
            <w:r w:rsidRPr="00F203F2">
              <w:rPr>
                <w:kern w:val="2"/>
                <w:sz w:val="20"/>
                <w:szCs w:val="20"/>
              </w:rPr>
              <w:t>.</w:t>
            </w:r>
          </w:p>
          <w:p w:rsidR="005A7D3B" w:rsidRDefault="005A7D3B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«</w:t>
            </w:r>
            <w:r w:rsidRPr="00F203F2">
              <w:rPr>
                <w:kern w:val="2"/>
                <w:sz w:val="20"/>
                <w:szCs w:val="20"/>
              </w:rPr>
              <w:t>Размещение в сети</w:t>
            </w:r>
            <w:r>
              <w:rPr>
                <w:kern w:val="2"/>
                <w:sz w:val="20"/>
                <w:szCs w:val="20"/>
              </w:rPr>
              <w:t xml:space="preserve"> </w:t>
            </w:r>
            <w:r w:rsidRPr="00F203F2">
              <w:rPr>
                <w:kern w:val="2"/>
                <w:sz w:val="20"/>
                <w:szCs w:val="20"/>
              </w:rPr>
              <w:t>Интернет и</w:t>
            </w:r>
            <w:r w:rsidRPr="00F203F2">
              <w:rPr>
                <w:kern w:val="2"/>
                <w:sz w:val="20"/>
                <w:szCs w:val="20"/>
              </w:rPr>
              <w:t>н</w:t>
            </w:r>
            <w:r w:rsidRPr="00F203F2">
              <w:rPr>
                <w:kern w:val="2"/>
                <w:sz w:val="20"/>
                <w:szCs w:val="20"/>
              </w:rPr>
              <w:t>формации о дорожно-транспортных происшест</w:t>
            </w:r>
            <w:r w:rsidRPr="00F203F2">
              <w:rPr>
                <w:kern w:val="2"/>
                <w:sz w:val="20"/>
                <w:szCs w:val="20"/>
              </w:rPr>
              <w:softHyphen/>
              <w:t>виях на автодорогах общего пользования и мерах по соблю</w:t>
            </w:r>
            <w:r w:rsidRPr="00F203F2">
              <w:rPr>
                <w:kern w:val="2"/>
                <w:sz w:val="20"/>
                <w:szCs w:val="20"/>
              </w:rPr>
              <w:softHyphen/>
              <w:t>дению правил д</w:t>
            </w:r>
            <w:r w:rsidRPr="00F203F2">
              <w:rPr>
                <w:kern w:val="2"/>
                <w:sz w:val="20"/>
                <w:szCs w:val="20"/>
              </w:rPr>
              <w:t>о</w:t>
            </w:r>
            <w:r w:rsidRPr="00F203F2">
              <w:rPr>
                <w:kern w:val="2"/>
                <w:sz w:val="20"/>
                <w:szCs w:val="20"/>
              </w:rPr>
              <w:t>рож</w:t>
            </w:r>
            <w:r w:rsidRPr="00F203F2">
              <w:rPr>
                <w:kern w:val="2"/>
                <w:sz w:val="20"/>
                <w:szCs w:val="20"/>
              </w:rPr>
              <w:softHyphen/>
              <w:t>ного движения на территории Ростовской области</w:t>
            </w:r>
            <w:r>
              <w:rPr>
                <w:kern w:val="2"/>
                <w:sz w:val="20"/>
                <w:szCs w:val="20"/>
              </w:rPr>
              <w:t>»</w:t>
            </w:r>
          </w:p>
          <w:p w:rsidR="005A7D3B" w:rsidRDefault="005A7D3B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</w:p>
          <w:p w:rsidR="005A7D3B" w:rsidRDefault="005A7D3B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</w:p>
          <w:p w:rsidR="005A7D3B" w:rsidRDefault="005A7D3B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</w:p>
          <w:p w:rsidR="005A7D3B" w:rsidRDefault="005A7D3B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</w:p>
          <w:p w:rsidR="005A7D3B" w:rsidRDefault="005A7D3B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</w:p>
          <w:p w:rsidR="005A7D3B" w:rsidRDefault="005A7D3B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</w:p>
          <w:p w:rsidR="005A7D3B" w:rsidRPr="00F203F2" w:rsidRDefault="005A7D3B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3B" w:rsidRDefault="005A7D3B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kern w:val="2"/>
                <w:sz w:val="20"/>
                <w:szCs w:val="20"/>
              </w:rPr>
              <w:t>Целинск</w:t>
            </w:r>
            <w:r w:rsidRPr="00F203F2">
              <w:rPr>
                <w:kern w:val="2"/>
                <w:sz w:val="20"/>
                <w:szCs w:val="20"/>
              </w:rPr>
              <w:t>о</w:t>
            </w:r>
            <w:r>
              <w:rPr>
                <w:kern w:val="2"/>
                <w:sz w:val="20"/>
                <w:szCs w:val="20"/>
              </w:rPr>
              <w:t>го</w:t>
            </w:r>
            <w:proofErr w:type="spellEnd"/>
          </w:p>
          <w:p w:rsidR="005A7D3B" w:rsidRPr="00F203F2" w:rsidRDefault="005A7D3B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 xml:space="preserve"> района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3B" w:rsidRPr="00F203F2" w:rsidRDefault="005A7D3B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2019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3B" w:rsidRPr="00F203F2" w:rsidRDefault="005A7D3B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2030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3B" w:rsidRPr="00F203F2" w:rsidRDefault="005A7D3B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>повышение уровня инфор</w:t>
            </w:r>
            <w:r w:rsidRPr="00F203F2">
              <w:rPr>
                <w:kern w:val="2"/>
                <w:sz w:val="20"/>
                <w:szCs w:val="20"/>
              </w:rPr>
              <w:softHyphen/>
              <w:t>мированности населения о дорожно-транспортных происшеств</w:t>
            </w:r>
            <w:r w:rsidRPr="00F203F2">
              <w:rPr>
                <w:kern w:val="2"/>
                <w:sz w:val="20"/>
                <w:szCs w:val="20"/>
              </w:rPr>
              <w:t>и</w:t>
            </w:r>
            <w:r w:rsidRPr="00F203F2">
              <w:rPr>
                <w:kern w:val="2"/>
                <w:sz w:val="20"/>
                <w:szCs w:val="20"/>
              </w:rPr>
              <w:t>ях, формирова</w:t>
            </w:r>
            <w:r w:rsidRPr="00F203F2">
              <w:rPr>
                <w:kern w:val="2"/>
                <w:sz w:val="20"/>
                <w:szCs w:val="20"/>
              </w:rPr>
              <w:softHyphen/>
              <w:t>ние законоп</w:t>
            </w:r>
            <w:r w:rsidRPr="00F203F2">
              <w:rPr>
                <w:kern w:val="2"/>
                <w:sz w:val="20"/>
                <w:szCs w:val="20"/>
              </w:rPr>
              <w:t>о</w:t>
            </w:r>
            <w:r w:rsidRPr="00F203F2">
              <w:rPr>
                <w:kern w:val="2"/>
                <w:sz w:val="20"/>
                <w:szCs w:val="20"/>
              </w:rPr>
              <w:t>слушного п</w:t>
            </w:r>
            <w:r w:rsidRPr="00F203F2">
              <w:rPr>
                <w:kern w:val="2"/>
                <w:sz w:val="20"/>
                <w:szCs w:val="20"/>
              </w:rPr>
              <w:t>о</w:t>
            </w:r>
            <w:r w:rsidRPr="00F203F2">
              <w:rPr>
                <w:kern w:val="2"/>
                <w:sz w:val="20"/>
                <w:szCs w:val="20"/>
              </w:rPr>
              <w:t>ведения учас</w:t>
            </w:r>
            <w:r w:rsidRPr="00F203F2">
              <w:rPr>
                <w:kern w:val="2"/>
                <w:sz w:val="20"/>
                <w:szCs w:val="20"/>
              </w:rPr>
              <w:t>т</w:t>
            </w:r>
            <w:r w:rsidRPr="00F203F2">
              <w:rPr>
                <w:kern w:val="2"/>
                <w:sz w:val="20"/>
                <w:szCs w:val="20"/>
              </w:rPr>
              <w:t>ников доро</w:t>
            </w:r>
            <w:r w:rsidRPr="00F203F2">
              <w:rPr>
                <w:kern w:val="2"/>
                <w:sz w:val="20"/>
                <w:szCs w:val="20"/>
              </w:rPr>
              <w:t>ж</w:t>
            </w:r>
            <w:r w:rsidRPr="00F203F2">
              <w:rPr>
                <w:kern w:val="2"/>
                <w:sz w:val="20"/>
                <w:szCs w:val="20"/>
              </w:rPr>
              <w:t xml:space="preserve">ного движения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3B" w:rsidRPr="005B43CF" w:rsidRDefault="005A7D3B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5B43CF">
              <w:rPr>
                <w:kern w:val="2"/>
                <w:sz w:val="20"/>
                <w:szCs w:val="20"/>
              </w:rPr>
              <w:t>увеличение колич</w:t>
            </w:r>
            <w:r w:rsidRPr="005B43CF">
              <w:rPr>
                <w:kern w:val="2"/>
                <w:sz w:val="20"/>
                <w:szCs w:val="20"/>
              </w:rPr>
              <w:t>е</w:t>
            </w:r>
            <w:r w:rsidRPr="005B43CF">
              <w:rPr>
                <w:kern w:val="2"/>
                <w:sz w:val="20"/>
                <w:szCs w:val="20"/>
              </w:rPr>
              <w:t>ства нарушений правил дорожного движения, что пр</w:t>
            </w:r>
            <w:r w:rsidRPr="005B43CF">
              <w:rPr>
                <w:kern w:val="2"/>
                <w:sz w:val="20"/>
                <w:szCs w:val="20"/>
              </w:rPr>
              <w:t>и</w:t>
            </w:r>
            <w:r w:rsidRPr="005B43CF">
              <w:rPr>
                <w:kern w:val="2"/>
                <w:sz w:val="20"/>
                <w:szCs w:val="20"/>
              </w:rPr>
              <w:t>водит к росту д</w:t>
            </w:r>
            <w:r w:rsidRPr="005B43CF">
              <w:rPr>
                <w:kern w:val="2"/>
                <w:sz w:val="20"/>
                <w:szCs w:val="20"/>
              </w:rPr>
              <w:t>о</w:t>
            </w:r>
            <w:r w:rsidRPr="005B43CF">
              <w:rPr>
                <w:kern w:val="2"/>
                <w:sz w:val="20"/>
                <w:szCs w:val="20"/>
              </w:rPr>
              <w:t>рожно-транспортных пр</w:t>
            </w:r>
            <w:r w:rsidRPr="005B43CF">
              <w:rPr>
                <w:kern w:val="2"/>
                <w:sz w:val="20"/>
                <w:szCs w:val="20"/>
              </w:rPr>
              <w:t>о</w:t>
            </w:r>
            <w:r w:rsidRPr="005B43CF">
              <w:rPr>
                <w:kern w:val="2"/>
                <w:sz w:val="20"/>
                <w:szCs w:val="20"/>
              </w:rPr>
              <w:t xml:space="preserve">исшествий 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7D3B" w:rsidRPr="005B43CF" w:rsidRDefault="005A7D3B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5B43CF">
              <w:rPr>
                <w:kern w:val="2"/>
                <w:sz w:val="20"/>
                <w:szCs w:val="20"/>
              </w:rPr>
              <w:t xml:space="preserve">влияет на достижение показателя </w:t>
            </w:r>
          </w:p>
          <w:p w:rsidR="005A7D3B" w:rsidRPr="005B43CF" w:rsidRDefault="005A7D3B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5B43CF">
              <w:rPr>
                <w:kern w:val="2"/>
                <w:sz w:val="20"/>
                <w:szCs w:val="20"/>
              </w:rPr>
              <w:t>2.1</w:t>
            </w:r>
          </w:p>
          <w:p w:rsidR="005A7D3B" w:rsidRPr="005B43CF" w:rsidRDefault="005A7D3B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</w:p>
          <w:p w:rsidR="005A7D3B" w:rsidRPr="005B43CF" w:rsidRDefault="005A7D3B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</w:p>
          <w:p w:rsidR="005A7D3B" w:rsidRPr="005B43CF" w:rsidRDefault="005A7D3B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</w:p>
          <w:p w:rsidR="005A7D3B" w:rsidRPr="005B43CF" w:rsidRDefault="005A7D3B" w:rsidP="00CC2EC1">
            <w:pPr>
              <w:ind w:firstLine="0"/>
              <w:jc w:val="left"/>
              <w:rPr>
                <w:kern w:val="2"/>
                <w:sz w:val="20"/>
                <w:szCs w:val="20"/>
              </w:rPr>
            </w:pPr>
          </w:p>
        </w:tc>
      </w:tr>
      <w:tr w:rsidR="005A7D3B" w:rsidRPr="00F203F2" w:rsidTr="00EF4C6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3B" w:rsidRPr="00F203F2" w:rsidRDefault="005A7D3B" w:rsidP="003C0F6A">
            <w:pPr>
              <w:autoSpaceDE w:val="0"/>
              <w:autoSpaceDN w:val="0"/>
              <w:adjustRightInd w:val="0"/>
              <w:ind w:firstLine="0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2</w:t>
            </w:r>
          </w:p>
        </w:tc>
        <w:tc>
          <w:tcPr>
            <w:tcW w:w="2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3B" w:rsidRPr="00855DB1" w:rsidRDefault="005A7D3B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Основное </w:t>
            </w:r>
            <w:r w:rsidRPr="00855DB1">
              <w:rPr>
                <w:kern w:val="2"/>
                <w:sz w:val="20"/>
                <w:szCs w:val="20"/>
              </w:rPr>
              <w:t>мероприятие 2.</w:t>
            </w:r>
            <w:r>
              <w:rPr>
                <w:kern w:val="2"/>
                <w:sz w:val="20"/>
                <w:szCs w:val="20"/>
              </w:rPr>
              <w:t>2</w:t>
            </w:r>
            <w:r w:rsidRPr="00855DB1">
              <w:rPr>
                <w:kern w:val="2"/>
                <w:sz w:val="20"/>
                <w:szCs w:val="20"/>
              </w:rPr>
              <w:t>.</w:t>
            </w:r>
          </w:p>
          <w:p w:rsidR="005A7D3B" w:rsidRPr="00F203F2" w:rsidRDefault="005A7D3B" w:rsidP="00CC2EC1">
            <w:pPr>
              <w:suppressLineNumbers/>
              <w:ind w:right="0"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bCs/>
                <w:kern w:val="2"/>
                <w:sz w:val="20"/>
                <w:szCs w:val="20"/>
              </w:rPr>
              <w:t>«</w:t>
            </w:r>
            <w:r w:rsidRPr="00855DB1">
              <w:rPr>
                <w:bCs/>
                <w:kern w:val="2"/>
                <w:sz w:val="20"/>
                <w:szCs w:val="20"/>
              </w:rPr>
              <w:t>Установка дорожных знаков согласно дислокации дорожного движения, техническое обслуж</w:t>
            </w:r>
            <w:r w:rsidRPr="00855DB1">
              <w:rPr>
                <w:bCs/>
                <w:kern w:val="2"/>
                <w:sz w:val="20"/>
                <w:szCs w:val="20"/>
              </w:rPr>
              <w:t>и</w:t>
            </w:r>
            <w:r w:rsidRPr="00855DB1">
              <w:rPr>
                <w:bCs/>
                <w:kern w:val="2"/>
                <w:sz w:val="20"/>
                <w:szCs w:val="20"/>
              </w:rPr>
              <w:t>вание светофоров, нанесение линий горизонтальной дорожной разметки, проектирование свет</w:t>
            </w:r>
            <w:r w:rsidRPr="00855DB1">
              <w:rPr>
                <w:bCs/>
                <w:kern w:val="2"/>
                <w:sz w:val="20"/>
                <w:szCs w:val="20"/>
              </w:rPr>
              <w:t>о</w:t>
            </w:r>
            <w:r w:rsidRPr="00855DB1">
              <w:rPr>
                <w:bCs/>
                <w:kern w:val="2"/>
                <w:sz w:val="20"/>
                <w:szCs w:val="20"/>
              </w:rPr>
              <w:t>форных объектов</w:t>
            </w:r>
            <w:r>
              <w:rPr>
                <w:bCs/>
                <w:kern w:val="2"/>
                <w:sz w:val="20"/>
                <w:szCs w:val="20"/>
              </w:rPr>
              <w:t>»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3B" w:rsidRDefault="005A7D3B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kern w:val="2"/>
                <w:sz w:val="20"/>
                <w:szCs w:val="20"/>
              </w:rPr>
              <w:t>Целинск</w:t>
            </w:r>
            <w:r w:rsidRPr="00F203F2">
              <w:rPr>
                <w:kern w:val="2"/>
                <w:sz w:val="20"/>
                <w:szCs w:val="20"/>
              </w:rPr>
              <w:t>о</w:t>
            </w:r>
            <w:r>
              <w:rPr>
                <w:kern w:val="2"/>
                <w:sz w:val="20"/>
                <w:szCs w:val="20"/>
              </w:rPr>
              <w:t>го</w:t>
            </w:r>
            <w:proofErr w:type="spellEnd"/>
          </w:p>
          <w:p w:rsidR="005A7D3B" w:rsidRPr="00F203F2" w:rsidRDefault="005A7D3B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F203F2">
              <w:rPr>
                <w:kern w:val="2"/>
                <w:sz w:val="20"/>
                <w:szCs w:val="20"/>
              </w:rPr>
              <w:t xml:space="preserve"> района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3B" w:rsidRPr="00F203F2" w:rsidRDefault="005A7D3B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2019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3B" w:rsidRPr="00F203F2" w:rsidRDefault="005A7D3B" w:rsidP="00CC2EC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2030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D3B" w:rsidRPr="006F1CF0" w:rsidRDefault="005A7D3B" w:rsidP="00CC2EC1">
            <w:pPr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6F1CF0">
              <w:rPr>
                <w:kern w:val="2"/>
                <w:sz w:val="20"/>
                <w:szCs w:val="20"/>
              </w:rPr>
              <w:t>снижение к</w:t>
            </w:r>
            <w:r w:rsidRPr="006F1CF0">
              <w:rPr>
                <w:kern w:val="2"/>
                <w:sz w:val="20"/>
                <w:szCs w:val="20"/>
              </w:rPr>
              <w:t>о</w:t>
            </w:r>
            <w:r w:rsidRPr="006F1CF0">
              <w:rPr>
                <w:kern w:val="2"/>
                <w:sz w:val="20"/>
                <w:szCs w:val="20"/>
              </w:rPr>
              <w:t>ли</w:t>
            </w:r>
            <w:r w:rsidRPr="006F1CF0">
              <w:rPr>
                <w:kern w:val="2"/>
                <w:sz w:val="20"/>
                <w:szCs w:val="20"/>
              </w:rPr>
              <w:softHyphen/>
              <w:t>чества п</w:t>
            </w:r>
            <w:r w:rsidRPr="006F1CF0">
              <w:rPr>
                <w:kern w:val="2"/>
                <w:sz w:val="20"/>
                <w:szCs w:val="20"/>
              </w:rPr>
              <w:t>е</w:t>
            </w:r>
            <w:r w:rsidRPr="006F1CF0">
              <w:rPr>
                <w:kern w:val="2"/>
                <w:sz w:val="20"/>
                <w:szCs w:val="20"/>
              </w:rPr>
              <w:t>шехо</w:t>
            </w:r>
            <w:r w:rsidRPr="006F1CF0">
              <w:rPr>
                <w:kern w:val="2"/>
                <w:sz w:val="20"/>
                <w:szCs w:val="20"/>
              </w:rPr>
              <w:softHyphen/>
              <w:t>дов, п</w:t>
            </w:r>
            <w:r w:rsidRPr="006F1CF0">
              <w:rPr>
                <w:kern w:val="2"/>
                <w:sz w:val="20"/>
                <w:szCs w:val="20"/>
              </w:rPr>
              <w:t>о</w:t>
            </w:r>
            <w:r w:rsidRPr="006F1CF0">
              <w:rPr>
                <w:kern w:val="2"/>
                <w:sz w:val="20"/>
                <w:szCs w:val="20"/>
              </w:rPr>
              <w:t>гибших в р</w:t>
            </w:r>
            <w:r w:rsidRPr="006F1CF0">
              <w:rPr>
                <w:kern w:val="2"/>
                <w:sz w:val="20"/>
                <w:szCs w:val="20"/>
              </w:rPr>
              <w:t>е</w:t>
            </w:r>
            <w:r w:rsidRPr="006F1CF0">
              <w:rPr>
                <w:kern w:val="2"/>
                <w:sz w:val="20"/>
                <w:szCs w:val="20"/>
              </w:rPr>
              <w:t>зультате до</w:t>
            </w:r>
            <w:r w:rsidRPr="006F1CF0">
              <w:rPr>
                <w:kern w:val="2"/>
                <w:sz w:val="20"/>
                <w:szCs w:val="20"/>
              </w:rPr>
              <w:softHyphen/>
              <w:t>рожно-транс</w:t>
            </w:r>
            <w:r w:rsidRPr="006F1CF0">
              <w:rPr>
                <w:kern w:val="2"/>
                <w:sz w:val="20"/>
                <w:szCs w:val="20"/>
              </w:rPr>
              <w:softHyphen/>
              <w:t>портных про</w:t>
            </w:r>
            <w:r w:rsidRPr="006F1CF0">
              <w:rPr>
                <w:kern w:val="2"/>
                <w:sz w:val="20"/>
                <w:szCs w:val="20"/>
              </w:rPr>
              <w:softHyphen/>
              <w:t>исшествий на дорогах общ</w:t>
            </w:r>
            <w:r w:rsidRPr="006F1CF0">
              <w:rPr>
                <w:kern w:val="2"/>
                <w:sz w:val="20"/>
                <w:szCs w:val="20"/>
              </w:rPr>
              <w:t>е</w:t>
            </w:r>
            <w:r w:rsidRPr="006F1CF0">
              <w:rPr>
                <w:kern w:val="2"/>
                <w:sz w:val="20"/>
                <w:szCs w:val="20"/>
              </w:rPr>
              <w:t>го пользования местного  зн</w:t>
            </w:r>
            <w:r w:rsidRPr="006F1CF0">
              <w:rPr>
                <w:kern w:val="2"/>
                <w:sz w:val="20"/>
                <w:szCs w:val="20"/>
              </w:rPr>
              <w:t>а</w:t>
            </w:r>
            <w:r w:rsidRPr="006F1CF0">
              <w:rPr>
                <w:kern w:val="2"/>
                <w:sz w:val="20"/>
                <w:szCs w:val="20"/>
              </w:rPr>
              <w:t>че</w:t>
            </w:r>
            <w:r w:rsidRPr="006F1CF0">
              <w:rPr>
                <w:kern w:val="2"/>
                <w:sz w:val="20"/>
                <w:szCs w:val="20"/>
              </w:rPr>
              <w:softHyphen/>
              <w:t>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3B" w:rsidRPr="006F1CF0" w:rsidRDefault="005A7D3B" w:rsidP="00CC2EC1">
            <w:pPr>
              <w:ind w:right="97" w:firstLine="0"/>
              <w:jc w:val="left"/>
              <w:rPr>
                <w:sz w:val="20"/>
                <w:szCs w:val="20"/>
              </w:rPr>
            </w:pPr>
            <w:r w:rsidRPr="006F1CF0">
              <w:rPr>
                <w:sz w:val="20"/>
                <w:szCs w:val="20"/>
              </w:rPr>
              <w:t>увеличение к</w:t>
            </w:r>
            <w:r w:rsidRPr="006F1CF0">
              <w:rPr>
                <w:sz w:val="20"/>
                <w:szCs w:val="20"/>
              </w:rPr>
              <w:t>о</w:t>
            </w:r>
            <w:r w:rsidRPr="006F1CF0">
              <w:rPr>
                <w:sz w:val="20"/>
                <w:szCs w:val="20"/>
              </w:rPr>
              <w:t>ли</w:t>
            </w:r>
            <w:r w:rsidRPr="006F1CF0">
              <w:rPr>
                <w:sz w:val="20"/>
                <w:szCs w:val="20"/>
              </w:rPr>
              <w:softHyphen/>
              <w:t>чества пеш</w:t>
            </w:r>
            <w:r w:rsidRPr="006F1CF0">
              <w:rPr>
                <w:sz w:val="20"/>
                <w:szCs w:val="20"/>
              </w:rPr>
              <w:t>е</w:t>
            </w:r>
            <w:r w:rsidRPr="006F1CF0">
              <w:rPr>
                <w:sz w:val="20"/>
                <w:szCs w:val="20"/>
              </w:rPr>
              <w:t>ходов погибших в результате до</w:t>
            </w:r>
            <w:r w:rsidRPr="006F1CF0">
              <w:rPr>
                <w:sz w:val="20"/>
                <w:szCs w:val="20"/>
              </w:rPr>
              <w:softHyphen/>
              <w:t>рожно-транс</w:t>
            </w:r>
            <w:r w:rsidRPr="006F1CF0">
              <w:rPr>
                <w:sz w:val="20"/>
                <w:szCs w:val="20"/>
              </w:rPr>
              <w:softHyphen/>
              <w:t>портных про</w:t>
            </w:r>
            <w:r w:rsidRPr="006F1CF0">
              <w:rPr>
                <w:sz w:val="20"/>
                <w:szCs w:val="20"/>
              </w:rPr>
              <w:softHyphen/>
              <w:t>исшествий на дорогах общего пользования местного знач</w:t>
            </w:r>
            <w:r w:rsidRPr="006F1CF0">
              <w:rPr>
                <w:sz w:val="20"/>
                <w:szCs w:val="20"/>
              </w:rPr>
              <w:t>е</w:t>
            </w:r>
            <w:r w:rsidRPr="006F1CF0">
              <w:rPr>
                <w:sz w:val="20"/>
                <w:szCs w:val="20"/>
              </w:rPr>
              <w:t>ния местного значе</w:t>
            </w:r>
            <w:r w:rsidRPr="006F1CF0">
              <w:rPr>
                <w:sz w:val="20"/>
                <w:szCs w:val="20"/>
              </w:rPr>
              <w:softHyphen/>
              <w:t>ния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D3B" w:rsidRPr="006F1CF0" w:rsidRDefault="005A7D3B" w:rsidP="00CC2EC1">
            <w:pPr>
              <w:ind w:firstLine="0"/>
              <w:jc w:val="left"/>
              <w:rPr>
                <w:kern w:val="2"/>
                <w:sz w:val="20"/>
                <w:szCs w:val="20"/>
              </w:rPr>
            </w:pPr>
          </w:p>
        </w:tc>
      </w:tr>
    </w:tbl>
    <w:p w:rsidR="00B93FF4" w:rsidRPr="009A51CF" w:rsidRDefault="00B93FF4" w:rsidP="00B93FF4">
      <w:pPr>
        <w:ind w:left="-851" w:firstLine="0"/>
        <w:rPr>
          <w:sz w:val="24"/>
          <w:szCs w:val="24"/>
        </w:rPr>
        <w:sectPr w:rsidR="00B93FF4" w:rsidRPr="009A51CF" w:rsidSect="00955FBE">
          <w:footerReference w:type="even" r:id="rId11"/>
          <w:footerReference w:type="default" r:id="rId12"/>
          <w:footerReference w:type="first" r:id="rId13"/>
          <w:pgSz w:w="16840" w:h="11907" w:orient="landscape"/>
          <w:pgMar w:top="1134" w:right="567" w:bottom="1134" w:left="1134" w:header="720" w:footer="210" w:gutter="0"/>
          <w:cols w:space="720"/>
        </w:sectPr>
      </w:pPr>
    </w:p>
    <w:p w:rsidR="007713D0" w:rsidRDefault="007713D0" w:rsidP="00686D15">
      <w:pPr>
        <w:widowControl w:val="0"/>
        <w:autoSpaceDE w:val="0"/>
        <w:autoSpaceDN w:val="0"/>
        <w:adjustRightInd w:val="0"/>
        <w:ind w:right="0" w:firstLine="0"/>
        <w:jc w:val="right"/>
        <w:outlineLvl w:val="2"/>
        <w:rPr>
          <w:sz w:val="24"/>
          <w:szCs w:val="24"/>
        </w:rPr>
      </w:pPr>
      <w:bookmarkStart w:id="3" w:name="Par450"/>
      <w:bookmarkEnd w:id="3"/>
      <w:r>
        <w:rPr>
          <w:sz w:val="24"/>
          <w:szCs w:val="24"/>
        </w:rPr>
        <w:lastRenderedPageBreak/>
        <w:t>Приложение №3</w:t>
      </w:r>
    </w:p>
    <w:p w:rsidR="007713D0" w:rsidRPr="00523190" w:rsidRDefault="007713D0" w:rsidP="007713D0">
      <w:pPr>
        <w:widowControl w:val="0"/>
        <w:autoSpaceDE w:val="0"/>
        <w:autoSpaceDN w:val="0"/>
        <w:adjustRightInd w:val="0"/>
        <w:ind w:firstLine="0"/>
        <w:jc w:val="right"/>
        <w:outlineLvl w:val="2"/>
        <w:rPr>
          <w:sz w:val="22"/>
          <w:szCs w:val="24"/>
        </w:rPr>
      </w:pPr>
      <w:r w:rsidRPr="00523190">
        <w:rPr>
          <w:sz w:val="22"/>
          <w:szCs w:val="24"/>
        </w:rPr>
        <w:t>к муниципальной программе</w:t>
      </w:r>
    </w:p>
    <w:p w:rsidR="007713D0" w:rsidRPr="00523190" w:rsidRDefault="007713D0" w:rsidP="007713D0">
      <w:pPr>
        <w:widowControl w:val="0"/>
        <w:autoSpaceDE w:val="0"/>
        <w:autoSpaceDN w:val="0"/>
        <w:adjustRightInd w:val="0"/>
        <w:ind w:firstLine="0"/>
        <w:jc w:val="right"/>
        <w:outlineLvl w:val="2"/>
        <w:rPr>
          <w:sz w:val="22"/>
          <w:szCs w:val="24"/>
        </w:rPr>
      </w:pPr>
      <w:proofErr w:type="spellStart"/>
      <w:r w:rsidRPr="00523190">
        <w:rPr>
          <w:sz w:val="22"/>
          <w:szCs w:val="24"/>
        </w:rPr>
        <w:t>Целинского</w:t>
      </w:r>
      <w:proofErr w:type="spellEnd"/>
      <w:r w:rsidRPr="00523190">
        <w:rPr>
          <w:sz w:val="22"/>
          <w:szCs w:val="24"/>
        </w:rPr>
        <w:t xml:space="preserve"> района</w:t>
      </w:r>
    </w:p>
    <w:p w:rsidR="007713D0" w:rsidRPr="00523190" w:rsidRDefault="007713D0" w:rsidP="007713D0">
      <w:pPr>
        <w:widowControl w:val="0"/>
        <w:autoSpaceDE w:val="0"/>
        <w:autoSpaceDN w:val="0"/>
        <w:adjustRightInd w:val="0"/>
        <w:ind w:firstLine="0"/>
        <w:jc w:val="right"/>
        <w:outlineLvl w:val="2"/>
        <w:rPr>
          <w:sz w:val="22"/>
          <w:szCs w:val="24"/>
        </w:rPr>
      </w:pPr>
      <w:r w:rsidRPr="00523190">
        <w:rPr>
          <w:sz w:val="22"/>
          <w:szCs w:val="24"/>
        </w:rPr>
        <w:t>«Развитие транспортной системы»</w:t>
      </w:r>
    </w:p>
    <w:p w:rsidR="00B93FF4" w:rsidRDefault="00B93FF4" w:rsidP="00B93FF4">
      <w:pPr>
        <w:widowControl w:val="0"/>
        <w:autoSpaceDE w:val="0"/>
        <w:autoSpaceDN w:val="0"/>
        <w:adjustRightInd w:val="0"/>
        <w:jc w:val="right"/>
        <w:rPr>
          <w:caps/>
          <w:sz w:val="24"/>
          <w:szCs w:val="24"/>
        </w:rPr>
      </w:pPr>
    </w:p>
    <w:p w:rsidR="00B93FF4" w:rsidRDefault="00B93FF4" w:rsidP="00B93FF4">
      <w:pPr>
        <w:widowControl w:val="0"/>
        <w:tabs>
          <w:tab w:val="center" w:pos="8490"/>
          <w:tab w:val="left" w:pos="12193"/>
        </w:tabs>
        <w:autoSpaceDE w:val="0"/>
        <w:autoSpaceDN w:val="0"/>
        <w:adjustRightInd w:val="0"/>
        <w:ind w:left="-993" w:right="-1134" w:firstLine="0"/>
        <w:jc w:val="left"/>
        <w:rPr>
          <w:caps/>
          <w:sz w:val="24"/>
          <w:szCs w:val="24"/>
        </w:rPr>
      </w:pPr>
      <w:r>
        <w:rPr>
          <w:caps/>
          <w:sz w:val="24"/>
          <w:szCs w:val="24"/>
        </w:rPr>
        <w:tab/>
      </w:r>
    </w:p>
    <w:p w:rsidR="00B93FF4" w:rsidRPr="0070081D" w:rsidRDefault="00B93FF4" w:rsidP="00B93FF4">
      <w:pPr>
        <w:widowControl w:val="0"/>
        <w:tabs>
          <w:tab w:val="center" w:pos="8490"/>
          <w:tab w:val="left" w:pos="12193"/>
        </w:tabs>
        <w:autoSpaceDE w:val="0"/>
        <w:autoSpaceDN w:val="0"/>
        <w:adjustRightInd w:val="0"/>
        <w:ind w:left="-993" w:right="-1134" w:firstLine="0"/>
        <w:jc w:val="center"/>
        <w:rPr>
          <w:sz w:val="24"/>
          <w:szCs w:val="24"/>
        </w:rPr>
      </w:pPr>
      <w:r w:rsidRPr="0070081D">
        <w:rPr>
          <w:caps/>
          <w:sz w:val="24"/>
          <w:szCs w:val="24"/>
        </w:rPr>
        <w:t>Расходы</w:t>
      </w:r>
    </w:p>
    <w:p w:rsidR="00B93FF4" w:rsidRPr="00656DD7" w:rsidRDefault="00B93FF4" w:rsidP="00B93FF4">
      <w:pPr>
        <w:shd w:val="clear" w:color="auto" w:fill="FFFFFF"/>
        <w:autoSpaceDE w:val="0"/>
        <w:autoSpaceDN w:val="0"/>
        <w:adjustRightInd w:val="0"/>
        <w:jc w:val="center"/>
        <w:rPr>
          <w:kern w:val="2"/>
          <w:sz w:val="24"/>
          <w:szCs w:val="24"/>
        </w:rPr>
      </w:pPr>
      <w:r w:rsidRPr="0070081D">
        <w:rPr>
          <w:sz w:val="24"/>
          <w:szCs w:val="24"/>
        </w:rPr>
        <w:t xml:space="preserve"> </w:t>
      </w:r>
      <w:r>
        <w:rPr>
          <w:kern w:val="2"/>
          <w:sz w:val="24"/>
          <w:szCs w:val="24"/>
        </w:rPr>
        <w:t xml:space="preserve">бюджета </w:t>
      </w:r>
      <w:proofErr w:type="spellStart"/>
      <w:r>
        <w:rPr>
          <w:kern w:val="2"/>
          <w:sz w:val="24"/>
          <w:szCs w:val="24"/>
        </w:rPr>
        <w:t>Целинского</w:t>
      </w:r>
      <w:proofErr w:type="spellEnd"/>
      <w:r>
        <w:rPr>
          <w:kern w:val="2"/>
          <w:sz w:val="24"/>
          <w:szCs w:val="24"/>
        </w:rPr>
        <w:t xml:space="preserve"> района </w:t>
      </w:r>
      <w:r w:rsidRPr="00656DD7">
        <w:rPr>
          <w:kern w:val="2"/>
          <w:sz w:val="24"/>
          <w:szCs w:val="24"/>
        </w:rPr>
        <w:t xml:space="preserve"> на реализацию </w:t>
      </w:r>
      <w:proofErr w:type="gramStart"/>
      <w:r w:rsidRPr="00656DD7">
        <w:rPr>
          <w:kern w:val="2"/>
          <w:sz w:val="24"/>
          <w:szCs w:val="24"/>
        </w:rPr>
        <w:t>муниципальной</w:t>
      </w:r>
      <w:proofErr w:type="gramEnd"/>
    </w:p>
    <w:p w:rsidR="00B93FF4" w:rsidRPr="00656DD7" w:rsidRDefault="00B93FF4" w:rsidP="00B93FF4">
      <w:pPr>
        <w:shd w:val="clear" w:color="auto" w:fill="FFFFFF"/>
        <w:autoSpaceDE w:val="0"/>
        <w:autoSpaceDN w:val="0"/>
        <w:adjustRightInd w:val="0"/>
        <w:jc w:val="center"/>
        <w:rPr>
          <w:kern w:val="2"/>
          <w:sz w:val="24"/>
          <w:szCs w:val="24"/>
        </w:rPr>
      </w:pPr>
      <w:r w:rsidRPr="00656DD7">
        <w:rPr>
          <w:kern w:val="2"/>
          <w:sz w:val="24"/>
          <w:szCs w:val="24"/>
        </w:rPr>
        <w:t xml:space="preserve">программы </w:t>
      </w:r>
      <w:proofErr w:type="spellStart"/>
      <w:r>
        <w:rPr>
          <w:kern w:val="2"/>
          <w:sz w:val="24"/>
          <w:szCs w:val="24"/>
        </w:rPr>
        <w:t>Целин</w:t>
      </w:r>
      <w:r w:rsidRPr="00656DD7">
        <w:rPr>
          <w:kern w:val="2"/>
          <w:sz w:val="24"/>
          <w:szCs w:val="24"/>
        </w:rPr>
        <w:t>ского</w:t>
      </w:r>
      <w:proofErr w:type="spellEnd"/>
      <w:r w:rsidRPr="00656DD7">
        <w:rPr>
          <w:kern w:val="2"/>
          <w:sz w:val="24"/>
          <w:szCs w:val="24"/>
        </w:rPr>
        <w:t xml:space="preserve"> района «Развитие транспортной системы»</w:t>
      </w:r>
    </w:p>
    <w:p w:rsidR="00B93FF4" w:rsidRDefault="00B93FF4" w:rsidP="00B93FF4">
      <w:pPr>
        <w:widowControl w:val="0"/>
        <w:autoSpaceDE w:val="0"/>
        <w:autoSpaceDN w:val="0"/>
        <w:adjustRightInd w:val="0"/>
        <w:ind w:left="-709" w:firstLine="1135"/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="392" w:tblpY="139"/>
        <w:tblW w:w="48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"/>
        <w:gridCol w:w="1916"/>
        <w:gridCol w:w="1010"/>
        <w:gridCol w:w="278"/>
        <w:gridCol w:w="281"/>
        <w:gridCol w:w="281"/>
        <w:gridCol w:w="284"/>
        <w:gridCol w:w="1246"/>
        <w:gridCol w:w="836"/>
        <w:gridCol w:w="1120"/>
        <w:gridCol w:w="975"/>
        <w:gridCol w:w="836"/>
        <w:gridCol w:w="6"/>
        <w:gridCol w:w="829"/>
        <w:gridCol w:w="10"/>
        <w:gridCol w:w="826"/>
        <w:gridCol w:w="10"/>
        <w:gridCol w:w="826"/>
        <w:gridCol w:w="6"/>
        <w:gridCol w:w="829"/>
        <w:gridCol w:w="10"/>
        <w:gridCol w:w="826"/>
        <w:gridCol w:w="6"/>
        <w:gridCol w:w="836"/>
        <w:gridCol w:w="833"/>
        <w:gridCol w:w="836"/>
      </w:tblGrid>
      <w:tr w:rsidR="002D06ED" w:rsidRPr="00ED1A4F" w:rsidTr="0015146C">
        <w:tc>
          <w:tcPr>
            <w:tcW w:w="119" w:type="pct"/>
            <w:vMerge w:val="restart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 xml:space="preserve">№ </w:t>
            </w:r>
            <w:proofErr w:type="gramStart"/>
            <w:r w:rsidRPr="00ED1A4F">
              <w:rPr>
                <w:sz w:val="20"/>
                <w:szCs w:val="20"/>
              </w:rPr>
              <w:t>п</w:t>
            </w:r>
            <w:proofErr w:type="gramEnd"/>
            <w:r w:rsidRPr="00ED1A4F">
              <w:rPr>
                <w:sz w:val="20"/>
                <w:szCs w:val="20"/>
              </w:rPr>
              <w:t>/п</w:t>
            </w:r>
          </w:p>
        </w:tc>
        <w:tc>
          <w:tcPr>
            <w:tcW w:w="594" w:type="pct"/>
            <w:vMerge w:val="restart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Номер и</w:t>
            </w:r>
          </w:p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 xml:space="preserve"> наименование по</w:t>
            </w:r>
            <w:r w:rsidRPr="00ED1A4F">
              <w:rPr>
                <w:sz w:val="20"/>
                <w:szCs w:val="20"/>
              </w:rPr>
              <w:t>д</w:t>
            </w:r>
            <w:r w:rsidRPr="00ED1A4F">
              <w:rPr>
                <w:sz w:val="20"/>
                <w:szCs w:val="20"/>
              </w:rPr>
              <w:t>программы, осно</w:t>
            </w:r>
            <w:r w:rsidRPr="00ED1A4F">
              <w:rPr>
                <w:sz w:val="20"/>
                <w:szCs w:val="20"/>
              </w:rPr>
              <w:t>в</w:t>
            </w:r>
            <w:r w:rsidRPr="00ED1A4F">
              <w:rPr>
                <w:sz w:val="20"/>
                <w:szCs w:val="20"/>
              </w:rPr>
              <w:t>ного</w:t>
            </w:r>
          </w:p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 xml:space="preserve"> мероприятия гос</w:t>
            </w:r>
            <w:r w:rsidRPr="00ED1A4F">
              <w:rPr>
                <w:sz w:val="20"/>
                <w:szCs w:val="20"/>
              </w:rPr>
              <w:t>у</w:t>
            </w:r>
            <w:r w:rsidRPr="00ED1A4F">
              <w:rPr>
                <w:sz w:val="20"/>
                <w:szCs w:val="20"/>
              </w:rPr>
              <w:t>дарственной пр</w:t>
            </w:r>
            <w:r w:rsidRPr="00ED1A4F">
              <w:rPr>
                <w:sz w:val="20"/>
                <w:szCs w:val="20"/>
              </w:rPr>
              <w:t>о</w:t>
            </w:r>
            <w:r w:rsidRPr="00ED1A4F">
              <w:rPr>
                <w:sz w:val="20"/>
                <w:szCs w:val="20"/>
              </w:rPr>
              <w:t>граммы</w:t>
            </w:r>
          </w:p>
        </w:tc>
        <w:tc>
          <w:tcPr>
            <w:tcW w:w="313" w:type="pct"/>
            <w:vMerge w:val="restart"/>
            <w:shd w:val="clear" w:color="auto" w:fill="auto"/>
            <w:vAlign w:val="center"/>
          </w:tcPr>
          <w:p w:rsidR="00B93FF4" w:rsidRPr="00ED1A4F" w:rsidRDefault="00B93FF4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Отве</w:t>
            </w:r>
            <w:r w:rsidRPr="00ED1A4F">
              <w:rPr>
                <w:sz w:val="20"/>
                <w:szCs w:val="20"/>
              </w:rPr>
              <w:t>т</w:t>
            </w:r>
            <w:r w:rsidRPr="00ED1A4F">
              <w:rPr>
                <w:sz w:val="20"/>
                <w:szCs w:val="20"/>
              </w:rPr>
              <w:t>ственный исполн</w:t>
            </w:r>
            <w:r w:rsidRPr="00ED1A4F">
              <w:rPr>
                <w:sz w:val="20"/>
                <w:szCs w:val="20"/>
              </w:rPr>
              <w:t>и</w:t>
            </w:r>
            <w:r w:rsidRPr="00ED1A4F">
              <w:rPr>
                <w:sz w:val="20"/>
                <w:szCs w:val="20"/>
              </w:rPr>
              <w:t>тель, с</w:t>
            </w:r>
            <w:r w:rsidRPr="00ED1A4F">
              <w:rPr>
                <w:sz w:val="20"/>
                <w:szCs w:val="20"/>
              </w:rPr>
              <w:t>о</w:t>
            </w:r>
            <w:r w:rsidRPr="00ED1A4F">
              <w:rPr>
                <w:sz w:val="20"/>
                <w:szCs w:val="20"/>
              </w:rPr>
              <w:t>исполн</w:t>
            </w:r>
            <w:r w:rsidRPr="00ED1A4F">
              <w:rPr>
                <w:sz w:val="20"/>
                <w:szCs w:val="20"/>
              </w:rPr>
              <w:t>и</w:t>
            </w:r>
            <w:r w:rsidRPr="00ED1A4F">
              <w:rPr>
                <w:sz w:val="20"/>
                <w:szCs w:val="20"/>
              </w:rPr>
              <w:t>тель, участники</w:t>
            </w:r>
          </w:p>
        </w:tc>
        <w:tc>
          <w:tcPr>
            <w:tcW w:w="348" w:type="pct"/>
            <w:gridSpan w:val="4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Код бю</w:t>
            </w:r>
            <w:r w:rsidRPr="00ED1A4F">
              <w:rPr>
                <w:sz w:val="20"/>
                <w:szCs w:val="20"/>
              </w:rPr>
              <w:t>д</w:t>
            </w:r>
            <w:r w:rsidRPr="00ED1A4F">
              <w:rPr>
                <w:sz w:val="20"/>
                <w:szCs w:val="20"/>
              </w:rPr>
              <w:t>жетной классиф</w:t>
            </w:r>
            <w:r w:rsidRPr="00ED1A4F">
              <w:rPr>
                <w:sz w:val="20"/>
                <w:szCs w:val="20"/>
              </w:rPr>
              <w:t>и</w:t>
            </w:r>
            <w:r w:rsidRPr="00ED1A4F">
              <w:rPr>
                <w:sz w:val="20"/>
                <w:szCs w:val="20"/>
              </w:rPr>
              <w:t>кации</w:t>
            </w:r>
          </w:p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 xml:space="preserve"> расходов</w:t>
            </w:r>
          </w:p>
        </w:tc>
        <w:tc>
          <w:tcPr>
            <w:tcW w:w="386" w:type="pct"/>
            <w:vMerge w:val="restart"/>
            <w:shd w:val="clear" w:color="auto" w:fill="auto"/>
          </w:tcPr>
          <w:p w:rsidR="00B93FF4" w:rsidRPr="00ED1A4F" w:rsidRDefault="00B93FF4" w:rsidP="0015146C">
            <w:pPr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Объем ра</w:t>
            </w:r>
            <w:r w:rsidRPr="00ED1A4F">
              <w:rPr>
                <w:sz w:val="20"/>
                <w:szCs w:val="20"/>
              </w:rPr>
              <w:t>с</w:t>
            </w:r>
            <w:r w:rsidRPr="00ED1A4F">
              <w:rPr>
                <w:sz w:val="20"/>
                <w:szCs w:val="20"/>
              </w:rPr>
              <w:t>ходов, всего (тыс. рублей)</w:t>
            </w:r>
          </w:p>
        </w:tc>
        <w:tc>
          <w:tcPr>
            <w:tcW w:w="3240" w:type="pct"/>
            <w:gridSpan w:val="18"/>
            <w:shd w:val="clear" w:color="auto" w:fill="auto"/>
            <w:vAlign w:val="center"/>
          </w:tcPr>
          <w:p w:rsidR="00B93FF4" w:rsidRPr="00ED1A4F" w:rsidRDefault="00B93FF4" w:rsidP="0015146C">
            <w:pPr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В том числе по годам реализации муниципальной программы</w:t>
            </w:r>
          </w:p>
        </w:tc>
      </w:tr>
      <w:tr w:rsidR="00012AFB" w:rsidRPr="00ED1A4F" w:rsidTr="00C04342">
        <w:trPr>
          <w:cantSplit/>
          <w:trHeight w:val="1134"/>
        </w:trPr>
        <w:tc>
          <w:tcPr>
            <w:tcW w:w="119" w:type="pct"/>
            <w:vMerge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6" w:type="pct"/>
            <w:shd w:val="clear" w:color="auto" w:fill="auto"/>
            <w:textDirection w:val="btLr"/>
            <w:vAlign w:val="center"/>
          </w:tcPr>
          <w:p w:rsidR="00B93FF4" w:rsidRPr="00ED1A4F" w:rsidRDefault="00B93FF4" w:rsidP="0015146C">
            <w:pPr>
              <w:ind w:left="113" w:firstLine="0"/>
              <w:jc w:val="center"/>
              <w:rPr>
                <w:sz w:val="20"/>
                <w:szCs w:val="20"/>
              </w:rPr>
            </w:pPr>
            <w:r w:rsidRPr="00ED1A4F">
              <w:rPr>
                <w:spacing w:val="-10"/>
                <w:kern w:val="20"/>
                <w:sz w:val="20"/>
                <w:szCs w:val="20"/>
              </w:rPr>
              <w:t>ГРБС</w:t>
            </w:r>
          </w:p>
        </w:tc>
        <w:tc>
          <w:tcPr>
            <w:tcW w:w="87" w:type="pct"/>
            <w:shd w:val="clear" w:color="auto" w:fill="auto"/>
            <w:textDirection w:val="btLr"/>
            <w:vAlign w:val="center"/>
          </w:tcPr>
          <w:p w:rsidR="00B93FF4" w:rsidRPr="00ED1A4F" w:rsidRDefault="00B93FF4" w:rsidP="0015146C">
            <w:pPr>
              <w:ind w:left="113" w:firstLine="0"/>
              <w:jc w:val="center"/>
              <w:rPr>
                <w:sz w:val="20"/>
                <w:szCs w:val="20"/>
              </w:rPr>
            </w:pPr>
            <w:proofErr w:type="spellStart"/>
            <w:r w:rsidRPr="00ED1A4F">
              <w:rPr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87" w:type="pct"/>
            <w:shd w:val="clear" w:color="auto" w:fill="auto"/>
            <w:textDirection w:val="btLr"/>
            <w:vAlign w:val="center"/>
          </w:tcPr>
          <w:p w:rsidR="00B93FF4" w:rsidRPr="00ED1A4F" w:rsidRDefault="00B93FF4" w:rsidP="0015146C">
            <w:pPr>
              <w:ind w:left="113"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ЦСР</w:t>
            </w:r>
          </w:p>
        </w:tc>
        <w:tc>
          <w:tcPr>
            <w:tcW w:w="88" w:type="pct"/>
            <w:shd w:val="clear" w:color="auto" w:fill="auto"/>
            <w:textDirection w:val="btLr"/>
            <w:vAlign w:val="center"/>
          </w:tcPr>
          <w:p w:rsidR="00B93FF4" w:rsidRPr="00ED1A4F" w:rsidRDefault="00B93FF4" w:rsidP="0015146C">
            <w:pPr>
              <w:ind w:left="113"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ВР</w:t>
            </w:r>
          </w:p>
        </w:tc>
        <w:tc>
          <w:tcPr>
            <w:tcW w:w="386" w:type="pct"/>
            <w:vMerge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9" w:type="pct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 xml:space="preserve">2019 </w:t>
            </w:r>
          </w:p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год</w:t>
            </w:r>
          </w:p>
        </w:tc>
        <w:tc>
          <w:tcPr>
            <w:tcW w:w="347" w:type="pct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 xml:space="preserve">2020 </w:t>
            </w:r>
          </w:p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год</w:t>
            </w:r>
          </w:p>
        </w:tc>
        <w:tc>
          <w:tcPr>
            <w:tcW w:w="302" w:type="pct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2021</w:t>
            </w:r>
          </w:p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61" w:type="pct"/>
            <w:gridSpan w:val="2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2022</w:t>
            </w:r>
          </w:p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2023</w:t>
            </w:r>
          </w:p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59" w:type="pct"/>
            <w:gridSpan w:val="2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 xml:space="preserve">2024 </w:t>
            </w:r>
          </w:p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год</w:t>
            </w:r>
          </w:p>
        </w:tc>
        <w:tc>
          <w:tcPr>
            <w:tcW w:w="258" w:type="pct"/>
            <w:gridSpan w:val="2"/>
            <w:shd w:val="clear" w:color="auto" w:fill="auto"/>
          </w:tcPr>
          <w:p w:rsidR="00B93FF4" w:rsidRPr="00ED1A4F" w:rsidRDefault="00B93FF4" w:rsidP="0015146C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2025</w:t>
            </w:r>
          </w:p>
          <w:p w:rsidR="00B93FF4" w:rsidRPr="00ED1A4F" w:rsidRDefault="00B93FF4" w:rsidP="0015146C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 xml:space="preserve">2026 </w:t>
            </w:r>
          </w:p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год</w:t>
            </w:r>
          </w:p>
        </w:tc>
        <w:tc>
          <w:tcPr>
            <w:tcW w:w="258" w:type="pct"/>
            <w:gridSpan w:val="2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2027</w:t>
            </w:r>
          </w:p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59" w:type="pct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2028</w:t>
            </w:r>
          </w:p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58" w:type="pct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2029</w:t>
            </w:r>
          </w:p>
          <w:p w:rsidR="00B93FF4" w:rsidRPr="00ED1A4F" w:rsidRDefault="00B93FF4" w:rsidP="0015146C">
            <w:pPr>
              <w:ind w:left="34" w:hanging="34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59" w:type="pct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 xml:space="preserve">2030 </w:t>
            </w:r>
          </w:p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год</w:t>
            </w:r>
          </w:p>
        </w:tc>
      </w:tr>
      <w:tr w:rsidR="00012AFB" w:rsidRPr="00ED1A4F" w:rsidTr="00C04342">
        <w:tc>
          <w:tcPr>
            <w:tcW w:w="119" w:type="pct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1</w:t>
            </w:r>
          </w:p>
        </w:tc>
        <w:tc>
          <w:tcPr>
            <w:tcW w:w="594" w:type="pct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2</w:t>
            </w:r>
          </w:p>
        </w:tc>
        <w:tc>
          <w:tcPr>
            <w:tcW w:w="313" w:type="pct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3</w:t>
            </w:r>
          </w:p>
        </w:tc>
        <w:tc>
          <w:tcPr>
            <w:tcW w:w="86" w:type="pct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4</w:t>
            </w:r>
          </w:p>
        </w:tc>
        <w:tc>
          <w:tcPr>
            <w:tcW w:w="87" w:type="pct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5</w:t>
            </w:r>
          </w:p>
        </w:tc>
        <w:tc>
          <w:tcPr>
            <w:tcW w:w="87" w:type="pct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6</w:t>
            </w:r>
          </w:p>
        </w:tc>
        <w:tc>
          <w:tcPr>
            <w:tcW w:w="88" w:type="pct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7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8</w:t>
            </w:r>
          </w:p>
        </w:tc>
        <w:tc>
          <w:tcPr>
            <w:tcW w:w="259" w:type="pct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9</w:t>
            </w:r>
          </w:p>
        </w:tc>
        <w:tc>
          <w:tcPr>
            <w:tcW w:w="347" w:type="pct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10</w:t>
            </w:r>
          </w:p>
        </w:tc>
        <w:tc>
          <w:tcPr>
            <w:tcW w:w="302" w:type="pct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11</w:t>
            </w:r>
          </w:p>
        </w:tc>
        <w:tc>
          <w:tcPr>
            <w:tcW w:w="261" w:type="pct"/>
            <w:gridSpan w:val="2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12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13</w:t>
            </w:r>
          </w:p>
        </w:tc>
        <w:tc>
          <w:tcPr>
            <w:tcW w:w="259" w:type="pct"/>
            <w:gridSpan w:val="2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14</w:t>
            </w:r>
          </w:p>
        </w:tc>
        <w:tc>
          <w:tcPr>
            <w:tcW w:w="258" w:type="pct"/>
            <w:gridSpan w:val="2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15</w:t>
            </w:r>
          </w:p>
        </w:tc>
        <w:tc>
          <w:tcPr>
            <w:tcW w:w="260" w:type="pct"/>
            <w:gridSpan w:val="2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16</w:t>
            </w:r>
          </w:p>
        </w:tc>
        <w:tc>
          <w:tcPr>
            <w:tcW w:w="258" w:type="pct"/>
            <w:gridSpan w:val="2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17</w:t>
            </w:r>
          </w:p>
        </w:tc>
        <w:tc>
          <w:tcPr>
            <w:tcW w:w="259" w:type="pct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18</w:t>
            </w:r>
          </w:p>
        </w:tc>
        <w:tc>
          <w:tcPr>
            <w:tcW w:w="258" w:type="pct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19</w:t>
            </w:r>
          </w:p>
        </w:tc>
        <w:tc>
          <w:tcPr>
            <w:tcW w:w="259" w:type="pct"/>
            <w:shd w:val="clear" w:color="auto" w:fill="auto"/>
          </w:tcPr>
          <w:p w:rsidR="00B93FF4" w:rsidRPr="00ED1A4F" w:rsidRDefault="00B93FF4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20</w:t>
            </w:r>
          </w:p>
        </w:tc>
      </w:tr>
      <w:tr w:rsidR="00C703CF" w:rsidRPr="00ED1A4F" w:rsidTr="00C04342">
        <w:trPr>
          <w:trHeight w:val="552"/>
        </w:trPr>
        <w:tc>
          <w:tcPr>
            <w:tcW w:w="119" w:type="pct"/>
            <w:vMerge w:val="restar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1</w:t>
            </w:r>
          </w:p>
        </w:tc>
        <w:tc>
          <w:tcPr>
            <w:tcW w:w="594" w:type="pct"/>
            <w:vMerge w:val="restart"/>
            <w:shd w:val="clear" w:color="auto" w:fill="auto"/>
          </w:tcPr>
          <w:p w:rsidR="00C703CF" w:rsidRPr="00ED1A4F" w:rsidRDefault="00C703CF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Муниципальная пр</w:t>
            </w:r>
            <w:r w:rsidRPr="00ED1A4F">
              <w:rPr>
                <w:sz w:val="20"/>
                <w:szCs w:val="20"/>
              </w:rPr>
              <w:t>о</w:t>
            </w:r>
            <w:r w:rsidRPr="00ED1A4F">
              <w:rPr>
                <w:sz w:val="20"/>
                <w:szCs w:val="20"/>
              </w:rPr>
              <w:t xml:space="preserve">грамма </w:t>
            </w:r>
            <w:proofErr w:type="spellStart"/>
            <w:r w:rsidRPr="00ED1A4F">
              <w:rPr>
                <w:sz w:val="20"/>
                <w:szCs w:val="20"/>
              </w:rPr>
              <w:t>Целинского</w:t>
            </w:r>
            <w:proofErr w:type="spellEnd"/>
            <w:r w:rsidRPr="00ED1A4F">
              <w:rPr>
                <w:sz w:val="20"/>
                <w:szCs w:val="20"/>
              </w:rPr>
              <w:t xml:space="preserve"> района «Развитие транспортной сист</w:t>
            </w:r>
            <w:r w:rsidRPr="00ED1A4F">
              <w:rPr>
                <w:sz w:val="20"/>
                <w:szCs w:val="20"/>
              </w:rPr>
              <w:t>е</w:t>
            </w:r>
            <w:r w:rsidRPr="00ED1A4F">
              <w:rPr>
                <w:sz w:val="20"/>
                <w:szCs w:val="20"/>
              </w:rPr>
              <w:t>мы»</w:t>
            </w:r>
          </w:p>
        </w:tc>
        <w:tc>
          <w:tcPr>
            <w:tcW w:w="313" w:type="pct"/>
            <w:shd w:val="clear" w:color="auto" w:fill="auto"/>
          </w:tcPr>
          <w:p w:rsidR="00C703CF" w:rsidRPr="00ED1A4F" w:rsidRDefault="00C703CF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Всего:</w:t>
            </w:r>
          </w:p>
        </w:tc>
        <w:tc>
          <w:tcPr>
            <w:tcW w:w="86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C703CF" w:rsidRPr="00CE1858" w:rsidRDefault="00FD51D2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771113,7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87173,1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C703CF" w:rsidRPr="00CE1858" w:rsidRDefault="00CE2A62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88235,9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C703CF" w:rsidRPr="00CE1858" w:rsidRDefault="0007426F" w:rsidP="00FA5E72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540</w:t>
            </w:r>
            <w:r w:rsidR="00FA5E72">
              <w:rPr>
                <w:sz w:val="19"/>
                <w:szCs w:val="19"/>
              </w:rPr>
              <w:t>9</w:t>
            </w:r>
            <w:r>
              <w:rPr>
                <w:sz w:val="19"/>
                <w:szCs w:val="19"/>
              </w:rPr>
              <w:t>9,6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C703CF" w:rsidRPr="00CE1858" w:rsidRDefault="00FA5E72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56254,6</w:t>
            </w:r>
          </w:p>
        </w:tc>
        <w:tc>
          <w:tcPr>
            <w:tcW w:w="260" w:type="pct"/>
            <w:gridSpan w:val="2"/>
            <w:shd w:val="clear" w:color="auto" w:fill="auto"/>
            <w:vAlign w:val="center"/>
          </w:tcPr>
          <w:p w:rsidR="00C703CF" w:rsidRPr="00CE1858" w:rsidRDefault="00814915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79527,6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58" w:type="pct"/>
            <w:gridSpan w:val="2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60" w:type="pct"/>
            <w:gridSpan w:val="2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58" w:type="pct"/>
            <w:gridSpan w:val="2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</w:tr>
      <w:tr w:rsidR="00C703CF" w:rsidRPr="00ED1A4F" w:rsidTr="00C04342">
        <w:tc>
          <w:tcPr>
            <w:tcW w:w="119" w:type="pct"/>
            <w:vMerge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C703CF" w:rsidRPr="00ED1A4F" w:rsidRDefault="00C703CF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6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C703CF" w:rsidRPr="00CE1858" w:rsidRDefault="00B1216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102015,2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50609,8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C703CF" w:rsidRPr="00CE1858" w:rsidRDefault="001A5F3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29405,4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C703CF" w:rsidRPr="00CE1858" w:rsidRDefault="00E70A89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-</w:t>
            </w:r>
          </w:p>
        </w:tc>
        <w:tc>
          <w:tcPr>
            <w:tcW w:w="260" w:type="pct"/>
            <w:gridSpan w:val="2"/>
            <w:shd w:val="clear" w:color="auto" w:fill="auto"/>
            <w:vAlign w:val="center"/>
          </w:tcPr>
          <w:p w:rsidR="00C703CF" w:rsidRPr="00CE1858" w:rsidRDefault="00E70A89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22000,0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gridSpan w:val="2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-</w:t>
            </w:r>
          </w:p>
        </w:tc>
        <w:tc>
          <w:tcPr>
            <w:tcW w:w="260" w:type="pct"/>
            <w:gridSpan w:val="2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gridSpan w:val="2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-</w:t>
            </w:r>
          </w:p>
        </w:tc>
      </w:tr>
      <w:tr w:rsidR="00C703CF" w:rsidRPr="00ED1A4F" w:rsidTr="00C04342">
        <w:tc>
          <w:tcPr>
            <w:tcW w:w="119" w:type="pct"/>
            <w:vMerge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6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C703CF" w:rsidRPr="00CE1858" w:rsidRDefault="00FD51D2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669098,5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36563,3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C703CF" w:rsidRPr="00CE1858" w:rsidRDefault="00CE2A62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58830,5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C703CF" w:rsidRPr="00CE1858" w:rsidRDefault="0007426F" w:rsidP="00FA5E72">
            <w:pPr>
              <w:ind w:firstLine="0"/>
              <w:jc w:val="center"/>
              <w:rPr>
                <w:sz w:val="19"/>
                <w:szCs w:val="19"/>
              </w:rPr>
            </w:pPr>
            <w:r w:rsidRPr="0007426F">
              <w:rPr>
                <w:sz w:val="19"/>
                <w:szCs w:val="19"/>
              </w:rPr>
              <w:t>540</w:t>
            </w:r>
            <w:r w:rsidR="00FA5E72">
              <w:rPr>
                <w:sz w:val="19"/>
                <w:szCs w:val="19"/>
              </w:rPr>
              <w:t>9</w:t>
            </w:r>
            <w:r w:rsidRPr="0007426F">
              <w:rPr>
                <w:sz w:val="19"/>
                <w:szCs w:val="19"/>
              </w:rPr>
              <w:t>9,6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C703CF" w:rsidRPr="00CE1858" w:rsidRDefault="00FA5E72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56254,6</w:t>
            </w:r>
          </w:p>
        </w:tc>
        <w:tc>
          <w:tcPr>
            <w:tcW w:w="260" w:type="pct"/>
            <w:gridSpan w:val="2"/>
            <w:shd w:val="clear" w:color="auto" w:fill="auto"/>
            <w:vAlign w:val="center"/>
          </w:tcPr>
          <w:p w:rsidR="00C703CF" w:rsidRPr="00CE1858" w:rsidRDefault="00EA70E8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57527,6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58" w:type="pct"/>
            <w:gridSpan w:val="2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60" w:type="pct"/>
            <w:gridSpan w:val="2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58" w:type="pct"/>
            <w:gridSpan w:val="2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</w:tr>
      <w:tr w:rsidR="00C703CF" w:rsidRPr="00CF2FBA" w:rsidTr="00C04342">
        <w:tc>
          <w:tcPr>
            <w:tcW w:w="119" w:type="pct"/>
            <w:vMerge w:val="restar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2.</w:t>
            </w:r>
          </w:p>
        </w:tc>
        <w:tc>
          <w:tcPr>
            <w:tcW w:w="594" w:type="pct"/>
            <w:vMerge w:val="restart"/>
            <w:shd w:val="clear" w:color="auto" w:fill="auto"/>
          </w:tcPr>
          <w:p w:rsidR="00C703CF" w:rsidRPr="00ED1A4F" w:rsidRDefault="00C703CF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 xml:space="preserve">Подпрограмма 1 </w:t>
            </w:r>
          </w:p>
          <w:p w:rsidR="00C703CF" w:rsidRPr="00ED1A4F" w:rsidRDefault="00C703CF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«Развитие тран</w:t>
            </w:r>
            <w:r w:rsidRPr="00ED1A4F">
              <w:rPr>
                <w:sz w:val="20"/>
                <w:szCs w:val="20"/>
              </w:rPr>
              <w:t>с</w:t>
            </w:r>
            <w:r w:rsidRPr="00ED1A4F">
              <w:rPr>
                <w:sz w:val="20"/>
                <w:szCs w:val="20"/>
              </w:rPr>
              <w:t>портной инфр</w:t>
            </w:r>
            <w:r w:rsidRPr="00ED1A4F">
              <w:rPr>
                <w:sz w:val="20"/>
                <w:szCs w:val="20"/>
              </w:rPr>
              <w:t>а</w:t>
            </w:r>
            <w:r w:rsidRPr="00ED1A4F">
              <w:rPr>
                <w:sz w:val="20"/>
                <w:szCs w:val="20"/>
              </w:rPr>
              <w:t xml:space="preserve">структуры </w:t>
            </w:r>
            <w:proofErr w:type="spellStart"/>
            <w:r w:rsidRPr="00ED1A4F">
              <w:rPr>
                <w:sz w:val="20"/>
                <w:szCs w:val="20"/>
              </w:rPr>
              <w:t>Цели</w:t>
            </w:r>
            <w:r w:rsidRPr="00ED1A4F">
              <w:rPr>
                <w:sz w:val="20"/>
                <w:szCs w:val="20"/>
              </w:rPr>
              <w:t>н</w:t>
            </w:r>
            <w:r w:rsidRPr="00ED1A4F">
              <w:rPr>
                <w:sz w:val="20"/>
                <w:szCs w:val="20"/>
              </w:rPr>
              <w:t>ского</w:t>
            </w:r>
            <w:proofErr w:type="spellEnd"/>
            <w:r w:rsidRPr="00ED1A4F">
              <w:rPr>
                <w:sz w:val="20"/>
                <w:szCs w:val="20"/>
              </w:rPr>
              <w:t xml:space="preserve"> района»</w:t>
            </w:r>
          </w:p>
        </w:tc>
        <w:tc>
          <w:tcPr>
            <w:tcW w:w="313" w:type="pct"/>
            <w:shd w:val="clear" w:color="auto" w:fill="auto"/>
          </w:tcPr>
          <w:p w:rsidR="00C703CF" w:rsidRPr="00ED1A4F" w:rsidRDefault="00C703CF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Всего:</w:t>
            </w:r>
          </w:p>
        </w:tc>
        <w:tc>
          <w:tcPr>
            <w:tcW w:w="86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C703CF" w:rsidRPr="00CE1858" w:rsidRDefault="007320EF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761130,3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86319,1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C703CF" w:rsidRPr="00CE1858" w:rsidRDefault="00CE2A62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80534,5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C703CF" w:rsidRPr="00CE1858" w:rsidRDefault="0007426F" w:rsidP="00FA5E72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53</w:t>
            </w:r>
            <w:r w:rsidR="00FA5E72">
              <w:rPr>
                <w:sz w:val="19"/>
                <w:szCs w:val="19"/>
              </w:rPr>
              <w:t>623</w:t>
            </w:r>
            <w:r>
              <w:rPr>
                <w:sz w:val="19"/>
                <w:szCs w:val="19"/>
              </w:rPr>
              <w:t>,6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C703CF" w:rsidRPr="00CE1858" w:rsidRDefault="00814915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55778,6</w:t>
            </w:r>
          </w:p>
        </w:tc>
        <w:tc>
          <w:tcPr>
            <w:tcW w:w="260" w:type="pct"/>
            <w:gridSpan w:val="2"/>
            <w:shd w:val="clear" w:color="auto" w:fill="auto"/>
            <w:vAlign w:val="center"/>
          </w:tcPr>
          <w:p w:rsidR="00C703CF" w:rsidRPr="00CE1858" w:rsidRDefault="00EA70E8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57051,6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C703CF" w:rsidRPr="00CE1858" w:rsidRDefault="00B1216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58" w:type="pct"/>
            <w:gridSpan w:val="2"/>
            <w:shd w:val="clear" w:color="auto" w:fill="auto"/>
            <w:vAlign w:val="center"/>
          </w:tcPr>
          <w:p w:rsidR="00C703CF" w:rsidRPr="00CE1858" w:rsidRDefault="00B1216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60" w:type="pct"/>
            <w:gridSpan w:val="2"/>
            <w:shd w:val="clear" w:color="auto" w:fill="auto"/>
            <w:vAlign w:val="center"/>
          </w:tcPr>
          <w:p w:rsidR="00C703CF" w:rsidRPr="00CE1858" w:rsidRDefault="00B1216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58" w:type="pct"/>
            <w:gridSpan w:val="2"/>
            <w:shd w:val="clear" w:color="auto" w:fill="auto"/>
            <w:vAlign w:val="center"/>
          </w:tcPr>
          <w:p w:rsidR="00C703CF" w:rsidRPr="00CE1858" w:rsidRDefault="00B1216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C703CF" w:rsidRPr="00CE1858" w:rsidRDefault="00B1216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C703CF" w:rsidRPr="00CE1858" w:rsidRDefault="00B1216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C703CF" w:rsidRPr="00CE1858" w:rsidRDefault="00B1216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</w:tr>
      <w:tr w:rsidR="00C703CF" w:rsidRPr="00CF2FBA" w:rsidTr="00C04342">
        <w:tc>
          <w:tcPr>
            <w:tcW w:w="119" w:type="pct"/>
            <w:vMerge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C703CF" w:rsidRPr="00ED1A4F" w:rsidRDefault="00C703CF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6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C703CF" w:rsidRPr="00CE1858" w:rsidRDefault="00A8214E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102015,2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50609,8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C703CF" w:rsidRPr="00CE1858" w:rsidRDefault="001A5F3F" w:rsidP="001A5F3F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29405,4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C703CF" w:rsidRPr="00CE1858" w:rsidRDefault="0007426F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-</w:t>
            </w:r>
          </w:p>
        </w:tc>
        <w:tc>
          <w:tcPr>
            <w:tcW w:w="260" w:type="pct"/>
            <w:gridSpan w:val="2"/>
            <w:shd w:val="clear" w:color="auto" w:fill="auto"/>
            <w:vAlign w:val="center"/>
          </w:tcPr>
          <w:p w:rsidR="00C703CF" w:rsidRPr="00CE1858" w:rsidRDefault="00FD51D2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22000,0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gridSpan w:val="2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-</w:t>
            </w:r>
          </w:p>
        </w:tc>
        <w:tc>
          <w:tcPr>
            <w:tcW w:w="260" w:type="pct"/>
            <w:gridSpan w:val="2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gridSpan w:val="2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-</w:t>
            </w:r>
          </w:p>
        </w:tc>
      </w:tr>
      <w:tr w:rsidR="00C703CF" w:rsidRPr="00CF2FBA" w:rsidTr="00C04342">
        <w:tc>
          <w:tcPr>
            <w:tcW w:w="119" w:type="pct"/>
            <w:vMerge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6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C703CF" w:rsidRPr="00CE1858" w:rsidRDefault="007320EF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659115,1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35709,3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C703CF" w:rsidRPr="00CE1858" w:rsidRDefault="00CE2A62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51129,1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C703CF" w:rsidRPr="00CE1858" w:rsidRDefault="00FA5E72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5362</w:t>
            </w:r>
            <w:r w:rsidR="0007426F">
              <w:rPr>
                <w:sz w:val="19"/>
                <w:szCs w:val="19"/>
              </w:rPr>
              <w:t>3,6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C703CF" w:rsidRPr="00CE1858" w:rsidRDefault="00814915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55778,6</w:t>
            </w:r>
          </w:p>
        </w:tc>
        <w:tc>
          <w:tcPr>
            <w:tcW w:w="260" w:type="pct"/>
            <w:gridSpan w:val="2"/>
            <w:shd w:val="clear" w:color="auto" w:fill="auto"/>
            <w:vAlign w:val="center"/>
          </w:tcPr>
          <w:p w:rsidR="00C703CF" w:rsidRPr="00CE1858" w:rsidRDefault="00EA70E8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57051,6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C703CF" w:rsidRPr="00CE1858" w:rsidRDefault="00B1216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58" w:type="pct"/>
            <w:gridSpan w:val="2"/>
            <w:shd w:val="clear" w:color="auto" w:fill="auto"/>
            <w:vAlign w:val="center"/>
          </w:tcPr>
          <w:p w:rsidR="00C703CF" w:rsidRPr="00CE1858" w:rsidRDefault="00B1216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60" w:type="pct"/>
            <w:gridSpan w:val="2"/>
            <w:shd w:val="clear" w:color="auto" w:fill="auto"/>
            <w:vAlign w:val="center"/>
          </w:tcPr>
          <w:p w:rsidR="00C703CF" w:rsidRPr="00CE1858" w:rsidRDefault="00B1216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58" w:type="pct"/>
            <w:gridSpan w:val="2"/>
            <w:shd w:val="clear" w:color="auto" w:fill="auto"/>
            <w:vAlign w:val="center"/>
          </w:tcPr>
          <w:p w:rsidR="00C703CF" w:rsidRPr="00CE1858" w:rsidRDefault="00B1216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C703CF" w:rsidRPr="00CE1858" w:rsidRDefault="00B1216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C703CF" w:rsidRPr="00CE1858" w:rsidRDefault="00B1216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C703CF" w:rsidRPr="00CE1858" w:rsidRDefault="00B1216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</w:tr>
      <w:tr w:rsidR="00C703CF" w:rsidRPr="00CF2FBA" w:rsidTr="00C04342">
        <w:trPr>
          <w:trHeight w:val="152"/>
        </w:trPr>
        <w:tc>
          <w:tcPr>
            <w:tcW w:w="119" w:type="pct"/>
            <w:vMerge w:val="restar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3.</w:t>
            </w:r>
          </w:p>
        </w:tc>
        <w:tc>
          <w:tcPr>
            <w:tcW w:w="594" w:type="pct"/>
            <w:vMerge w:val="restart"/>
            <w:shd w:val="clear" w:color="auto" w:fill="auto"/>
          </w:tcPr>
          <w:p w:rsidR="00C703CF" w:rsidRPr="00ED1A4F" w:rsidRDefault="00C703CF" w:rsidP="0015146C">
            <w:pPr>
              <w:widowControl w:val="0"/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Основное меропри</w:t>
            </w:r>
            <w:r w:rsidRPr="00ED1A4F">
              <w:rPr>
                <w:sz w:val="20"/>
                <w:szCs w:val="20"/>
              </w:rPr>
              <w:t>я</w:t>
            </w:r>
            <w:r w:rsidRPr="00ED1A4F">
              <w:rPr>
                <w:sz w:val="20"/>
                <w:szCs w:val="20"/>
              </w:rPr>
              <w:t>тие 1.1.</w:t>
            </w:r>
          </w:p>
          <w:p w:rsidR="00C703CF" w:rsidRPr="00ED1A4F" w:rsidRDefault="00355A2A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«</w:t>
            </w:r>
            <w:r w:rsidR="00C703CF" w:rsidRPr="00ED1A4F">
              <w:rPr>
                <w:sz w:val="20"/>
                <w:szCs w:val="20"/>
              </w:rPr>
              <w:t>Содержание авт</w:t>
            </w:r>
            <w:r w:rsidR="00C703CF" w:rsidRPr="00ED1A4F">
              <w:rPr>
                <w:sz w:val="20"/>
                <w:szCs w:val="20"/>
              </w:rPr>
              <w:t>о</w:t>
            </w:r>
            <w:r w:rsidR="00C703CF" w:rsidRPr="00ED1A4F">
              <w:rPr>
                <w:sz w:val="20"/>
                <w:szCs w:val="20"/>
              </w:rPr>
              <w:t>мобильных дорог общего пользования местного значения и искус</w:t>
            </w:r>
            <w:r w:rsidR="00C703CF" w:rsidRPr="00ED1A4F">
              <w:rPr>
                <w:sz w:val="20"/>
                <w:szCs w:val="20"/>
              </w:rPr>
              <w:softHyphen/>
              <w:t>ствен</w:t>
            </w:r>
            <w:r w:rsidR="00C703CF" w:rsidRPr="00ED1A4F">
              <w:rPr>
                <w:sz w:val="20"/>
                <w:szCs w:val="20"/>
              </w:rPr>
              <w:softHyphen/>
              <w:t>ных с</w:t>
            </w:r>
            <w:r w:rsidR="00C703CF" w:rsidRPr="00ED1A4F">
              <w:rPr>
                <w:sz w:val="20"/>
                <w:szCs w:val="20"/>
              </w:rPr>
              <w:t>о</w:t>
            </w:r>
            <w:r w:rsidR="00C703CF" w:rsidRPr="00ED1A4F">
              <w:rPr>
                <w:sz w:val="20"/>
                <w:szCs w:val="20"/>
              </w:rPr>
              <w:t>оружений на них</w:t>
            </w:r>
            <w:r w:rsidRPr="00ED1A4F">
              <w:rPr>
                <w:sz w:val="20"/>
                <w:szCs w:val="20"/>
              </w:rPr>
              <w:t>»</w:t>
            </w:r>
          </w:p>
        </w:tc>
        <w:tc>
          <w:tcPr>
            <w:tcW w:w="313" w:type="pct"/>
            <w:shd w:val="clear" w:color="auto" w:fill="auto"/>
          </w:tcPr>
          <w:p w:rsidR="00C703CF" w:rsidRPr="00ED1A4F" w:rsidRDefault="00C703CF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Всего:</w:t>
            </w:r>
          </w:p>
        </w:tc>
        <w:tc>
          <w:tcPr>
            <w:tcW w:w="86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C703CF" w:rsidRPr="00CE1858" w:rsidRDefault="009F7803" w:rsidP="00B91E0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6568</w:t>
            </w:r>
            <w:r w:rsidR="00B91E0C">
              <w:rPr>
                <w:sz w:val="19"/>
                <w:szCs w:val="19"/>
              </w:rPr>
              <w:t>7</w:t>
            </w:r>
            <w:r>
              <w:rPr>
                <w:sz w:val="19"/>
                <w:szCs w:val="19"/>
              </w:rPr>
              <w:t>3,0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C703CF" w:rsidRPr="00CE1858" w:rsidRDefault="00A8214E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47011,2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C703CF" w:rsidRPr="00CE1858" w:rsidRDefault="00CE2A62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46677,4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C703CF" w:rsidRPr="00CE1858" w:rsidRDefault="00493BC9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45640,4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C703CF" w:rsidRPr="00CE1858" w:rsidRDefault="00814915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54669,5</w:t>
            </w:r>
          </w:p>
        </w:tc>
        <w:tc>
          <w:tcPr>
            <w:tcW w:w="260" w:type="pct"/>
            <w:gridSpan w:val="2"/>
            <w:shd w:val="clear" w:color="auto" w:fill="auto"/>
            <w:vAlign w:val="center"/>
          </w:tcPr>
          <w:p w:rsidR="00C703CF" w:rsidRPr="00CE1858" w:rsidRDefault="00493BC9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57051,6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58" w:type="pct"/>
            <w:gridSpan w:val="2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60" w:type="pct"/>
            <w:gridSpan w:val="2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58" w:type="pct"/>
            <w:gridSpan w:val="2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</w:tr>
      <w:tr w:rsidR="00C703CF" w:rsidRPr="00ED1A4F" w:rsidTr="00C04342">
        <w:trPr>
          <w:trHeight w:val="301"/>
        </w:trPr>
        <w:tc>
          <w:tcPr>
            <w:tcW w:w="119" w:type="pct"/>
            <w:vMerge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C703CF" w:rsidRPr="00ED1A4F" w:rsidRDefault="00C703CF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6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12041,9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12041,9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-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-</w:t>
            </w:r>
          </w:p>
        </w:tc>
        <w:tc>
          <w:tcPr>
            <w:tcW w:w="260" w:type="pct"/>
            <w:gridSpan w:val="2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gridSpan w:val="2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-</w:t>
            </w:r>
          </w:p>
        </w:tc>
        <w:tc>
          <w:tcPr>
            <w:tcW w:w="260" w:type="pct"/>
            <w:gridSpan w:val="2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gridSpan w:val="2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-</w:t>
            </w:r>
          </w:p>
        </w:tc>
      </w:tr>
      <w:tr w:rsidR="00C703CF" w:rsidRPr="00ED1A4F" w:rsidTr="00C04342">
        <w:trPr>
          <w:trHeight w:val="301"/>
        </w:trPr>
        <w:tc>
          <w:tcPr>
            <w:tcW w:w="119" w:type="pct"/>
            <w:vMerge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6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C703CF" w:rsidRPr="00ED1A4F" w:rsidRDefault="00C703CF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C703CF" w:rsidRPr="00CA2166" w:rsidRDefault="009F7803" w:rsidP="00B91E0C">
            <w:pPr>
              <w:ind w:firstLine="0"/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</w:rPr>
              <w:t>6448</w:t>
            </w:r>
            <w:r w:rsidR="00B91E0C">
              <w:rPr>
                <w:sz w:val="19"/>
                <w:szCs w:val="19"/>
              </w:rPr>
              <w:t>3</w:t>
            </w:r>
            <w:r>
              <w:rPr>
                <w:sz w:val="19"/>
                <w:szCs w:val="19"/>
              </w:rPr>
              <w:t>1,1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C703CF" w:rsidRPr="00CE1858" w:rsidRDefault="00A8214E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34969,3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C703CF" w:rsidRPr="00CE1858" w:rsidRDefault="00CE2A62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46677,4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C703CF" w:rsidRPr="00CE1858" w:rsidRDefault="00FA5E72" w:rsidP="00CF2FBA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45</w:t>
            </w:r>
            <w:r w:rsidR="00493BC9">
              <w:rPr>
                <w:sz w:val="19"/>
                <w:szCs w:val="19"/>
              </w:rPr>
              <w:t>640,4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C703CF" w:rsidRPr="00CE1858" w:rsidRDefault="00814915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54669,5</w:t>
            </w:r>
          </w:p>
        </w:tc>
        <w:tc>
          <w:tcPr>
            <w:tcW w:w="260" w:type="pct"/>
            <w:gridSpan w:val="2"/>
            <w:shd w:val="clear" w:color="auto" w:fill="auto"/>
            <w:vAlign w:val="center"/>
          </w:tcPr>
          <w:p w:rsidR="00C703CF" w:rsidRPr="00CE1858" w:rsidRDefault="00493BC9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57051,6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58" w:type="pct"/>
            <w:gridSpan w:val="2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60" w:type="pct"/>
            <w:gridSpan w:val="2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58" w:type="pct"/>
            <w:gridSpan w:val="2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C703CF" w:rsidRPr="00CE1858" w:rsidRDefault="00C703C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CE1858">
              <w:rPr>
                <w:sz w:val="19"/>
                <w:szCs w:val="19"/>
              </w:rPr>
              <w:t>57974,7</w:t>
            </w:r>
          </w:p>
        </w:tc>
      </w:tr>
      <w:tr w:rsidR="000751AD" w:rsidRPr="00ED1A4F" w:rsidTr="00C04342">
        <w:tc>
          <w:tcPr>
            <w:tcW w:w="119" w:type="pct"/>
            <w:vMerge w:val="restart"/>
            <w:shd w:val="clear" w:color="auto" w:fill="auto"/>
          </w:tcPr>
          <w:p w:rsidR="000751AD" w:rsidRPr="00ED1A4F" w:rsidRDefault="00776245" w:rsidP="0015146C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lastRenderedPageBreak/>
              <w:t>4</w:t>
            </w:r>
            <w:r w:rsidR="000751AD" w:rsidRPr="00ED1A4F">
              <w:rPr>
                <w:sz w:val="20"/>
                <w:szCs w:val="20"/>
              </w:rPr>
              <w:t>.</w:t>
            </w:r>
          </w:p>
        </w:tc>
        <w:tc>
          <w:tcPr>
            <w:tcW w:w="594" w:type="pct"/>
            <w:vMerge w:val="restart"/>
            <w:shd w:val="clear" w:color="auto" w:fill="auto"/>
          </w:tcPr>
          <w:p w:rsidR="000751AD" w:rsidRPr="00ED1A4F" w:rsidRDefault="000751AD" w:rsidP="0015146C">
            <w:pPr>
              <w:widowControl w:val="0"/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Основное меропри</w:t>
            </w:r>
            <w:r w:rsidRPr="00ED1A4F">
              <w:rPr>
                <w:sz w:val="20"/>
                <w:szCs w:val="20"/>
              </w:rPr>
              <w:t>я</w:t>
            </w:r>
            <w:r w:rsidRPr="00ED1A4F">
              <w:rPr>
                <w:sz w:val="20"/>
                <w:szCs w:val="20"/>
              </w:rPr>
              <w:t>тие 1.2.</w:t>
            </w:r>
          </w:p>
          <w:p w:rsidR="000751AD" w:rsidRPr="00ED1A4F" w:rsidRDefault="00355A2A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«</w:t>
            </w:r>
            <w:r w:rsidR="000751AD" w:rsidRPr="00ED1A4F">
              <w:rPr>
                <w:sz w:val="20"/>
                <w:szCs w:val="20"/>
              </w:rPr>
              <w:t>Ремонт автом</w:t>
            </w:r>
            <w:r w:rsidR="000751AD" w:rsidRPr="00ED1A4F">
              <w:rPr>
                <w:sz w:val="20"/>
                <w:szCs w:val="20"/>
              </w:rPr>
              <w:t>о</w:t>
            </w:r>
            <w:r w:rsidR="000751AD" w:rsidRPr="00ED1A4F">
              <w:rPr>
                <w:sz w:val="20"/>
                <w:szCs w:val="20"/>
              </w:rPr>
              <w:t>бильных дорог о</w:t>
            </w:r>
            <w:r w:rsidR="000751AD" w:rsidRPr="00ED1A4F">
              <w:rPr>
                <w:sz w:val="20"/>
                <w:szCs w:val="20"/>
              </w:rPr>
              <w:t>б</w:t>
            </w:r>
            <w:r w:rsidR="000751AD" w:rsidRPr="00ED1A4F">
              <w:rPr>
                <w:sz w:val="20"/>
                <w:szCs w:val="20"/>
              </w:rPr>
              <w:t>щего</w:t>
            </w:r>
            <w:r w:rsidR="002A17C4" w:rsidRPr="00ED1A4F">
              <w:rPr>
                <w:sz w:val="20"/>
                <w:szCs w:val="20"/>
              </w:rPr>
              <w:t xml:space="preserve"> </w:t>
            </w:r>
            <w:r w:rsidR="000751AD" w:rsidRPr="00ED1A4F">
              <w:rPr>
                <w:sz w:val="20"/>
                <w:szCs w:val="20"/>
              </w:rPr>
              <w:t>пользования местного значения и</w:t>
            </w:r>
          </w:p>
          <w:p w:rsidR="000751AD" w:rsidRPr="00ED1A4F" w:rsidRDefault="000751AD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 xml:space="preserve"> искусственных с</w:t>
            </w:r>
            <w:r w:rsidRPr="00ED1A4F">
              <w:rPr>
                <w:sz w:val="20"/>
                <w:szCs w:val="20"/>
              </w:rPr>
              <w:t>о</w:t>
            </w:r>
            <w:r w:rsidRPr="00ED1A4F">
              <w:rPr>
                <w:sz w:val="20"/>
                <w:szCs w:val="20"/>
              </w:rPr>
              <w:t>оружений на них</w:t>
            </w:r>
            <w:r w:rsidR="00355A2A" w:rsidRPr="00ED1A4F">
              <w:rPr>
                <w:sz w:val="20"/>
                <w:szCs w:val="20"/>
              </w:rPr>
              <w:t>»</w:t>
            </w:r>
          </w:p>
        </w:tc>
        <w:tc>
          <w:tcPr>
            <w:tcW w:w="313" w:type="pct"/>
            <w:shd w:val="clear" w:color="auto" w:fill="auto"/>
          </w:tcPr>
          <w:p w:rsidR="000751AD" w:rsidRPr="00ED1A4F" w:rsidRDefault="000751AD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Всего:</w:t>
            </w:r>
          </w:p>
        </w:tc>
        <w:tc>
          <w:tcPr>
            <w:tcW w:w="86" w:type="pct"/>
            <w:shd w:val="clear" w:color="auto" w:fill="auto"/>
          </w:tcPr>
          <w:p w:rsidR="000751AD" w:rsidRPr="00ED1A4F" w:rsidRDefault="000751AD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0751AD" w:rsidRPr="00ED1A4F" w:rsidRDefault="000751AD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0751AD" w:rsidRPr="00ED1A4F" w:rsidRDefault="000751AD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0751AD" w:rsidRPr="00ED1A4F" w:rsidRDefault="000751AD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0751AD" w:rsidRPr="000E3B83" w:rsidRDefault="00CE2A62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960,7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0751AD" w:rsidRPr="000E3B83" w:rsidRDefault="001A5F3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960,7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0751AD" w:rsidRPr="000E3B83" w:rsidRDefault="00CE2A62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0751AD" w:rsidRPr="00ED1A4F" w:rsidTr="00C04342">
        <w:trPr>
          <w:trHeight w:val="470"/>
        </w:trPr>
        <w:tc>
          <w:tcPr>
            <w:tcW w:w="119" w:type="pct"/>
            <w:vMerge/>
            <w:shd w:val="clear" w:color="auto" w:fill="auto"/>
          </w:tcPr>
          <w:p w:rsidR="000751AD" w:rsidRPr="00ED1A4F" w:rsidRDefault="000751AD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shd w:val="clear" w:color="auto" w:fill="auto"/>
          </w:tcPr>
          <w:p w:rsidR="000751AD" w:rsidRPr="00ED1A4F" w:rsidRDefault="000751AD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0751AD" w:rsidRPr="00ED1A4F" w:rsidRDefault="000751AD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6" w:type="pct"/>
            <w:shd w:val="clear" w:color="auto" w:fill="auto"/>
          </w:tcPr>
          <w:p w:rsidR="000751AD" w:rsidRPr="00ED1A4F" w:rsidRDefault="000751AD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0751AD" w:rsidRPr="00ED1A4F" w:rsidRDefault="000751AD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0751AD" w:rsidRPr="00ED1A4F" w:rsidRDefault="000751AD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0751AD" w:rsidRPr="00ED1A4F" w:rsidRDefault="000751AD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0751AD" w:rsidRPr="00ED1A4F" w:rsidTr="00C04342">
        <w:tc>
          <w:tcPr>
            <w:tcW w:w="119" w:type="pct"/>
            <w:vMerge/>
            <w:shd w:val="clear" w:color="auto" w:fill="auto"/>
          </w:tcPr>
          <w:p w:rsidR="000751AD" w:rsidRPr="00ED1A4F" w:rsidRDefault="000751AD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shd w:val="clear" w:color="auto" w:fill="auto"/>
          </w:tcPr>
          <w:p w:rsidR="000751AD" w:rsidRPr="00ED1A4F" w:rsidRDefault="000751AD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0751AD" w:rsidRPr="00ED1A4F" w:rsidRDefault="000751AD" w:rsidP="0015146C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6" w:type="pct"/>
            <w:shd w:val="clear" w:color="auto" w:fill="auto"/>
          </w:tcPr>
          <w:p w:rsidR="000751AD" w:rsidRPr="00ED1A4F" w:rsidRDefault="000751AD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0751AD" w:rsidRPr="00ED1A4F" w:rsidRDefault="000751AD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0751AD" w:rsidRPr="00ED1A4F" w:rsidRDefault="000751AD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0751AD" w:rsidRPr="00ED1A4F" w:rsidRDefault="000751AD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0751AD" w:rsidRPr="000E3B83" w:rsidRDefault="00CE2A62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960,7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0751AD" w:rsidRPr="000E3B83" w:rsidRDefault="001A5F3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960,7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0751AD" w:rsidRPr="000E3B83" w:rsidRDefault="000751A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744AE2" w:rsidRPr="00ED1A4F" w:rsidTr="00C04342">
        <w:trPr>
          <w:trHeight w:val="409"/>
        </w:trPr>
        <w:tc>
          <w:tcPr>
            <w:tcW w:w="119" w:type="pct"/>
            <w:vMerge w:val="restar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5.</w:t>
            </w:r>
          </w:p>
        </w:tc>
        <w:tc>
          <w:tcPr>
            <w:tcW w:w="594" w:type="pct"/>
            <w:vMerge w:val="restart"/>
            <w:shd w:val="clear" w:color="auto" w:fill="auto"/>
          </w:tcPr>
          <w:p w:rsidR="00744AE2" w:rsidRPr="00ED1A4F" w:rsidRDefault="00744AE2" w:rsidP="0015146C">
            <w:pPr>
              <w:widowControl w:val="0"/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Основное меропри</w:t>
            </w:r>
            <w:r w:rsidRPr="00ED1A4F">
              <w:rPr>
                <w:sz w:val="20"/>
                <w:szCs w:val="20"/>
              </w:rPr>
              <w:t>я</w:t>
            </w:r>
            <w:r w:rsidRPr="00ED1A4F">
              <w:rPr>
                <w:sz w:val="20"/>
                <w:szCs w:val="20"/>
              </w:rPr>
              <w:t>тие 1.3.</w:t>
            </w:r>
          </w:p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«Капитальный р</w:t>
            </w:r>
            <w:r w:rsidRPr="00ED1A4F">
              <w:rPr>
                <w:sz w:val="20"/>
                <w:szCs w:val="20"/>
              </w:rPr>
              <w:t>е</w:t>
            </w:r>
            <w:r w:rsidRPr="00ED1A4F">
              <w:rPr>
                <w:sz w:val="20"/>
                <w:szCs w:val="20"/>
              </w:rPr>
              <w:t>монт автомобильных дорог общего пол</w:t>
            </w:r>
            <w:r w:rsidRPr="00ED1A4F">
              <w:rPr>
                <w:sz w:val="20"/>
                <w:szCs w:val="20"/>
              </w:rPr>
              <w:t>ь</w:t>
            </w:r>
            <w:r w:rsidRPr="00ED1A4F">
              <w:rPr>
                <w:sz w:val="20"/>
                <w:szCs w:val="20"/>
              </w:rPr>
              <w:t>зования местного значения и иску</w:t>
            </w:r>
            <w:r w:rsidRPr="00ED1A4F">
              <w:rPr>
                <w:sz w:val="20"/>
                <w:szCs w:val="20"/>
              </w:rPr>
              <w:t>с</w:t>
            </w:r>
            <w:r w:rsidRPr="00ED1A4F">
              <w:rPr>
                <w:sz w:val="20"/>
                <w:szCs w:val="20"/>
              </w:rPr>
              <w:t>ственных сооруж</w:t>
            </w:r>
            <w:r w:rsidRPr="00ED1A4F">
              <w:rPr>
                <w:sz w:val="20"/>
                <w:szCs w:val="20"/>
              </w:rPr>
              <w:t>е</w:t>
            </w:r>
            <w:r w:rsidRPr="00ED1A4F">
              <w:rPr>
                <w:sz w:val="20"/>
                <w:szCs w:val="20"/>
              </w:rPr>
              <w:t>ний на них»</w:t>
            </w:r>
          </w:p>
        </w:tc>
        <w:tc>
          <w:tcPr>
            <w:tcW w:w="313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Всего:</w:t>
            </w:r>
          </w:p>
        </w:tc>
        <w:tc>
          <w:tcPr>
            <w:tcW w:w="86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744AE2" w:rsidRPr="000E3B83" w:rsidRDefault="001A5F3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37380,8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7678,3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744AE2" w:rsidRPr="000E3B83" w:rsidRDefault="001A5F3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rFonts w:eastAsia="Calibri"/>
                <w:sz w:val="19"/>
                <w:szCs w:val="19"/>
                <w:lang w:eastAsia="en-US"/>
              </w:rPr>
              <w:t>29702,5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744AE2" w:rsidRPr="00ED1A4F" w:rsidTr="00C04342">
        <w:trPr>
          <w:trHeight w:val="760"/>
        </w:trPr>
        <w:tc>
          <w:tcPr>
            <w:tcW w:w="119" w:type="pct"/>
            <w:vMerge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shd w:val="clear" w:color="auto" w:fill="auto"/>
          </w:tcPr>
          <w:p w:rsidR="00744AE2" w:rsidRPr="00ED1A4F" w:rsidRDefault="00744AE2" w:rsidP="0015146C">
            <w:pPr>
              <w:widowControl w:val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6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744AE2" w:rsidRPr="000E3B83" w:rsidRDefault="001A5F3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37006,9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7601,5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744AE2" w:rsidRPr="000E3B83" w:rsidRDefault="001A5F3F" w:rsidP="001A5F3F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rFonts w:eastAsia="Calibri"/>
                <w:sz w:val="19"/>
                <w:szCs w:val="19"/>
                <w:lang w:eastAsia="en-US"/>
              </w:rPr>
              <w:t>29405,4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744AE2" w:rsidRPr="00ED1A4F" w:rsidTr="00C04342">
        <w:trPr>
          <w:trHeight w:val="884"/>
        </w:trPr>
        <w:tc>
          <w:tcPr>
            <w:tcW w:w="119" w:type="pct"/>
            <w:vMerge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shd w:val="clear" w:color="auto" w:fill="auto"/>
          </w:tcPr>
          <w:p w:rsidR="00744AE2" w:rsidRPr="00ED1A4F" w:rsidRDefault="00744AE2" w:rsidP="0015146C">
            <w:pPr>
              <w:widowControl w:val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6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744AE2" w:rsidRPr="000E3B83" w:rsidRDefault="001A5F3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373,9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76,8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744AE2" w:rsidRPr="000E3B83" w:rsidRDefault="001A5F3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rFonts w:eastAsia="Calibri"/>
                <w:sz w:val="19"/>
                <w:szCs w:val="19"/>
                <w:lang w:eastAsia="en-US"/>
              </w:rPr>
              <w:t>297,1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744AE2" w:rsidRPr="00ED1A4F" w:rsidTr="00C04342">
        <w:trPr>
          <w:trHeight w:val="630"/>
        </w:trPr>
        <w:tc>
          <w:tcPr>
            <w:tcW w:w="119" w:type="pct"/>
            <w:vMerge w:val="restar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6.</w:t>
            </w:r>
          </w:p>
        </w:tc>
        <w:tc>
          <w:tcPr>
            <w:tcW w:w="594" w:type="pct"/>
            <w:vMerge w:val="restart"/>
            <w:shd w:val="clear" w:color="auto" w:fill="auto"/>
            <w:vAlign w:val="center"/>
          </w:tcPr>
          <w:p w:rsidR="00744AE2" w:rsidRPr="00ED1A4F" w:rsidRDefault="00744AE2" w:rsidP="0015146C">
            <w:pPr>
              <w:widowControl w:val="0"/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Основное меропри</w:t>
            </w:r>
            <w:r w:rsidRPr="00ED1A4F">
              <w:rPr>
                <w:sz w:val="20"/>
                <w:szCs w:val="20"/>
              </w:rPr>
              <w:t>я</w:t>
            </w:r>
            <w:r w:rsidRPr="00ED1A4F">
              <w:rPr>
                <w:sz w:val="20"/>
                <w:szCs w:val="20"/>
              </w:rPr>
              <w:t xml:space="preserve">тие 1.4.  </w:t>
            </w:r>
          </w:p>
          <w:p w:rsidR="00744AE2" w:rsidRPr="00ED1A4F" w:rsidRDefault="00744AE2" w:rsidP="0015146C">
            <w:pPr>
              <w:widowControl w:val="0"/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 xml:space="preserve">«Проектные работы по </w:t>
            </w:r>
            <w:r w:rsidR="004E510D" w:rsidRPr="00ED1A4F">
              <w:rPr>
                <w:sz w:val="20"/>
                <w:szCs w:val="20"/>
              </w:rPr>
              <w:t xml:space="preserve">капитальному </w:t>
            </w:r>
            <w:r w:rsidRPr="00ED1A4F">
              <w:rPr>
                <w:sz w:val="20"/>
                <w:szCs w:val="20"/>
              </w:rPr>
              <w:t>ремонту автом</w:t>
            </w:r>
            <w:r w:rsidRPr="00ED1A4F">
              <w:rPr>
                <w:sz w:val="20"/>
                <w:szCs w:val="20"/>
              </w:rPr>
              <w:t>о</w:t>
            </w:r>
            <w:r w:rsidRPr="00ED1A4F">
              <w:rPr>
                <w:sz w:val="20"/>
                <w:szCs w:val="20"/>
              </w:rPr>
              <w:t>бильных дорог о</w:t>
            </w:r>
            <w:r w:rsidRPr="00ED1A4F">
              <w:rPr>
                <w:sz w:val="20"/>
                <w:szCs w:val="20"/>
              </w:rPr>
              <w:t>б</w:t>
            </w:r>
            <w:r w:rsidRPr="00ED1A4F">
              <w:rPr>
                <w:sz w:val="20"/>
                <w:szCs w:val="20"/>
              </w:rPr>
              <w:t>щего пользования местного значения и искусственных с</w:t>
            </w:r>
            <w:r w:rsidRPr="00ED1A4F">
              <w:rPr>
                <w:sz w:val="20"/>
                <w:szCs w:val="20"/>
              </w:rPr>
              <w:t>о</w:t>
            </w:r>
            <w:r w:rsidRPr="00ED1A4F">
              <w:rPr>
                <w:sz w:val="20"/>
                <w:szCs w:val="20"/>
              </w:rPr>
              <w:t>оружений на них»</w:t>
            </w:r>
          </w:p>
        </w:tc>
        <w:tc>
          <w:tcPr>
            <w:tcW w:w="313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Всего:</w:t>
            </w:r>
          </w:p>
        </w:tc>
        <w:tc>
          <w:tcPr>
            <w:tcW w:w="86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744AE2" w:rsidRPr="000E3B83" w:rsidRDefault="004E510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180,0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744AE2" w:rsidRPr="000E3B83" w:rsidRDefault="004E510D" w:rsidP="0015146C">
            <w:pPr>
              <w:spacing w:line="223" w:lineRule="auto"/>
              <w:ind w:firstLine="0"/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0E3B83">
              <w:rPr>
                <w:rFonts w:eastAsia="Calibri"/>
                <w:sz w:val="19"/>
                <w:szCs w:val="19"/>
                <w:lang w:eastAsia="en-US"/>
              </w:rPr>
              <w:t>180,0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744AE2" w:rsidRPr="00ED1A4F" w:rsidTr="00C04342">
        <w:trPr>
          <w:trHeight w:val="720"/>
        </w:trPr>
        <w:tc>
          <w:tcPr>
            <w:tcW w:w="119" w:type="pct"/>
            <w:vMerge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</w:tcPr>
          <w:p w:rsidR="00744AE2" w:rsidRPr="00ED1A4F" w:rsidRDefault="00744AE2" w:rsidP="0015146C">
            <w:pPr>
              <w:widowControl w:val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6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744AE2" w:rsidRPr="000E3B83" w:rsidRDefault="002E0F99" w:rsidP="0015146C">
            <w:pPr>
              <w:spacing w:line="223" w:lineRule="auto"/>
              <w:ind w:firstLine="0"/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0E3B83">
              <w:rPr>
                <w:rFonts w:eastAsia="Calibri"/>
                <w:sz w:val="19"/>
                <w:szCs w:val="19"/>
                <w:lang w:eastAsia="en-US"/>
              </w:rPr>
              <w:t>-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744AE2" w:rsidRPr="00ED1A4F" w:rsidTr="00C04342">
        <w:trPr>
          <w:trHeight w:val="704"/>
        </w:trPr>
        <w:tc>
          <w:tcPr>
            <w:tcW w:w="119" w:type="pct"/>
            <w:vMerge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</w:tcPr>
          <w:p w:rsidR="00744AE2" w:rsidRPr="00ED1A4F" w:rsidRDefault="00744AE2" w:rsidP="0015146C">
            <w:pPr>
              <w:widowControl w:val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6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744AE2" w:rsidRPr="000E3B83" w:rsidRDefault="004E510D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180,0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744AE2" w:rsidRPr="000E3B83" w:rsidRDefault="004E510D" w:rsidP="0015146C">
            <w:pPr>
              <w:spacing w:line="223" w:lineRule="auto"/>
              <w:ind w:firstLine="0"/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0E3B83">
              <w:rPr>
                <w:rFonts w:eastAsia="Calibri"/>
                <w:sz w:val="19"/>
                <w:szCs w:val="19"/>
                <w:lang w:eastAsia="en-US"/>
              </w:rPr>
              <w:t>180,0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744AE2" w:rsidRPr="00493BC9" w:rsidTr="00C04342">
        <w:tc>
          <w:tcPr>
            <w:tcW w:w="119" w:type="pct"/>
            <w:vMerge w:val="restart"/>
            <w:shd w:val="clear" w:color="auto" w:fill="auto"/>
          </w:tcPr>
          <w:p w:rsidR="00744AE2" w:rsidRPr="00493BC9" w:rsidRDefault="00744AE2" w:rsidP="0015146C">
            <w:pPr>
              <w:ind w:firstLine="0"/>
              <w:rPr>
                <w:sz w:val="20"/>
                <w:szCs w:val="20"/>
              </w:rPr>
            </w:pPr>
            <w:r w:rsidRPr="00493BC9">
              <w:rPr>
                <w:sz w:val="20"/>
                <w:szCs w:val="20"/>
              </w:rPr>
              <w:t>7.</w:t>
            </w:r>
          </w:p>
        </w:tc>
        <w:tc>
          <w:tcPr>
            <w:tcW w:w="594" w:type="pct"/>
            <w:vMerge w:val="restart"/>
            <w:shd w:val="clear" w:color="auto" w:fill="auto"/>
          </w:tcPr>
          <w:p w:rsidR="00744AE2" w:rsidRPr="00493BC9" w:rsidRDefault="00744AE2" w:rsidP="0015146C">
            <w:pPr>
              <w:widowControl w:val="0"/>
              <w:ind w:firstLine="0"/>
              <w:jc w:val="left"/>
              <w:rPr>
                <w:sz w:val="20"/>
                <w:szCs w:val="20"/>
              </w:rPr>
            </w:pPr>
            <w:r w:rsidRPr="00493BC9">
              <w:rPr>
                <w:sz w:val="20"/>
                <w:szCs w:val="20"/>
              </w:rPr>
              <w:t>Основное меропри</w:t>
            </w:r>
            <w:r w:rsidRPr="00493BC9">
              <w:rPr>
                <w:sz w:val="20"/>
                <w:szCs w:val="20"/>
              </w:rPr>
              <w:t>я</w:t>
            </w:r>
            <w:r w:rsidRPr="00493BC9">
              <w:rPr>
                <w:sz w:val="20"/>
                <w:szCs w:val="20"/>
              </w:rPr>
              <w:t>тие 1.5.</w:t>
            </w:r>
          </w:p>
          <w:p w:rsidR="00744AE2" w:rsidRPr="00493BC9" w:rsidRDefault="00744AE2" w:rsidP="0015146C">
            <w:pPr>
              <w:widowControl w:val="0"/>
              <w:ind w:firstLine="0"/>
              <w:jc w:val="left"/>
              <w:rPr>
                <w:sz w:val="20"/>
                <w:szCs w:val="20"/>
              </w:rPr>
            </w:pPr>
            <w:r w:rsidRPr="00493BC9">
              <w:rPr>
                <w:sz w:val="20"/>
                <w:szCs w:val="20"/>
              </w:rPr>
              <w:t>«Строительство и реконструкция авт</w:t>
            </w:r>
            <w:r w:rsidRPr="00493BC9">
              <w:rPr>
                <w:sz w:val="20"/>
                <w:szCs w:val="20"/>
              </w:rPr>
              <w:t>о</w:t>
            </w:r>
            <w:r w:rsidRPr="00493BC9">
              <w:rPr>
                <w:sz w:val="20"/>
                <w:szCs w:val="20"/>
              </w:rPr>
              <w:t>мобильных дорог общего пользования местного значения и искусственных с</w:t>
            </w:r>
            <w:r w:rsidRPr="00493BC9">
              <w:rPr>
                <w:sz w:val="20"/>
                <w:szCs w:val="20"/>
              </w:rPr>
              <w:t>о</w:t>
            </w:r>
            <w:r w:rsidRPr="00493BC9">
              <w:rPr>
                <w:sz w:val="20"/>
                <w:szCs w:val="20"/>
              </w:rPr>
              <w:t>оружений на них»</w:t>
            </w:r>
          </w:p>
        </w:tc>
        <w:tc>
          <w:tcPr>
            <w:tcW w:w="313" w:type="pct"/>
            <w:shd w:val="clear" w:color="auto" w:fill="auto"/>
          </w:tcPr>
          <w:p w:rsidR="00744AE2" w:rsidRPr="00493BC9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493BC9">
              <w:rPr>
                <w:sz w:val="20"/>
                <w:szCs w:val="20"/>
              </w:rPr>
              <w:t>Всего:</w:t>
            </w:r>
          </w:p>
        </w:tc>
        <w:tc>
          <w:tcPr>
            <w:tcW w:w="86" w:type="pct"/>
            <w:shd w:val="clear" w:color="auto" w:fill="auto"/>
          </w:tcPr>
          <w:p w:rsidR="00744AE2" w:rsidRPr="00493BC9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493BC9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493BC9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744AE2" w:rsidRPr="00493BC9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744AE2" w:rsidRPr="00493BC9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53502,3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493BC9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31280,0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744AE2" w:rsidRPr="00493BC9" w:rsidRDefault="00493BC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-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744AE2" w:rsidRPr="00493BC9" w:rsidRDefault="00493BC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222,3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493BC9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493BC9" w:rsidRDefault="00493BC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22000,0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493BC9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493BC9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493BC9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493BC9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744AE2" w:rsidRPr="00493BC9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44AE2" w:rsidRPr="00493BC9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493BC9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-</w:t>
            </w:r>
          </w:p>
        </w:tc>
      </w:tr>
      <w:tr w:rsidR="00744AE2" w:rsidRPr="00493BC9" w:rsidTr="00C04342">
        <w:tc>
          <w:tcPr>
            <w:tcW w:w="119" w:type="pct"/>
            <w:vMerge/>
            <w:shd w:val="clear" w:color="auto" w:fill="auto"/>
          </w:tcPr>
          <w:p w:rsidR="00744AE2" w:rsidRPr="00493BC9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shd w:val="clear" w:color="auto" w:fill="auto"/>
          </w:tcPr>
          <w:p w:rsidR="00744AE2" w:rsidRPr="00493BC9" w:rsidRDefault="00744AE2" w:rsidP="0015146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44AE2" w:rsidRPr="00493BC9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493BC9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6" w:type="pct"/>
            <w:shd w:val="clear" w:color="auto" w:fill="auto"/>
          </w:tcPr>
          <w:p w:rsidR="00744AE2" w:rsidRPr="00493BC9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493BC9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493BC9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744AE2" w:rsidRPr="00493BC9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744AE2" w:rsidRPr="00493BC9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52996,4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493BC9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30966,4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744AE2" w:rsidRPr="00493BC9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-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744AE2" w:rsidRPr="00493BC9" w:rsidRDefault="0007426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493BC9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493BC9" w:rsidRDefault="004751A4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22000,0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493BC9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493BC9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493BC9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493BC9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744AE2" w:rsidRPr="00493BC9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44AE2" w:rsidRPr="00493BC9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493BC9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-</w:t>
            </w:r>
          </w:p>
        </w:tc>
      </w:tr>
      <w:tr w:rsidR="00744AE2" w:rsidRPr="00493BC9" w:rsidTr="00C04342">
        <w:trPr>
          <w:trHeight w:val="949"/>
        </w:trPr>
        <w:tc>
          <w:tcPr>
            <w:tcW w:w="119" w:type="pct"/>
            <w:vMerge/>
            <w:shd w:val="clear" w:color="auto" w:fill="auto"/>
          </w:tcPr>
          <w:p w:rsidR="00744AE2" w:rsidRPr="00493BC9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shd w:val="clear" w:color="auto" w:fill="auto"/>
          </w:tcPr>
          <w:p w:rsidR="00744AE2" w:rsidRPr="00493BC9" w:rsidRDefault="00744AE2" w:rsidP="0015146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44AE2" w:rsidRPr="00493BC9" w:rsidRDefault="00744AE2" w:rsidP="0015146C">
            <w:pPr>
              <w:ind w:firstLine="0"/>
              <w:rPr>
                <w:sz w:val="20"/>
                <w:szCs w:val="20"/>
              </w:rPr>
            </w:pPr>
            <w:r w:rsidRPr="00493BC9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6" w:type="pct"/>
            <w:shd w:val="clear" w:color="auto" w:fill="auto"/>
          </w:tcPr>
          <w:p w:rsidR="00744AE2" w:rsidRPr="00493BC9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493BC9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493BC9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744AE2" w:rsidRPr="00493BC9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744AE2" w:rsidRPr="00493BC9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535,9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493BC9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313,6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744AE2" w:rsidRPr="00493BC9" w:rsidRDefault="00493BC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-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744AE2" w:rsidRPr="00493BC9" w:rsidRDefault="00493BC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222,3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493BC9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493BC9" w:rsidRDefault="00493BC9" w:rsidP="004751A4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493BC9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493BC9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493BC9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493BC9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744AE2" w:rsidRPr="00493BC9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44AE2" w:rsidRPr="00493BC9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493BC9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93BC9">
              <w:rPr>
                <w:sz w:val="19"/>
                <w:szCs w:val="19"/>
              </w:rPr>
              <w:t>-</w:t>
            </w:r>
          </w:p>
        </w:tc>
      </w:tr>
      <w:tr w:rsidR="009D12D6" w:rsidRPr="00ED1A4F" w:rsidTr="00C04342">
        <w:trPr>
          <w:trHeight w:val="590"/>
        </w:trPr>
        <w:tc>
          <w:tcPr>
            <w:tcW w:w="119" w:type="pct"/>
            <w:vMerge w:val="restart"/>
            <w:shd w:val="clear" w:color="auto" w:fill="auto"/>
          </w:tcPr>
          <w:p w:rsidR="009D12D6" w:rsidRPr="00ED1A4F" w:rsidRDefault="009D12D6" w:rsidP="0015146C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8.</w:t>
            </w:r>
          </w:p>
        </w:tc>
        <w:tc>
          <w:tcPr>
            <w:tcW w:w="594" w:type="pct"/>
            <w:vMerge w:val="restart"/>
            <w:shd w:val="clear" w:color="auto" w:fill="auto"/>
          </w:tcPr>
          <w:p w:rsidR="009D12D6" w:rsidRPr="00ED1A4F" w:rsidRDefault="009D12D6" w:rsidP="0015146C">
            <w:pPr>
              <w:widowControl w:val="0"/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Основное меропри</w:t>
            </w:r>
            <w:r w:rsidRPr="00ED1A4F">
              <w:rPr>
                <w:sz w:val="20"/>
                <w:szCs w:val="20"/>
              </w:rPr>
              <w:t>я</w:t>
            </w:r>
            <w:r w:rsidRPr="00ED1A4F">
              <w:rPr>
                <w:sz w:val="20"/>
                <w:szCs w:val="20"/>
              </w:rPr>
              <w:t xml:space="preserve">тие 1.6. </w:t>
            </w:r>
          </w:p>
          <w:p w:rsidR="009D12D6" w:rsidRPr="00ED1A4F" w:rsidRDefault="009D12D6" w:rsidP="0015146C">
            <w:pPr>
              <w:widowControl w:val="0"/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«Проектные работы по строительству и реконструкции авт</w:t>
            </w:r>
            <w:r w:rsidRPr="00ED1A4F">
              <w:rPr>
                <w:sz w:val="20"/>
                <w:szCs w:val="20"/>
              </w:rPr>
              <w:t>о</w:t>
            </w:r>
            <w:r w:rsidRPr="00ED1A4F">
              <w:rPr>
                <w:sz w:val="20"/>
                <w:szCs w:val="20"/>
              </w:rPr>
              <w:t xml:space="preserve">мобильных дорог </w:t>
            </w:r>
            <w:r w:rsidRPr="00ED1A4F">
              <w:rPr>
                <w:sz w:val="20"/>
                <w:szCs w:val="20"/>
              </w:rPr>
              <w:lastRenderedPageBreak/>
              <w:t>общего пользования местного значения и искусственных с</w:t>
            </w:r>
            <w:r w:rsidRPr="00ED1A4F">
              <w:rPr>
                <w:sz w:val="20"/>
                <w:szCs w:val="20"/>
              </w:rPr>
              <w:t>о</w:t>
            </w:r>
            <w:r w:rsidRPr="00ED1A4F">
              <w:rPr>
                <w:sz w:val="20"/>
                <w:szCs w:val="20"/>
              </w:rPr>
              <w:t>оружений на них»</w:t>
            </w:r>
          </w:p>
        </w:tc>
        <w:tc>
          <w:tcPr>
            <w:tcW w:w="313" w:type="pct"/>
            <w:shd w:val="clear" w:color="auto" w:fill="auto"/>
          </w:tcPr>
          <w:p w:rsidR="009D12D6" w:rsidRPr="00ED1A4F" w:rsidRDefault="009D12D6" w:rsidP="0015146C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86" w:type="pct"/>
            <w:shd w:val="clear" w:color="auto" w:fill="auto"/>
          </w:tcPr>
          <w:p w:rsidR="009D12D6" w:rsidRPr="00ED1A4F" w:rsidRDefault="009D12D6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9D12D6" w:rsidRPr="00ED1A4F" w:rsidRDefault="009D12D6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9D12D6" w:rsidRPr="00ED1A4F" w:rsidRDefault="009D12D6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9D12D6" w:rsidRPr="00ED1A4F" w:rsidRDefault="009D12D6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9D12D6" w:rsidRPr="000E3B83" w:rsidRDefault="00CF2FBA" w:rsidP="00CF2FBA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6851,8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9D12D6" w:rsidRPr="000E3B83" w:rsidRDefault="00C96AE3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9D12D6" w:rsidRPr="000E3B83" w:rsidRDefault="001A5F3F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200,0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D12D6" w:rsidRPr="000E3B83" w:rsidRDefault="00CF2FBA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6651,8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9D12D6" w:rsidRPr="000E3B83" w:rsidRDefault="002E0F99" w:rsidP="002E0F99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9D12D6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9D12D6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9D12D6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9D12D6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9D12D6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9D12D6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D12D6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9D12D6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9D12D6" w:rsidRPr="00ED1A4F" w:rsidTr="00C04342">
        <w:trPr>
          <w:trHeight w:val="839"/>
        </w:trPr>
        <w:tc>
          <w:tcPr>
            <w:tcW w:w="119" w:type="pct"/>
            <w:vMerge/>
            <w:shd w:val="clear" w:color="auto" w:fill="auto"/>
          </w:tcPr>
          <w:p w:rsidR="009D12D6" w:rsidRPr="00ED1A4F" w:rsidRDefault="009D12D6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shd w:val="clear" w:color="auto" w:fill="auto"/>
          </w:tcPr>
          <w:p w:rsidR="009D12D6" w:rsidRPr="00ED1A4F" w:rsidRDefault="009D12D6" w:rsidP="0015146C">
            <w:pPr>
              <w:widowControl w:val="0"/>
              <w:ind w:firstLine="0"/>
              <w:rPr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9D12D6" w:rsidRPr="00ED1A4F" w:rsidRDefault="009D12D6" w:rsidP="0015146C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6" w:type="pct"/>
            <w:shd w:val="clear" w:color="auto" w:fill="auto"/>
          </w:tcPr>
          <w:p w:rsidR="009D12D6" w:rsidRPr="00ED1A4F" w:rsidRDefault="009D12D6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9D12D6" w:rsidRPr="00ED1A4F" w:rsidRDefault="009D12D6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9D12D6" w:rsidRPr="00ED1A4F" w:rsidRDefault="009D12D6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9D12D6" w:rsidRPr="00ED1A4F" w:rsidRDefault="009D12D6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9D12D6" w:rsidRPr="000E3B83" w:rsidRDefault="00C96AE3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9D12D6" w:rsidRPr="000E3B83" w:rsidRDefault="00C96AE3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9D12D6" w:rsidRPr="000E3B83" w:rsidRDefault="00C96AE3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D12D6" w:rsidRPr="000E3B83" w:rsidRDefault="00C96AE3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9D12D6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9D12D6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9D12D6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9D12D6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9D12D6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9D12D6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9D12D6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D12D6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9D12D6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9D12D6" w:rsidRPr="00ED1A4F" w:rsidTr="00C04342">
        <w:trPr>
          <w:trHeight w:val="986"/>
        </w:trPr>
        <w:tc>
          <w:tcPr>
            <w:tcW w:w="119" w:type="pct"/>
            <w:vMerge/>
            <w:shd w:val="clear" w:color="auto" w:fill="auto"/>
          </w:tcPr>
          <w:p w:rsidR="009D12D6" w:rsidRPr="00ED1A4F" w:rsidRDefault="009D12D6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shd w:val="clear" w:color="auto" w:fill="auto"/>
          </w:tcPr>
          <w:p w:rsidR="009D12D6" w:rsidRPr="00ED1A4F" w:rsidRDefault="009D12D6" w:rsidP="0015146C">
            <w:pPr>
              <w:widowControl w:val="0"/>
              <w:ind w:firstLine="0"/>
              <w:rPr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9D12D6" w:rsidRPr="00ED1A4F" w:rsidRDefault="009D12D6" w:rsidP="0015146C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6" w:type="pct"/>
            <w:shd w:val="clear" w:color="auto" w:fill="auto"/>
          </w:tcPr>
          <w:p w:rsidR="009D12D6" w:rsidRPr="00ED1A4F" w:rsidRDefault="009D12D6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9D12D6" w:rsidRPr="00ED1A4F" w:rsidRDefault="009D12D6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9D12D6" w:rsidRPr="00ED1A4F" w:rsidRDefault="009D12D6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9D12D6" w:rsidRPr="00ED1A4F" w:rsidRDefault="009D12D6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9D12D6" w:rsidRPr="000E3B83" w:rsidRDefault="00CF2FBA" w:rsidP="00CF2FBA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6851,8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9D12D6" w:rsidRPr="000E3B83" w:rsidRDefault="00C96AE3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9D12D6" w:rsidRPr="000E3B83" w:rsidRDefault="00C96AE3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2</w:t>
            </w:r>
            <w:r w:rsidR="001A5F3F" w:rsidRPr="000E3B83">
              <w:rPr>
                <w:sz w:val="19"/>
                <w:szCs w:val="19"/>
              </w:rPr>
              <w:t>00,0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D12D6" w:rsidRPr="000E3B83" w:rsidRDefault="00CF2FBA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6651,8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9D12D6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9D12D6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9D12D6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9D12D6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9D12D6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9D12D6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9D12D6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9D12D6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9D12D6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744AE2" w:rsidRPr="00ED1A4F" w:rsidTr="00C04342">
        <w:trPr>
          <w:trHeight w:val="978"/>
        </w:trPr>
        <w:tc>
          <w:tcPr>
            <w:tcW w:w="119" w:type="pct"/>
            <w:vMerge w:val="restart"/>
            <w:shd w:val="clear" w:color="auto" w:fill="auto"/>
          </w:tcPr>
          <w:p w:rsidR="00744AE2" w:rsidRPr="00ED1A4F" w:rsidRDefault="009D12D6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lastRenderedPageBreak/>
              <w:t>9</w:t>
            </w:r>
            <w:r w:rsidR="00744AE2" w:rsidRPr="00ED1A4F">
              <w:rPr>
                <w:sz w:val="20"/>
                <w:szCs w:val="20"/>
              </w:rPr>
              <w:t>.</w:t>
            </w:r>
          </w:p>
        </w:tc>
        <w:tc>
          <w:tcPr>
            <w:tcW w:w="594" w:type="pct"/>
            <w:vMerge w:val="restart"/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Основное меропри</w:t>
            </w:r>
            <w:r w:rsidRPr="00ED1A4F">
              <w:rPr>
                <w:sz w:val="20"/>
                <w:szCs w:val="20"/>
              </w:rPr>
              <w:t>я</w:t>
            </w:r>
            <w:r w:rsidRPr="00ED1A4F">
              <w:rPr>
                <w:sz w:val="20"/>
                <w:szCs w:val="20"/>
              </w:rPr>
              <w:t>тие 1.</w:t>
            </w:r>
            <w:r w:rsidR="004E510D" w:rsidRPr="00ED1A4F">
              <w:rPr>
                <w:sz w:val="20"/>
                <w:szCs w:val="20"/>
              </w:rPr>
              <w:t>7</w:t>
            </w:r>
            <w:r w:rsidRPr="00ED1A4F">
              <w:rPr>
                <w:sz w:val="20"/>
                <w:szCs w:val="20"/>
              </w:rPr>
              <w:t>.</w:t>
            </w:r>
          </w:p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«Осуществление строительного ко</w:t>
            </w:r>
            <w:r w:rsidRPr="00ED1A4F">
              <w:rPr>
                <w:sz w:val="20"/>
                <w:szCs w:val="20"/>
              </w:rPr>
              <w:t>н</w:t>
            </w:r>
            <w:r w:rsidR="00AE3134" w:rsidRPr="00ED1A4F">
              <w:rPr>
                <w:sz w:val="20"/>
                <w:szCs w:val="20"/>
              </w:rPr>
              <w:t>троля и авторского надзора</w:t>
            </w:r>
            <w:r w:rsidRPr="00ED1A4F">
              <w:rPr>
                <w:sz w:val="20"/>
                <w:szCs w:val="20"/>
              </w:rPr>
              <w:t xml:space="preserve"> при выпо</w:t>
            </w:r>
            <w:r w:rsidRPr="00ED1A4F">
              <w:rPr>
                <w:sz w:val="20"/>
                <w:szCs w:val="20"/>
              </w:rPr>
              <w:t>л</w:t>
            </w:r>
            <w:r w:rsidRPr="00ED1A4F">
              <w:rPr>
                <w:sz w:val="20"/>
                <w:szCs w:val="20"/>
              </w:rPr>
              <w:t>нении  строительства автомобильных д</w:t>
            </w:r>
            <w:r w:rsidRPr="00ED1A4F">
              <w:rPr>
                <w:sz w:val="20"/>
                <w:szCs w:val="20"/>
              </w:rPr>
              <w:t>о</w:t>
            </w:r>
            <w:r w:rsidRPr="00ED1A4F">
              <w:rPr>
                <w:sz w:val="20"/>
                <w:szCs w:val="20"/>
              </w:rPr>
              <w:t xml:space="preserve">рог и тротуаров» </w:t>
            </w:r>
          </w:p>
        </w:tc>
        <w:tc>
          <w:tcPr>
            <w:tcW w:w="313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Всего:</w:t>
            </w:r>
          </w:p>
        </w:tc>
        <w:tc>
          <w:tcPr>
            <w:tcW w:w="86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744AE2" w:rsidRPr="000E3B83" w:rsidRDefault="008E51E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679,2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229,2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744AE2" w:rsidRPr="000E3B83" w:rsidRDefault="008E51E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450,0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744AE2" w:rsidRPr="00ED1A4F" w:rsidTr="00C04342">
        <w:trPr>
          <w:trHeight w:val="479"/>
        </w:trPr>
        <w:tc>
          <w:tcPr>
            <w:tcW w:w="119" w:type="pct"/>
            <w:vMerge/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6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744AE2" w:rsidRPr="00ED1A4F" w:rsidTr="00C04342">
        <w:trPr>
          <w:trHeight w:val="1211"/>
        </w:trPr>
        <w:tc>
          <w:tcPr>
            <w:tcW w:w="119" w:type="pct"/>
            <w:vMerge/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6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744AE2" w:rsidRPr="000E3B83" w:rsidRDefault="008E51E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679,2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229,2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744AE2" w:rsidRPr="000E3B83" w:rsidRDefault="008E51E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450,0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744AE2" w:rsidRPr="00ED1A4F" w:rsidTr="00C04342">
        <w:trPr>
          <w:trHeight w:val="745"/>
        </w:trPr>
        <w:tc>
          <w:tcPr>
            <w:tcW w:w="119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744AE2" w:rsidRPr="00ED1A4F" w:rsidRDefault="009D12D6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10</w:t>
            </w:r>
            <w:r w:rsidR="00744AE2" w:rsidRPr="00ED1A4F">
              <w:rPr>
                <w:sz w:val="20"/>
                <w:szCs w:val="20"/>
              </w:rPr>
              <w:t>.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Основное меропри</w:t>
            </w:r>
            <w:r w:rsidRPr="00ED1A4F">
              <w:rPr>
                <w:sz w:val="20"/>
                <w:szCs w:val="20"/>
              </w:rPr>
              <w:t>я</w:t>
            </w:r>
            <w:r w:rsidRPr="00ED1A4F">
              <w:rPr>
                <w:sz w:val="20"/>
                <w:szCs w:val="20"/>
              </w:rPr>
              <w:t>тие 1.</w:t>
            </w:r>
            <w:r w:rsidR="004E510D" w:rsidRPr="00ED1A4F">
              <w:rPr>
                <w:sz w:val="20"/>
                <w:szCs w:val="20"/>
              </w:rPr>
              <w:t>8</w:t>
            </w:r>
            <w:r w:rsidRPr="00ED1A4F">
              <w:rPr>
                <w:sz w:val="20"/>
                <w:szCs w:val="20"/>
              </w:rPr>
              <w:t>.</w:t>
            </w:r>
          </w:p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«Изготовление топ</w:t>
            </w:r>
            <w:r w:rsidRPr="00ED1A4F">
              <w:rPr>
                <w:sz w:val="20"/>
                <w:szCs w:val="20"/>
              </w:rPr>
              <w:t>о</w:t>
            </w:r>
            <w:r w:rsidRPr="00ED1A4F">
              <w:rPr>
                <w:sz w:val="20"/>
                <w:szCs w:val="20"/>
              </w:rPr>
              <w:t>графической съемки,  технических планов и межевых планов  по объектам доро</w:t>
            </w:r>
            <w:r w:rsidRPr="00ED1A4F">
              <w:rPr>
                <w:sz w:val="20"/>
                <w:szCs w:val="20"/>
              </w:rPr>
              <w:t>ж</w:t>
            </w:r>
            <w:r w:rsidRPr="00ED1A4F">
              <w:rPr>
                <w:sz w:val="20"/>
                <w:szCs w:val="20"/>
              </w:rPr>
              <w:t>ного строительства»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Всего:</w:t>
            </w:r>
          </w:p>
        </w:tc>
        <w:tc>
          <w:tcPr>
            <w:tcW w:w="8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4AE2" w:rsidRPr="00B01333" w:rsidRDefault="002F3736" w:rsidP="00B01333">
            <w:pPr>
              <w:ind w:firstLine="0"/>
              <w:jc w:val="center"/>
              <w:rPr>
                <w:sz w:val="19"/>
                <w:szCs w:val="19"/>
              </w:rPr>
            </w:pPr>
            <w:r w:rsidRPr="00B01333">
              <w:rPr>
                <w:sz w:val="19"/>
                <w:szCs w:val="19"/>
              </w:rPr>
              <w:t>1</w:t>
            </w:r>
            <w:r w:rsidR="00B01333" w:rsidRPr="00B01333">
              <w:rPr>
                <w:sz w:val="19"/>
                <w:szCs w:val="19"/>
              </w:rPr>
              <w:t>1</w:t>
            </w:r>
            <w:r w:rsidRPr="00B01333">
              <w:rPr>
                <w:sz w:val="19"/>
                <w:szCs w:val="19"/>
              </w:rPr>
              <w:t>05,4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B0133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B01333">
              <w:rPr>
                <w:sz w:val="19"/>
                <w:szCs w:val="19"/>
              </w:rPr>
              <w:t>104,2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744AE2" w:rsidRPr="00B01333" w:rsidRDefault="00CE2A6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B01333">
              <w:rPr>
                <w:sz w:val="19"/>
                <w:szCs w:val="19"/>
              </w:rPr>
              <w:t>1001,2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744AE2" w:rsidRPr="000E3B83" w:rsidRDefault="0007426F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744AE2" w:rsidRPr="00ED1A4F" w:rsidTr="00C04342">
        <w:trPr>
          <w:trHeight w:val="557"/>
        </w:trPr>
        <w:tc>
          <w:tcPr>
            <w:tcW w:w="119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4AE2" w:rsidRPr="00B0133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B0133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B0133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B01333">
              <w:rPr>
                <w:sz w:val="19"/>
                <w:szCs w:val="19"/>
              </w:rPr>
              <w:t>-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744AE2" w:rsidRPr="00B0133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B01333">
              <w:rPr>
                <w:sz w:val="19"/>
                <w:szCs w:val="19"/>
              </w:rPr>
              <w:t>-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744AE2" w:rsidRPr="00ED1A4F" w:rsidTr="00C04342">
        <w:trPr>
          <w:trHeight w:val="531"/>
        </w:trPr>
        <w:tc>
          <w:tcPr>
            <w:tcW w:w="119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4AE2" w:rsidRPr="00B01333" w:rsidRDefault="00B01333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B01333">
              <w:rPr>
                <w:sz w:val="19"/>
                <w:szCs w:val="19"/>
              </w:rPr>
              <w:t>11</w:t>
            </w:r>
            <w:r w:rsidR="002F3736" w:rsidRPr="00B01333">
              <w:rPr>
                <w:sz w:val="19"/>
                <w:szCs w:val="19"/>
              </w:rPr>
              <w:t>05,4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B0133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B01333">
              <w:rPr>
                <w:sz w:val="19"/>
                <w:szCs w:val="19"/>
              </w:rPr>
              <w:t>104,2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744AE2" w:rsidRPr="00B01333" w:rsidRDefault="00CE2A6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B01333">
              <w:rPr>
                <w:sz w:val="19"/>
                <w:szCs w:val="19"/>
              </w:rPr>
              <w:t>1001,2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744AE2" w:rsidRPr="000E3B83" w:rsidRDefault="0007426F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744AE2" w:rsidRPr="00ED1A4F" w:rsidTr="00C04342">
        <w:trPr>
          <w:trHeight w:val="1097"/>
        </w:trPr>
        <w:tc>
          <w:tcPr>
            <w:tcW w:w="119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744AE2" w:rsidRPr="00ED1A4F" w:rsidRDefault="009D12D6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11</w:t>
            </w:r>
            <w:r w:rsidR="00744AE2" w:rsidRPr="00ED1A4F">
              <w:rPr>
                <w:sz w:val="20"/>
                <w:szCs w:val="20"/>
              </w:rPr>
              <w:t>.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Основное меропри</w:t>
            </w:r>
            <w:r w:rsidRPr="00ED1A4F">
              <w:rPr>
                <w:sz w:val="20"/>
                <w:szCs w:val="20"/>
              </w:rPr>
              <w:t>я</w:t>
            </w:r>
            <w:r w:rsidRPr="00ED1A4F">
              <w:rPr>
                <w:sz w:val="20"/>
                <w:szCs w:val="20"/>
              </w:rPr>
              <w:t>тие 1.</w:t>
            </w:r>
            <w:r w:rsidR="004E510D" w:rsidRPr="00ED1A4F">
              <w:rPr>
                <w:sz w:val="20"/>
                <w:szCs w:val="20"/>
              </w:rPr>
              <w:t>9</w:t>
            </w:r>
            <w:r w:rsidRPr="00ED1A4F">
              <w:rPr>
                <w:sz w:val="20"/>
                <w:szCs w:val="20"/>
              </w:rPr>
              <w:t>.</w:t>
            </w:r>
          </w:p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«Оплата технолог</w:t>
            </w:r>
            <w:r w:rsidRPr="00ED1A4F">
              <w:rPr>
                <w:sz w:val="20"/>
                <w:szCs w:val="20"/>
              </w:rPr>
              <w:t>и</w:t>
            </w:r>
            <w:r w:rsidRPr="00ED1A4F">
              <w:rPr>
                <w:sz w:val="20"/>
                <w:szCs w:val="20"/>
              </w:rPr>
              <w:t>ческого присоедин</w:t>
            </w:r>
            <w:r w:rsidRPr="00ED1A4F">
              <w:rPr>
                <w:sz w:val="20"/>
                <w:szCs w:val="20"/>
              </w:rPr>
              <w:t>е</w:t>
            </w:r>
            <w:r w:rsidRPr="00ED1A4F">
              <w:rPr>
                <w:sz w:val="20"/>
                <w:szCs w:val="20"/>
              </w:rPr>
              <w:t>ния на объектах строительства, р</w:t>
            </w:r>
            <w:r w:rsidRPr="00ED1A4F">
              <w:rPr>
                <w:sz w:val="20"/>
                <w:szCs w:val="20"/>
              </w:rPr>
              <w:t>е</w:t>
            </w:r>
            <w:r w:rsidR="00AE3134" w:rsidRPr="00ED1A4F">
              <w:rPr>
                <w:sz w:val="20"/>
                <w:szCs w:val="20"/>
              </w:rPr>
              <w:t xml:space="preserve">конструкции и </w:t>
            </w:r>
            <w:r w:rsidRPr="00ED1A4F">
              <w:rPr>
                <w:sz w:val="20"/>
                <w:szCs w:val="20"/>
              </w:rPr>
              <w:t>кап</w:t>
            </w:r>
            <w:r w:rsidRPr="00ED1A4F">
              <w:rPr>
                <w:sz w:val="20"/>
                <w:szCs w:val="20"/>
              </w:rPr>
              <w:t>и</w:t>
            </w:r>
            <w:r w:rsidRPr="00ED1A4F">
              <w:rPr>
                <w:sz w:val="20"/>
                <w:szCs w:val="20"/>
              </w:rPr>
              <w:t xml:space="preserve">тального </w:t>
            </w:r>
            <w:proofErr w:type="gramStart"/>
            <w:r w:rsidRPr="00ED1A4F">
              <w:rPr>
                <w:sz w:val="20"/>
                <w:szCs w:val="20"/>
              </w:rPr>
              <w:t>ремонта</w:t>
            </w:r>
            <w:proofErr w:type="gramEnd"/>
            <w:r w:rsidRPr="00ED1A4F">
              <w:rPr>
                <w:sz w:val="20"/>
                <w:szCs w:val="20"/>
              </w:rPr>
              <w:t xml:space="preserve"> автомобильных д</w:t>
            </w:r>
            <w:r w:rsidRPr="00ED1A4F">
              <w:rPr>
                <w:sz w:val="20"/>
                <w:szCs w:val="20"/>
              </w:rPr>
              <w:t>о</w:t>
            </w:r>
            <w:r w:rsidRPr="00ED1A4F">
              <w:rPr>
                <w:sz w:val="20"/>
                <w:szCs w:val="20"/>
              </w:rPr>
              <w:t>рог общего польз</w:t>
            </w:r>
            <w:r w:rsidRPr="00ED1A4F">
              <w:rPr>
                <w:sz w:val="20"/>
                <w:szCs w:val="20"/>
              </w:rPr>
              <w:t>о</w:t>
            </w:r>
            <w:r w:rsidRPr="00ED1A4F">
              <w:rPr>
                <w:sz w:val="20"/>
                <w:szCs w:val="20"/>
              </w:rPr>
              <w:t>вания местного зн</w:t>
            </w:r>
            <w:r w:rsidRPr="00ED1A4F">
              <w:rPr>
                <w:sz w:val="20"/>
                <w:szCs w:val="20"/>
              </w:rPr>
              <w:t>а</w:t>
            </w:r>
            <w:r w:rsidRPr="00ED1A4F">
              <w:rPr>
                <w:sz w:val="20"/>
                <w:szCs w:val="20"/>
              </w:rPr>
              <w:t>чения муниципал</w:t>
            </w:r>
            <w:r w:rsidRPr="00ED1A4F">
              <w:rPr>
                <w:sz w:val="20"/>
                <w:szCs w:val="20"/>
              </w:rPr>
              <w:t>ь</w:t>
            </w:r>
            <w:r w:rsidRPr="00ED1A4F">
              <w:rPr>
                <w:sz w:val="20"/>
                <w:szCs w:val="20"/>
              </w:rPr>
              <w:t>ного образования «</w:t>
            </w:r>
            <w:proofErr w:type="spellStart"/>
            <w:r w:rsidRPr="00ED1A4F">
              <w:rPr>
                <w:sz w:val="20"/>
                <w:szCs w:val="20"/>
              </w:rPr>
              <w:t>Целинский</w:t>
            </w:r>
            <w:proofErr w:type="spellEnd"/>
            <w:r w:rsidRPr="00ED1A4F">
              <w:rPr>
                <w:sz w:val="20"/>
                <w:szCs w:val="20"/>
              </w:rPr>
              <w:t xml:space="preserve"> район»»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Всего:</w:t>
            </w:r>
          </w:p>
        </w:tc>
        <w:tc>
          <w:tcPr>
            <w:tcW w:w="8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4AE2" w:rsidRPr="002F3736" w:rsidRDefault="002F3736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2F3736">
              <w:rPr>
                <w:sz w:val="19"/>
                <w:szCs w:val="19"/>
              </w:rPr>
              <w:t>32,6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16,2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744AE2" w:rsidRPr="000E3B83" w:rsidRDefault="00CE2A62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16,4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744AE2" w:rsidRPr="00ED1A4F" w:rsidTr="00C04342">
        <w:trPr>
          <w:trHeight w:val="1035"/>
        </w:trPr>
        <w:tc>
          <w:tcPr>
            <w:tcW w:w="119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1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4AE2" w:rsidRPr="002F3736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2F3736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744AE2" w:rsidRPr="00ED1A4F" w:rsidTr="00C04342">
        <w:trPr>
          <w:trHeight w:val="1064"/>
        </w:trPr>
        <w:tc>
          <w:tcPr>
            <w:tcW w:w="119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4AE2" w:rsidRPr="002F3736" w:rsidRDefault="002F3736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2F3736">
              <w:rPr>
                <w:sz w:val="19"/>
                <w:szCs w:val="19"/>
              </w:rPr>
              <w:t>32,6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16,2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744AE2" w:rsidRPr="000E3B83" w:rsidRDefault="00CE2A62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16,4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15146C" w:rsidRPr="00ED1A4F" w:rsidTr="00C04342">
        <w:trPr>
          <w:trHeight w:val="794"/>
        </w:trPr>
        <w:tc>
          <w:tcPr>
            <w:tcW w:w="119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15146C" w:rsidRPr="00ED1A4F" w:rsidRDefault="0015146C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12.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146C" w:rsidRPr="00ED1A4F" w:rsidRDefault="0015146C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Основное меропри</w:t>
            </w:r>
            <w:r w:rsidRPr="00ED1A4F">
              <w:rPr>
                <w:sz w:val="20"/>
                <w:szCs w:val="20"/>
              </w:rPr>
              <w:t>я</w:t>
            </w:r>
            <w:r w:rsidRPr="00ED1A4F">
              <w:rPr>
                <w:sz w:val="20"/>
                <w:szCs w:val="20"/>
              </w:rPr>
              <w:t>тие 1.10.</w:t>
            </w:r>
          </w:p>
          <w:p w:rsidR="0015146C" w:rsidRPr="00ED1A4F" w:rsidRDefault="0015146C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 xml:space="preserve">«Зарезервированные </w:t>
            </w:r>
            <w:r w:rsidRPr="00ED1A4F">
              <w:rPr>
                <w:sz w:val="20"/>
                <w:szCs w:val="20"/>
              </w:rPr>
              <w:lastRenderedPageBreak/>
              <w:t>денежные средства дорожного фонда муниципального о</w:t>
            </w:r>
            <w:r w:rsidRPr="00ED1A4F">
              <w:rPr>
                <w:sz w:val="20"/>
                <w:szCs w:val="20"/>
              </w:rPr>
              <w:t>б</w:t>
            </w:r>
            <w:r w:rsidRPr="00ED1A4F">
              <w:rPr>
                <w:sz w:val="20"/>
                <w:szCs w:val="20"/>
              </w:rPr>
              <w:t>разования «</w:t>
            </w:r>
            <w:proofErr w:type="spellStart"/>
            <w:r w:rsidRPr="00ED1A4F">
              <w:rPr>
                <w:sz w:val="20"/>
                <w:szCs w:val="20"/>
              </w:rPr>
              <w:t>Цели</w:t>
            </w:r>
            <w:r w:rsidRPr="00ED1A4F">
              <w:rPr>
                <w:sz w:val="20"/>
                <w:szCs w:val="20"/>
              </w:rPr>
              <w:t>н</w:t>
            </w:r>
            <w:r w:rsidRPr="00ED1A4F">
              <w:rPr>
                <w:sz w:val="20"/>
                <w:szCs w:val="20"/>
              </w:rPr>
              <w:t>ский</w:t>
            </w:r>
            <w:proofErr w:type="spellEnd"/>
            <w:r w:rsidRPr="00ED1A4F">
              <w:rPr>
                <w:sz w:val="20"/>
                <w:szCs w:val="20"/>
              </w:rPr>
              <w:t xml:space="preserve"> район»»</w:t>
            </w:r>
          </w:p>
        </w:tc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46C" w:rsidRPr="00ED1A4F" w:rsidRDefault="0015146C" w:rsidP="0015146C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5146C" w:rsidRPr="00ED1A4F" w:rsidRDefault="0015146C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146C" w:rsidRPr="00ED1A4F" w:rsidRDefault="0015146C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146C" w:rsidRPr="00ED1A4F" w:rsidRDefault="0015146C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single" w:sz="4" w:space="0" w:color="auto"/>
            </w:tcBorders>
            <w:shd w:val="clear" w:color="auto" w:fill="auto"/>
          </w:tcPr>
          <w:p w:rsidR="0015146C" w:rsidRPr="00ED1A4F" w:rsidRDefault="0015146C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5146C" w:rsidRPr="000E3B83" w:rsidRDefault="00FA6907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3394,5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15146C" w:rsidRPr="000E3B83" w:rsidRDefault="00CE2A62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</w:t>
            </w:r>
            <w:r w:rsidR="004751A4">
              <w:rPr>
                <w:sz w:val="19"/>
                <w:szCs w:val="19"/>
              </w:rPr>
              <w:t>7</w:t>
            </w:r>
            <w:r>
              <w:rPr>
                <w:sz w:val="19"/>
                <w:szCs w:val="19"/>
              </w:rPr>
              <w:t>6,3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1109,1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15146C" w:rsidRPr="000E3B83" w:rsidRDefault="0007426F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1109,1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15146C" w:rsidRPr="00ED1A4F" w:rsidTr="00C04342">
        <w:trPr>
          <w:trHeight w:val="522"/>
        </w:trPr>
        <w:tc>
          <w:tcPr>
            <w:tcW w:w="119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15146C" w:rsidRPr="00ED1A4F" w:rsidRDefault="0015146C" w:rsidP="0015146C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146C" w:rsidRPr="00ED1A4F" w:rsidRDefault="0015146C" w:rsidP="0015146C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46C" w:rsidRPr="00ED1A4F" w:rsidRDefault="0015146C" w:rsidP="0015146C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5146C" w:rsidRPr="00ED1A4F" w:rsidRDefault="0015146C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146C" w:rsidRPr="00ED1A4F" w:rsidRDefault="0015146C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146C" w:rsidRPr="00ED1A4F" w:rsidRDefault="0015146C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single" w:sz="4" w:space="0" w:color="auto"/>
            </w:tcBorders>
            <w:shd w:val="clear" w:color="auto" w:fill="auto"/>
          </w:tcPr>
          <w:p w:rsidR="0015146C" w:rsidRPr="00ED1A4F" w:rsidRDefault="0015146C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15146C" w:rsidRPr="00ED1A4F" w:rsidTr="00C04342">
        <w:trPr>
          <w:trHeight w:val="612"/>
        </w:trPr>
        <w:tc>
          <w:tcPr>
            <w:tcW w:w="119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15146C" w:rsidRPr="00ED1A4F" w:rsidRDefault="0015146C" w:rsidP="0015146C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46C" w:rsidRPr="00ED1A4F" w:rsidRDefault="0015146C" w:rsidP="0015146C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46C" w:rsidRPr="00ED1A4F" w:rsidRDefault="0015146C" w:rsidP="0015146C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5146C" w:rsidRPr="00ED1A4F" w:rsidRDefault="0015146C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146C" w:rsidRPr="00ED1A4F" w:rsidRDefault="0015146C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146C" w:rsidRPr="00ED1A4F" w:rsidRDefault="0015146C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single" w:sz="4" w:space="0" w:color="auto"/>
            </w:tcBorders>
            <w:shd w:val="clear" w:color="auto" w:fill="auto"/>
          </w:tcPr>
          <w:p w:rsidR="0015146C" w:rsidRPr="00ED1A4F" w:rsidRDefault="0015146C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5146C" w:rsidRPr="000E3B83" w:rsidRDefault="00FA6907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3394,5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15146C" w:rsidRPr="000E3B83" w:rsidRDefault="00CE2A62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1176,3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1109,1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15146C" w:rsidRPr="000E3B83" w:rsidRDefault="004751A4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4751A4">
              <w:rPr>
                <w:sz w:val="19"/>
                <w:szCs w:val="19"/>
              </w:rPr>
              <w:t>1109,1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15146C" w:rsidRPr="000E3B83" w:rsidRDefault="0015146C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CE2A62" w:rsidRPr="00ED1A4F" w:rsidTr="00C04342">
        <w:trPr>
          <w:trHeight w:val="385"/>
        </w:trPr>
        <w:tc>
          <w:tcPr>
            <w:tcW w:w="119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E2A62" w:rsidRPr="00ED1A4F" w:rsidRDefault="00CE2A62" w:rsidP="00CE2A62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12.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2A62" w:rsidRPr="00ED1A4F" w:rsidRDefault="00CE2A62" w:rsidP="00CE2A62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Основное меропри</w:t>
            </w:r>
            <w:r w:rsidRPr="00ED1A4F"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тие 1.11</w:t>
            </w:r>
            <w:r w:rsidRPr="00ED1A4F">
              <w:rPr>
                <w:sz w:val="20"/>
                <w:szCs w:val="20"/>
              </w:rPr>
              <w:t>.</w:t>
            </w:r>
          </w:p>
          <w:p w:rsidR="00CE2A62" w:rsidRPr="00ED1A4F" w:rsidRDefault="00CE2A62" w:rsidP="00CE2A62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Оказание услуг по проведению экспе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тизы»</w:t>
            </w:r>
          </w:p>
        </w:tc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A62" w:rsidRPr="00ED1A4F" w:rsidRDefault="00CE2A62" w:rsidP="00CE2A62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Всего:</w:t>
            </w:r>
          </w:p>
        </w:tc>
        <w:tc>
          <w:tcPr>
            <w:tcW w:w="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E2A62" w:rsidRPr="00ED1A4F" w:rsidRDefault="00CE2A62" w:rsidP="00CE2A62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E2A62" w:rsidRPr="00ED1A4F" w:rsidRDefault="00CE2A62" w:rsidP="00CE2A62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E2A62" w:rsidRPr="00ED1A4F" w:rsidRDefault="00CE2A62" w:rsidP="00CE2A62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single" w:sz="4" w:space="0" w:color="auto"/>
            </w:tcBorders>
            <w:shd w:val="clear" w:color="auto" w:fill="auto"/>
          </w:tcPr>
          <w:p w:rsidR="00CE2A62" w:rsidRPr="00ED1A4F" w:rsidRDefault="00CE2A62" w:rsidP="00CE2A62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E2A62" w:rsidRPr="000E3B83" w:rsidRDefault="00E06BD6" w:rsidP="00CE2A62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80,0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CE2A62" w:rsidRPr="000E3B83" w:rsidRDefault="00E06BD6" w:rsidP="00CE2A62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80,0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CE2A62" w:rsidRPr="000E3B83" w:rsidRDefault="00E06BD6" w:rsidP="00CE2A62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CE2A62" w:rsidRPr="000E3B83" w:rsidRDefault="00E06BD6" w:rsidP="00CE2A62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CE2A62" w:rsidRPr="00ED1A4F" w:rsidTr="00C04342">
        <w:trPr>
          <w:trHeight w:val="421"/>
        </w:trPr>
        <w:tc>
          <w:tcPr>
            <w:tcW w:w="119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E2A62" w:rsidRPr="00ED1A4F" w:rsidRDefault="00CE2A62" w:rsidP="00CE2A62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2A62" w:rsidRPr="00ED1A4F" w:rsidRDefault="00CE2A62" w:rsidP="00CE2A62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A62" w:rsidRPr="00ED1A4F" w:rsidRDefault="00CE2A62" w:rsidP="00CE2A62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E2A62" w:rsidRPr="00ED1A4F" w:rsidRDefault="00CE2A62" w:rsidP="00CE2A62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E2A62" w:rsidRPr="00ED1A4F" w:rsidRDefault="00CE2A62" w:rsidP="00CE2A62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E2A62" w:rsidRPr="00ED1A4F" w:rsidRDefault="00CE2A62" w:rsidP="00CE2A62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single" w:sz="4" w:space="0" w:color="auto"/>
            </w:tcBorders>
            <w:shd w:val="clear" w:color="auto" w:fill="auto"/>
          </w:tcPr>
          <w:p w:rsidR="00CE2A62" w:rsidRPr="00ED1A4F" w:rsidRDefault="00CE2A62" w:rsidP="00CE2A62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CE2A62" w:rsidRPr="00ED1A4F" w:rsidTr="00C04342">
        <w:trPr>
          <w:trHeight w:val="457"/>
        </w:trPr>
        <w:tc>
          <w:tcPr>
            <w:tcW w:w="119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E2A62" w:rsidRPr="00ED1A4F" w:rsidRDefault="00CE2A62" w:rsidP="00CE2A62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A62" w:rsidRPr="00ED1A4F" w:rsidRDefault="00CE2A62" w:rsidP="00CE2A62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A62" w:rsidRPr="00ED1A4F" w:rsidRDefault="00CE2A62" w:rsidP="00CE2A62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E2A62" w:rsidRPr="00ED1A4F" w:rsidRDefault="00CE2A62" w:rsidP="00CE2A62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E2A62" w:rsidRPr="00ED1A4F" w:rsidRDefault="00CE2A62" w:rsidP="00CE2A62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E2A62" w:rsidRPr="00ED1A4F" w:rsidRDefault="00CE2A62" w:rsidP="00CE2A62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single" w:sz="4" w:space="0" w:color="auto"/>
            </w:tcBorders>
            <w:shd w:val="clear" w:color="auto" w:fill="auto"/>
          </w:tcPr>
          <w:p w:rsidR="00CE2A62" w:rsidRPr="00ED1A4F" w:rsidRDefault="00CE2A62" w:rsidP="00CE2A62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E2A62" w:rsidRPr="000E3B83" w:rsidRDefault="00E06BD6" w:rsidP="00CE2A62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80,0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CE2A62" w:rsidRPr="000E3B83" w:rsidRDefault="00E06BD6" w:rsidP="00CE2A62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80,0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CE2A62" w:rsidRPr="000E3B83" w:rsidRDefault="00E06BD6" w:rsidP="00CE2A62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CE2A62" w:rsidRPr="000E3B83" w:rsidRDefault="00E06BD6" w:rsidP="00CE2A62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CE2A62" w:rsidRPr="000E3B83" w:rsidRDefault="00CE2A62" w:rsidP="00CE2A62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E06BD6" w:rsidRPr="00ED1A4F" w:rsidTr="00C04342">
        <w:trPr>
          <w:trHeight w:val="794"/>
        </w:trPr>
        <w:tc>
          <w:tcPr>
            <w:tcW w:w="119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E06BD6" w:rsidRPr="00ED1A4F" w:rsidRDefault="00E06BD6" w:rsidP="00E06BD6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12.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BD6" w:rsidRPr="00ED1A4F" w:rsidRDefault="00E06BD6" w:rsidP="00E06BD6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Основное меропри</w:t>
            </w:r>
            <w:r w:rsidRPr="00ED1A4F"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тие 1.12</w:t>
            </w:r>
            <w:r w:rsidRPr="00ED1A4F">
              <w:rPr>
                <w:sz w:val="20"/>
                <w:szCs w:val="20"/>
              </w:rPr>
              <w:t>.</w:t>
            </w:r>
          </w:p>
          <w:p w:rsidR="00E06BD6" w:rsidRPr="00ED1A4F" w:rsidRDefault="00E06BD6" w:rsidP="00E06BD6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Проведение работ по выполнению ди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гностики автом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бильных дорог</w:t>
            </w:r>
            <w:r w:rsidRPr="00ED1A4F">
              <w:rPr>
                <w:sz w:val="20"/>
                <w:szCs w:val="20"/>
              </w:rPr>
              <w:t>»</w:t>
            </w:r>
          </w:p>
        </w:tc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BD6" w:rsidRPr="00ED1A4F" w:rsidRDefault="00E06BD6" w:rsidP="00E06BD6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Всего:</w:t>
            </w:r>
          </w:p>
        </w:tc>
        <w:tc>
          <w:tcPr>
            <w:tcW w:w="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06BD6" w:rsidRPr="00ED1A4F" w:rsidRDefault="00E06BD6" w:rsidP="00E06BD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6BD6" w:rsidRPr="00ED1A4F" w:rsidRDefault="00E06BD6" w:rsidP="00E06BD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6BD6" w:rsidRPr="00ED1A4F" w:rsidRDefault="00E06BD6" w:rsidP="00E06BD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single" w:sz="4" w:space="0" w:color="auto"/>
            </w:tcBorders>
            <w:shd w:val="clear" w:color="auto" w:fill="auto"/>
          </w:tcPr>
          <w:p w:rsidR="00E06BD6" w:rsidRPr="00ED1A4F" w:rsidRDefault="00E06BD6" w:rsidP="00E06BD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90,0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90,0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E06BD6" w:rsidRPr="00ED1A4F" w:rsidTr="00C04342">
        <w:trPr>
          <w:trHeight w:val="522"/>
        </w:trPr>
        <w:tc>
          <w:tcPr>
            <w:tcW w:w="119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E06BD6" w:rsidRPr="00ED1A4F" w:rsidRDefault="00E06BD6" w:rsidP="00E06BD6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BD6" w:rsidRPr="00ED1A4F" w:rsidRDefault="00E06BD6" w:rsidP="00E06BD6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BD6" w:rsidRPr="00ED1A4F" w:rsidRDefault="00E06BD6" w:rsidP="00E06BD6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06BD6" w:rsidRPr="00ED1A4F" w:rsidRDefault="00E06BD6" w:rsidP="00E06BD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6BD6" w:rsidRPr="00ED1A4F" w:rsidRDefault="00E06BD6" w:rsidP="00E06BD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6BD6" w:rsidRPr="00ED1A4F" w:rsidRDefault="00E06BD6" w:rsidP="00E06BD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single" w:sz="4" w:space="0" w:color="auto"/>
            </w:tcBorders>
            <w:shd w:val="clear" w:color="auto" w:fill="auto"/>
          </w:tcPr>
          <w:p w:rsidR="00E06BD6" w:rsidRPr="00ED1A4F" w:rsidRDefault="00E06BD6" w:rsidP="00E06BD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E06BD6" w:rsidRPr="00ED1A4F" w:rsidTr="00C04342">
        <w:trPr>
          <w:trHeight w:val="612"/>
        </w:trPr>
        <w:tc>
          <w:tcPr>
            <w:tcW w:w="119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E06BD6" w:rsidRPr="00ED1A4F" w:rsidRDefault="00E06BD6" w:rsidP="00E06BD6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BD6" w:rsidRPr="00ED1A4F" w:rsidRDefault="00E06BD6" w:rsidP="00E06BD6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BD6" w:rsidRPr="00ED1A4F" w:rsidRDefault="00E06BD6" w:rsidP="00E06BD6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06BD6" w:rsidRPr="00ED1A4F" w:rsidRDefault="00E06BD6" w:rsidP="00E06BD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6BD6" w:rsidRPr="00ED1A4F" w:rsidRDefault="00E06BD6" w:rsidP="00E06BD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6BD6" w:rsidRPr="00ED1A4F" w:rsidRDefault="00E06BD6" w:rsidP="00E06BD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single" w:sz="4" w:space="0" w:color="auto"/>
            </w:tcBorders>
            <w:shd w:val="clear" w:color="auto" w:fill="auto"/>
          </w:tcPr>
          <w:p w:rsidR="00E06BD6" w:rsidRPr="00ED1A4F" w:rsidRDefault="00E06BD6" w:rsidP="00E06BD6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90,0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90,0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E06BD6" w:rsidRPr="000E3B83" w:rsidRDefault="00E06BD6" w:rsidP="00E06BD6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744AE2" w:rsidRPr="00ED1A4F" w:rsidTr="00C04342">
        <w:trPr>
          <w:trHeight w:val="490"/>
        </w:trPr>
        <w:tc>
          <w:tcPr>
            <w:tcW w:w="119" w:type="pct"/>
            <w:vMerge w:val="restart"/>
            <w:shd w:val="clear" w:color="auto" w:fill="auto"/>
          </w:tcPr>
          <w:p w:rsidR="00744AE2" w:rsidRPr="00ED1A4F" w:rsidRDefault="00FA22F6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13</w:t>
            </w:r>
            <w:r w:rsidR="00744AE2" w:rsidRPr="00ED1A4F">
              <w:rPr>
                <w:sz w:val="20"/>
                <w:szCs w:val="20"/>
              </w:rPr>
              <w:t>.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Подпрограмма 2 «Повышение</w:t>
            </w:r>
          </w:p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безопасности доро</w:t>
            </w:r>
            <w:r w:rsidRPr="00ED1A4F">
              <w:rPr>
                <w:sz w:val="20"/>
                <w:szCs w:val="20"/>
              </w:rPr>
              <w:t>ж</w:t>
            </w:r>
            <w:r w:rsidRPr="00ED1A4F">
              <w:rPr>
                <w:sz w:val="20"/>
                <w:szCs w:val="20"/>
              </w:rPr>
              <w:t>ного движения на территории Росто</w:t>
            </w:r>
            <w:r w:rsidRPr="00ED1A4F">
              <w:rPr>
                <w:sz w:val="20"/>
                <w:szCs w:val="20"/>
              </w:rPr>
              <w:t>в</w:t>
            </w:r>
            <w:r w:rsidRPr="00ED1A4F">
              <w:rPr>
                <w:sz w:val="20"/>
                <w:szCs w:val="20"/>
              </w:rPr>
              <w:t>ской области»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Всего:</w:t>
            </w:r>
          </w:p>
        </w:tc>
        <w:tc>
          <w:tcPr>
            <w:tcW w:w="86" w:type="pct"/>
            <w:tcBorders>
              <w:top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</w:tcBorders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744AE2" w:rsidRPr="000E3B83" w:rsidRDefault="00FD51D2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9983,4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854,0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</w:p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</w:p>
          <w:p w:rsidR="00744AE2" w:rsidRPr="000E3B83" w:rsidRDefault="00E06BD6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7701,4</w:t>
            </w:r>
          </w:p>
          <w:p w:rsidR="00744AE2" w:rsidRPr="000E3B83" w:rsidRDefault="00744AE2" w:rsidP="0015146C">
            <w:pPr>
              <w:jc w:val="center"/>
              <w:rPr>
                <w:sz w:val="19"/>
                <w:szCs w:val="19"/>
              </w:rPr>
            </w:pPr>
          </w:p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</w:p>
        </w:tc>
        <w:tc>
          <w:tcPr>
            <w:tcW w:w="302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476,0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476,0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EA70E8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476,0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744AE2" w:rsidRPr="00ED1A4F" w:rsidTr="00C04342">
        <w:trPr>
          <w:trHeight w:val="474"/>
        </w:trPr>
        <w:tc>
          <w:tcPr>
            <w:tcW w:w="119" w:type="pct"/>
            <w:vMerge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6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744AE2" w:rsidRPr="000E3B83" w:rsidRDefault="002E0F99" w:rsidP="002E0F99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2E0F99" w:rsidRPr="000E3B83" w:rsidRDefault="002E0F99" w:rsidP="002E0F99">
            <w:pPr>
              <w:ind w:firstLine="0"/>
              <w:jc w:val="center"/>
              <w:rPr>
                <w:sz w:val="19"/>
                <w:szCs w:val="19"/>
              </w:rPr>
            </w:pPr>
          </w:p>
          <w:p w:rsidR="00744AE2" w:rsidRPr="000E3B83" w:rsidRDefault="002E0F99" w:rsidP="002E0F99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  <w:p w:rsidR="00744AE2" w:rsidRPr="000E3B83" w:rsidRDefault="00744AE2" w:rsidP="002E0F99">
            <w:pPr>
              <w:ind w:firstLine="0"/>
              <w:jc w:val="center"/>
              <w:rPr>
                <w:sz w:val="19"/>
                <w:szCs w:val="19"/>
              </w:rPr>
            </w:pPr>
          </w:p>
        </w:tc>
        <w:tc>
          <w:tcPr>
            <w:tcW w:w="347" w:type="pct"/>
            <w:shd w:val="clear" w:color="auto" w:fill="auto"/>
            <w:vAlign w:val="center"/>
          </w:tcPr>
          <w:p w:rsidR="002E0F99" w:rsidRPr="000E3B83" w:rsidRDefault="002E0F99" w:rsidP="002E0F99">
            <w:pPr>
              <w:ind w:firstLine="0"/>
              <w:rPr>
                <w:sz w:val="19"/>
                <w:szCs w:val="19"/>
              </w:rPr>
            </w:pPr>
          </w:p>
          <w:p w:rsidR="00744AE2" w:rsidRPr="000E3B83" w:rsidRDefault="002E0F99" w:rsidP="002E0F99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  <w:p w:rsidR="00744AE2" w:rsidRPr="000E3B83" w:rsidRDefault="00744AE2" w:rsidP="002E0F99">
            <w:pPr>
              <w:ind w:firstLine="0"/>
              <w:jc w:val="center"/>
              <w:rPr>
                <w:sz w:val="19"/>
                <w:szCs w:val="19"/>
              </w:rPr>
            </w:pPr>
          </w:p>
        </w:tc>
        <w:tc>
          <w:tcPr>
            <w:tcW w:w="302" w:type="pct"/>
            <w:shd w:val="clear" w:color="auto" w:fill="auto"/>
            <w:vAlign w:val="center"/>
          </w:tcPr>
          <w:p w:rsidR="002E0F99" w:rsidRPr="000E3B83" w:rsidRDefault="002E0F99" w:rsidP="002E0F99">
            <w:pPr>
              <w:ind w:firstLine="0"/>
              <w:jc w:val="center"/>
              <w:rPr>
                <w:sz w:val="19"/>
                <w:szCs w:val="19"/>
              </w:rPr>
            </w:pPr>
          </w:p>
          <w:p w:rsidR="00744AE2" w:rsidRPr="000E3B83" w:rsidRDefault="002E0F99" w:rsidP="002E0F99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  <w:p w:rsidR="00744AE2" w:rsidRPr="000E3B83" w:rsidRDefault="00744AE2" w:rsidP="002E0F99">
            <w:pPr>
              <w:ind w:firstLine="0"/>
              <w:jc w:val="center"/>
              <w:rPr>
                <w:sz w:val="19"/>
                <w:szCs w:val="19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2E0F99" w:rsidRPr="000E3B83" w:rsidRDefault="002E0F99" w:rsidP="002E0F99">
            <w:pPr>
              <w:ind w:firstLine="0"/>
              <w:jc w:val="center"/>
              <w:rPr>
                <w:sz w:val="19"/>
                <w:szCs w:val="19"/>
              </w:rPr>
            </w:pPr>
          </w:p>
          <w:p w:rsidR="00744AE2" w:rsidRPr="000E3B83" w:rsidRDefault="002E0F99" w:rsidP="002E0F99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  <w:p w:rsidR="00744AE2" w:rsidRPr="000E3B83" w:rsidRDefault="00744AE2" w:rsidP="002E0F99">
            <w:pPr>
              <w:ind w:firstLine="0"/>
              <w:jc w:val="center"/>
              <w:rPr>
                <w:sz w:val="19"/>
                <w:szCs w:val="19"/>
              </w:rPr>
            </w:pP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2E0F99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2E0F99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2E0F99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744AE2" w:rsidRPr="00ED1A4F" w:rsidTr="00C04342">
        <w:trPr>
          <w:trHeight w:val="671"/>
        </w:trPr>
        <w:tc>
          <w:tcPr>
            <w:tcW w:w="119" w:type="pct"/>
            <w:vMerge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6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744AE2" w:rsidRPr="000E3B83" w:rsidRDefault="00FD51D2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9983,4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854,0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</w:p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</w:p>
          <w:p w:rsidR="00744AE2" w:rsidRPr="000E3B83" w:rsidRDefault="00E06BD6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7701,4</w:t>
            </w:r>
          </w:p>
          <w:p w:rsidR="00744AE2" w:rsidRPr="000E3B83" w:rsidRDefault="00744AE2" w:rsidP="0015146C">
            <w:pPr>
              <w:jc w:val="center"/>
              <w:rPr>
                <w:sz w:val="19"/>
                <w:szCs w:val="19"/>
              </w:rPr>
            </w:pPr>
          </w:p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</w:p>
        </w:tc>
        <w:tc>
          <w:tcPr>
            <w:tcW w:w="302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476,0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476,0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EA70E8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476,0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744AE2" w:rsidRPr="00ED1A4F" w:rsidTr="00C04342">
        <w:trPr>
          <w:trHeight w:val="759"/>
        </w:trPr>
        <w:tc>
          <w:tcPr>
            <w:tcW w:w="119" w:type="pct"/>
            <w:vMerge w:val="restart"/>
            <w:shd w:val="clear" w:color="auto" w:fill="auto"/>
          </w:tcPr>
          <w:p w:rsidR="00744AE2" w:rsidRPr="00ED1A4F" w:rsidRDefault="00FA22F6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14</w:t>
            </w:r>
            <w:r w:rsidR="00744AE2" w:rsidRPr="00ED1A4F">
              <w:rPr>
                <w:sz w:val="20"/>
                <w:szCs w:val="20"/>
              </w:rPr>
              <w:t>.</w:t>
            </w:r>
          </w:p>
        </w:tc>
        <w:tc>
          <w:tcPr>
            <w:tcW w:w="594" w:type="pct"/>
            <w:vMerge w:val="restart"/>
            <w:shd w:val="clear" w:color="auto" w:fill="auto"/>
          </w:tcPr>
          <w:p w:rsidR="00744AE2" w:rsidRPr="00ED1A4F" w:rsidRDefault="00744AE2" w:rsidP="0015146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ED1A4F">
              <w:rPr>
                <w:kern w:val="2"/>
                <w:sz w:val="20"/>
                <w:szCs w:val="20"/>
              </w:rPr>
              <w:t>Основное меропри</w:t>
            </w:r>
            <w:r w:rsidRPr="00ED1A4F">
              <w:rPr>
                <w:kern w:val="2"/>
                <w:sz w:val="20"/>
                <w:szCs w:val="20"/>
              </w:rPr>
              <w:t>я</w:t>
            </w:r>
            <w:r w:rsidRPr="00ED1A4F">
              <w:rPr>
                <w:kern w:val="2"/>
                <w:sz w:val="20"/>
                <w:szCs w:val="20"/>
              </w:rPr>
              <w:t>тие 2.1.</w:t>
            </w:r>
          </w:p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kern w:val="2"/>
                <w:sz w:val="20"/>
                <w:szCs w:val="20"/>
              </w:rPr>
              <w:t>«Размещение в сети Интернет информ</w:t>
            </w:r>
            <w:r w:rsidRPr="00ED1A4F">
              <w:rPr>
                <w:kern w:val="2"/>
                <w:sz w:val="20"/>
                <w:szCs w:val="20"/>
              </w:rPr>
              <w:t>а</w:t>
            </w:r>
            <w:r w:rsidRPr="00ED1A4F">
              <w:rPr>
                <w:kern w:val="2"/>
                <w:sz w:val="20"/>
                <w:szCs w:val="20"/>
              </w:rPr>
              <w:t>ции о дорожно-транспортных пр</w:t>
            </w:r>
            <w:r w:rsidRPr="00ED1A4F">
              <w:rPr>
                <w:kern w:val="2"/>
                <w:sz w:val="20"/>
                <w:szCs w:val="20"/>
              </w:rPr>
              <w:t>о</w:t>
            </w:r>
            <w:r w:rsidRPr="00ED1A4F">
              <w:rPr>
                <w:kern w:val="2"/>
                <w:sz w:val="20"/>
                <w:szCs w:val="20"/>
              </w:rPr>
              <w:t>исшествиях на авт</w:t>
            </w:r>
            <w:r w:rsidRPr="00ED1A4F">
              <w:rPr>
                <w:kern w:val="2"/>
                <w:sz w:val="20"/>
                <w:szCs w:val="20"/>
              </w:rPr>
              <w:t>о</w:t>
            </w:r>
            <w:r w:rsidRPr="00ED1A4F">
              <w:rPr>
                <w:kern w:val="2"/>
                <w:sz w:val="20"/>
                <w:szCs w:val="20"/>
              </w:rPr>
              <w:t>дорогах общего пользования и мерах по соблюдению пр</w:t>
            </w:r>
            <w:r w:rsidRPr="00ED1A4F">
              <w:rPr>
                <w:kern w:val="2"/>
                <w:sz w:val="20"/>
                <w:szCs w:val="20"/>
              </w:rPr>
              <w:t>а</w:t>
            </w:r>
            <w:r w:rsidRPr="00ED1A4F">
              <w:rPr>
                <w:kern w:val="2"/>
                <w:sz w:val="20"/>
                <w:szCs w:val="20"/>
              </w:rPr>
              <w:t>вил дорожного дв</w:t>
            </w:r>
            <w:r w:rsidRPr="00ED1A4F">
              <w:rPr>
                <w:kern w:val="2"/>
                <w:sz w:val="20"/>
                <w:szCs w:val="20"/>
              </w:rPr>
              <w:t>и</w:t>
            </w:r>
            <w:r w:rsidRPr="00ED1A4F">
              <w:rPr>
                <w:kern w:val="2"/>
                <w:sz w:val="20"/>
                <w:szCs w:val="20"/>
              </w:rPr>
              <w:t xml:space="preserve">жения на территории </w:t>
            </w:r>
            <w:r w:rsidRPr="00ED1A4F">
              <w:rPr>
                <w:kern w:val="2"/>
                <w:sz w:val="20"/>
                <w:szCs w:val="20"/>
              </w:rPr>
              <w:lastRenderedPageBreak/>
              <w:t>Ростовской области»</w:t>
            </w:r>
          </w:p>
        </w:tc>
        <w:tc>
          <w:tcPr>
            <w:tcW w:w="313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86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744AE2" w:rsidRPr="00ED1A4F" w:rsidTr="00C04342">
        <w:trPr>
          <w:trHeight w:val="854"/>
        </w:trPr>
        <w:tc>
          <w:tcPr>
            <w:tcW w:w="119" w:type="pct"/>
            <w:vMerge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shd w:val="clear" w:color="auto" w:fill="auto"/>
          </w:tcPr>
          <w:p w:rsidR="00744AE2" w:rsidRPr="00ED1A4F" w:rsidRDefault="00744AE2" w:rsidP="0015146C">
            <w:pPr>
              <w:autoSpaceDE w:val="0"/>
              <w:autoSpaceDN w:val="0"/>
              <w:adjustRightInd w:val="0"/>
              <w:rPr>
                <w:kern w:val="2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6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744AE2" w:rsidRPr="00ED1A4F" w:rsidTr="00C04342">
        <w:tc>
          <w:tcPr>
            <w:tcW w:w="119" w:type="pct"/>
            <w:vMerge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shd w:val="clear" w:color="auto" w:fill="auto"/>
          </w:tcPr>
          <w:p w:rsidR="00744AE2" w:rsidRPr="00ED1A4F" w:rsidRDefault="00744AE2" w:rsidP="0015146C">
            <w:pPr>
              <w:autoSpaceDE w:val="0"/>
              <w:autoSpaceDN w:val="0"/>
              <w:adjustRightInd w:val="0"/>
              <w:rPr>
                <w:kern w:val="2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6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47" w:type="pct"/>
            <w:shd w:val="clear" w:color="auto" w:fill="auto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02" w:type="pct"/>
            <w:shd w:val="clear" w:color="auto" w:fill="auto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744AE2" w:rsidRPr="00ED1A4F" w:rsidTr="00C04342">
        <w:trPr>
          <w:trHeight w:val="497"/>
        </w:trPr>
        <w:tc>
          <w:tcPr>
            <w:tcW w:w="119" w:type="pct"/>
            <w:vMerge w:val="restar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lastRenderedPageBreak/>
              <w:t>1</w:t>
            </w:r>
            <w:r w:rsidR="00FA22F6" w:rsidRPr="00ED1A4F">
              <w:rPr>
                <w:sz w:val="20"/>
                <w:szCs w:val="20"/>
              </w:rPr>
              <w:t>5</w:t>
            </w:r>
            <w:r w:rsidRPr="00ED1A4F">
              <w:rPr>
                <w:sz w:val="20"/>
                <w:szCs w:val="20"/>
              </w:rPr>
              <w:t>.</w:t>
            </w:r>
          </w:p>
        </w:tc>
        <w:tc>
          <w:tcPr>
            <w:tcW w:w="594" w:type="pct"/>
            <w:vMerge w:val="restart"/>
            <w:shd w:val="clear" w:color="auto" w:fill="auto"/>
          </w:tcPr>
          <w:p w:rsidR="00744AE2" w:rsidRPr="00ED1A4F" w:rsidRDefault="00744AE2" w:rsidP="0015146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ED1A4F">
              <w:rPr>
                <w:kern w:val="2"/>
                <w:sz w:val="20"/>
                <w:szCs w:val="20"/>
              </w:rPr>
              <w:t>Основное меропри</w:t>
            </w:r>
            <w:r w:rsidRPr="00ED1A4F">
              <w:rPr>
                <w:kern w:val="2"/>
                <w:sz w:val="20"/>
                <w:szCs w:val="20"/>
              </w:rPr>
              <w:t>я</w:t>
            </w:r>
            <w:r w:rsidRPr="00ED1A4F">
              <w:rPr>
                <w:kern w:val="2"/>
                <w:sz w:val="20"/>
                <w:szCs w:val="20"/>
              </w:rPr>
              <w:t>тие 2.2.</w:t>
            </w:r>
          </w:p>
          <w:p w:rsidR="00744AE2" w:rsidRPr="00ED1A4F" w:rsidRDefault="00744AE2" w:rsidP="0015146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  <w:r w:rsidRPr="00ED1A4F">
              <w:rPr>
                <w:bCs/>
                <w:kern w:val="2"/>
                <w:sz w:val="20"/>
                <w:szCs w:val="20"/>
              </w:rPr>
              <w:t>«Установка доро</w:t>
            </w:r>
            <w:r w:rsidRPr="00ED1A4F">
              <w:rPr>
                <w:bCs/>
                <w:kern w:val="2"/>
                <w:sz w:val="20"/>
                <w:szCs w:val="20"/>
              </w:rPr>
              <w:t>ж</w:t>
            </w:r>
            <w:r w:rsidRPr="00ED1A4F">
              <w:rPr>
                <w:bCs/>
                <w:kern w:val="2"/>
                <w:sz w:val="20"/>
                <w:szCs w:val="20"/>
              </w:rPr>
              <w:t>ных знаков согласно дислокации доро</w:t>
            </w:r>
            <w:r w:rsidRPr="00ED1A4F">
              <w:rPr>
                <w:bCs/>
                <w:kern w:val="2"/>
                <w:sz w:val="20"/>
                <w:szCs w:val="20"/>
              </w:rPr>
              <w:t>ж</w:t>
            </w:r>
            <w:r w:rsidRPr="00ED1A4F">
              <w:rPr>
                <w:bCs/>
                <w:kern w:val="2"/>
                <w:sz w:val="20"/>
                <w:szCs w:val="20"/>
              </w:rPr>
              <w:t>ного движения, те</w:t>
            </w:r>
            <w:r w:rsidRPr="00ED1A4F">
              <w:rPr>
                <w:bCs/>
                <w:kern w:val="2"/>
                <w:sz w:val="20"/>
                <w:szCs w:val="20"/>
              </w:rPr>
              <w:t>х</w:t>
            </w:r>
            <w:r w:rsidRPr="00ED1A4F">
              <w:rPr>
                <w:bCs/>
                <w:kern w:val="2"/>
                <w:sz w:val="20"/>
                <w:szCs w:val="20"/>
              </w:rPr>
              <w:t>ническое обслуж</w:t>
            </w:r>
            <w:r w:rsidRPr="00ED1A4F">
              <w:rPr>
                <w:bCs/>
                <w:kern w:val="2"/>
                <w:sz w:val="20"/>
                <w:szCs w:val="20"/>
              </w:rPr>
              <w:t>и</w:t>
            </w:r>
            <w:r w:rsidRPr="00ED1A4F">
              <w:rPr>
                <w:bCs/>
                <w:kern w:val="2"/>
                <w:sz w:val="20"/>
                <w:szCs w:val="20"/>
              </w:rPr>
              <w:t>вание светофоров, нанесение линий горизонтальной д</w:t>
            </w:r>
            <w:r w:rsidRPr="00ED1A4F">
              <w:rPr>
                <w:bCs/>
                <w:kern w:val="2"/>
                <w:sz w:val="20"/>
                <w:szCs w:val="20"/>
              </w:rPr>
              <w:t>о</w:t>
            </w:r>
            <w:r w:rsidRPr="00ED1A4F">
              <w:rPr>
                <w:bCs/>
                <w:kern w:val="2"/>
                <w:sz w:val="20"/>
                <w:szCs w:val="20"/>
              </w:rPr>
              <w:t>рожной разметки, проектирование св</w:t>
            </w:r>
            <w:r w:rsidRPr="00ED1A4F">
              <w:rPr>
                <w:bCs/>
                <w:kern w:val="2"/>
                <w:sz w:val="20"/>
                <w:szCs w:val="20"/>
              </w:rPr>
              <w:t>е</w:t>
            </w:r>
            <w:r w:rsidRPr="00ED1A4F">
              <w:rPr>
                <w:bCs/>
                <w:kern w:val="2"/>
                <w:sz w:val="20"/>
                <w:szCs w:val="20"/>
              </w:rPr>
              <w:t>тофорных объектов»</w:t>
            </w:r>
          </w:p>
        </w:tc>
        <w:tc>
          <w:tcPr>
            <w:tcW w:w="313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Всего:</w:t>
            </w:r>
          </w:p>
        </w:tc>
        <w:tc>
          <w:tcPr>
            <w:tcW w:w="86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744AE2" w:rsidRPr="000E3B83" w:rsidRDefault="00FD51D2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9983,4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854,0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</w:p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</w:p>
          <w:p w:rsidR="00744AE2" w:rsidRPr="000E3B83" w:rsidRDefault="00E06BD6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7701,4</w:t>
            </w:r>
          </w:p>
          <w:p w:rsidR="00744AE2" w:rsidRPr="000E3B83" w:rsidRDefault="00744AE2" w:rsidP="0015146C">
            <w:pPr>
              <w:jc w:val="center"/>
              <w:rPr>
                <w:sz w:val="19"/>
                <w:szCs w:val="19"/>
              </w:rPr>
            </w:pPr>
          </w:p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</w:p>
        </w:tc>
        <w:tc>
          <w:tcPr>
            <w:tcW w:w="302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476,0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476,0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EA70E8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476,0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744AE2" w:rsidRPr="00ED1A4F" w:rsidTr="00C04342">
        <w:trPr>
          <w:trHeight w:val="399"/>
        </w:trPr>
        <w:tc>
          <w:tcPr>
            <w:tcW w:w="119" w:type="pct"/>
            <w:vMerge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shd w:val="clear" w:color="auto" w:fill="auto"/>
          </w:tcPr>
          <w:p w:rsidR="00744AE2" w:rsidRPr="00ED1A4F" w:rsidRDefault="00744AE2" w:rsidP="0015146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left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6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2E0F99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</w:p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2E0F99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</w:p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</w:p>
        </w:tc>
        <w:tc>
          <w:tcPr>
            <w:tcW w:w="347" w:type="pct"/>
            <w:shd w:val="clear" w:color="auto" w:fill="auto"/>
            <w:vAlign w:val="center"/>
          </w:tcPr>
          <w:p w:rsidR="00744AE2" w:rsidRPr="000E3B83" w:rsidRDefault="002E0F99" w:rsidP="002E0F99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  <w:tr w:rsidR="00744AE2" w:rsidRPr="00ED1A4F" w:rsidTr="00C04342">
        <w:trPr>
          <w:trHeight w:val="2456"/>
        </w:trPr>
        <w:tc>
          <w:tcPr>
            <w:tcW w:w="119" w:type="pct"/>
            <w:vMerge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pct"/>
            <w:vMerge/>
            <w:shd w:val="clear" w:color="auto" w:fill="auto"/>
          </w:tcPr>
          <w:p w:rsidR="00744AE2" w:rsidRPr="00ED1A4F" w:rsidRDefault="00744AE2" w:rsidP="0015146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44AE2" w:rsidRPr="00ED1A4F" w:rsidRDefault="00744AE2" w:rsidP="0015146C">
            <w:pPr>
              <w:ind w:firstLine="0"/>
              <w:rPr>
                <w:sz w:val="20"/>
                <w:szCs w:val="20"/>
              </w:rPr>
            </w:pPr>
            <w:r w:rsidRPr="00ED1A4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6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8" w:type="pct"/>
            <w:shd w:val="clear" w:color="auto" w:fill="auto"/>
          </w:tcPr>
          <w:p w:rsidR="00744AE2" w:rsidRPr="00ED1A4F" w:rsidRDefault="00744AE2" w:rsidP="0015146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744AE2" w:rsidRPr="000E3B83" w:rsidRDefault="00FD51D2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9983,4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854,0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</w:p>
          <w:p w:rsidR="00744AE2" w:rsidRPr="000E3B83" w:rsidRDefault="00E06BD6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7701,4</w:t>
            </w:r>
          </w:p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</w:p>
        </w:tc>
        <w:tc>
          <w:tcPr>
            <w:tcW w:w="302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476,0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744AE2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476,0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EA70E8" w:rsidP="0015146C">
            <w:pPr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476,0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744AE2" w:rsidRPr="000E3B83" w:rsidRDefault="002E0F99" w:rsidP="0015146C">
            <w:pPr>
              <w:ind w:firstLine="0"/>
              <w:jc w:val="center"/>
              <w:rPr>
                <w:sz w:val="19"/>
                <w:szCs w:val="19"/>
              </w:rPr>
            </w:pPr>
            <w:r w:rsidRPr="000E3B83">
              <w:rPr>
                <w:sz w:val="19"/>
                <w:szCs w:val="19"/>
              </w:rPr>
              <w:t>-</w:t>
            </w:r>
          </w:p>
        </w:tc>
      </w:tr>
    </w:tbl>
    <w:p w:rsidR="00EF00FD" w:rsidRPr="00C10B00" w:rsidRDefault="00EF00FD" w:rsidP="00D36D82">
      <w:pPr>
        <w:ind w:firstLine="0"/>
        <w:rPr>
          <w:sz w:val="24"/>
          <w:szCs w:val="24"/>
        </w:rPr>
      </w:pPr>
    </w:p>
    <w:p w:rsidR="00B93FF4" w:rsidRPr="001A28FA" w:rsidRDefault="00B93FF4" w:rsidP="00B93FF4">
      <w:pPr>
        <w:shd w:val="clear" w:color="auto" w:fill="FFFFFF"/>
        <w:autoSpaceDE w:val="0"/>
        <w:autoSpaceDN w:val="0"/>
        <w:adjustRightInd w:val="0"/>
        <w:rPr>
          <w:kern w:val="2"/>
        </w:rPr>
      </w:pPr>
      <w:r w:rsidRPr="00C10B00">
        <w:rPr>
          <w:kern w:val="2"/>
        </w:rPr>
        <w:t>Примечание.</w:t>
      </w:r>
    </w:p>
    <w:p w:rsidR="00B93FF4" w:rsidRPr="001A28FA" w:rsidRDefault="00B93FF4" w:rsidP="00B93FF4">
      <w:pPr>
        <w:shd w:val="clear" w:color="auto" w:fill="FFFFFF"/>
        <w:autoSpaceDE w:val="0"/>
        <w:autoSpaceDN w:val="0"/>
        <w:adjustRightInd w:val="0"/>
        <w:rPr>
          <w:kern w:val="2"/>
        </w:rPr>
      </w:pPr>
      <w:r w:rsidRPr="001A28FA">
        <w:rPr>
          <w:kern w:val="2"/>
        </w:rPr>
        <w:t>1. Список используемых сокращений:</w:t>
      </w:r>
    </w:p>
    <w:p w:rsidR="00B93FF4" w:rsidRPr="001A28FA" w:rsidRDefault="00B93FF4" w:rsidP="00B93FF4">
      <w:pPr>
        <w:shd w:val="clear" w:color="auto" w:fill="FFFFFF"/>
        <w:autoSpaceDE w:val="0"/>
        <w:autoSpaceDN w:val="0"/>
        <w:adjustRightInd w:val="0"/>
        <w:rPr>
          <w:kern w:val="2"/>
        </w:rPr>
      </w:pPr>
      <w:r w:rsidRPr="001A28FA">
        <w:rPr>
          <w:kern w:val="2"/>
        </w:rPr>
        <w:t>ГРБС – главный распорядитель бюджетных средств;</w:t>
      </w:r>
    </w:p>
    <w:p w:rsidR="00B93FF4" w:rsidRPr="001A28FA" w:rsidRDefault="00B93FF4" w:rsidP="00B93FF4">
      <w:pPr>
        <w:shd w:val="clear" w:color="auto" w:fill="FFFFFF"/>
        <w:autoSpaceDE w:val="0"/>
        <w:autoSpaceDN w:val="0"/>
        <w:adjustRightInd w:val="0"/>
        <w:rPr>
          <w:kern w:val="2"/>
        </w:rPr>
      </w:pPr>
      <w:proofErr w:type="spellStart"/>
      <w:r w:rsidRPr="001A28FA">
        <w:rPr>
          <w:kern w:val="2"/>
        </w:rPr>
        <w:t>РзПр</w:t>
      </w:r>
      <w:proofErr w:type="spellEnd"/>
      <w:r w:rsidRPr="001A28FA">
        <w:rPr>
          <w:kern w:val="2"/>
        </w:rPr>
        <w:t xml:space="preserve"> – раздел и подраздел классификации расходов бюджетов;</w:t>
      </w:r>
    </w:p>
    <w:p w:rsidR="00B93FF4" w:rsidRPr="001A28FA" w:rsidRDefault="00B93FF4" w:rsidP="00B93FF4">
      <w:pPr>
        <w:shd w:val="clear" w:color="auto" w:fill="FFFFFF"/>
        <w:autoSpaceDE w:val="0"/>
        <w:autoSpaceDN w:val="0"/>
        <w:adjustRightInd w:val="0"/>
        <w:rPr>
          <w:kern w:val="2"/>
        </w:rPr>
      </w:pPr>
      <w:r w:rsidRPr="001A28FA">
        <w:rPr>
          <w:kern w:val="2"/>
        </w:rPr>
        <w:t>ЦСР – целевая статья расходов классификации расходов бюджетов;</w:t>
      </w:r>
    </w:p>
    <w:p w:rsidR="00B93FF4" w:rsidRPr="001A28FA" w:rsidRDefault="00B93FF4" w:rsidP="00B93FF4">
      <w:pPr>
        <w:shd w:val="clear" w:color="auto" w:fill="FFFFFF"/>
        <w:autoSpaceDE w:val="0"/>
        <w:autoSpaceDN w:val="0"/>
        <w:adjustRightInd w:val="0"/>
        <w:rPr>
          <w:kern w:val="2"/>
        </w:rPr>
      </w:pPr>
      <w:r w:rsidRPr="001A28FA">
        <w:rPr>
          <w:kern w:val="2"/>
        </w:rPr>
        <w:t>ВР – вид (группа, подгруппа, элемент) расходов классификации расходов бюджетов.</w:t>
      </w:r>
    </w:p>
    <w:p w:rsidR="00B93FF4" w:rsidRDefault="00B93FF4" w:rsidP="00B93FF4">
      <w:pPr>
        <w:shd w:val="clear" w:color="auto" w:fill="FFFFFF"/>
        <w:autoSpaceDE w:val="0"/>
        <w:autoSpaceDN w:val="0"/>
        <w:adjustRightInd w:val="0"/>
        <w:rPr>
          <w:kern w:val="2"/>
        </w:rPr>
      </w:pPr>
      <w:r w:rsidRPr="001A28FA">
        <w:rPr>
          <w:kern w:val="2"/>
        </w:rPr>
        <w:t>2. Х – код бюджетной классификации расходов бюджетов отсутствует.</w:t>
      </w:r>
    </w:p>
    <w:p w:rsidR="00B93FF4" w:rsidRPr="001D2238" w:rsidRDefault="00B93FF4" w:rsidP="00B93FF4">
      <w:pPr>
        <w:rPr>
          <w:sz w:val="24"/>
          <w:szCs w:val="24"/>
        </w:rPr>
        <w:sectPr w:rsidR="00B93FF4" w:rsidRPr="001D2238" w:rsidSect="00686D15">
          <w:pgSz w:w="16840" w:h="11907" w:orient="landscape"/>
          <w:pgMar w:top="426" w:right="538" w:bottom="567" w:left="0" w:header="720" w:footer="720" w:gutter="0"/>
          <w:cols w:space="720"/>
        </w:sectPr>
      </w:pPr>
    </w:p>
    <w:p w:rsidR="00B93FF4" w:rsidRDefault="00B93FF4" w:rsidP="00B93FF4">
      <w:pPr>
        <w:widowControl w:val="0"/>
        <w:autoSpaceDE w:val="0"/>
        <w:autoSpaceDN w:val="0"/>
        <w:adjustRightInd w:val="0"/>
        <w:ind w:firstLine="0"/>
        <w:jc w:val="right"/>
        <w:outlineLvl w:val="2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№4</w:t>
      </w:r>
    </w:p>
    <w:p w:rsidR="00B93FF4" w:rsidRDefault="00B93FF4" w:rsidP="00B93FF4">
      <w:pPr>
        <w:widowControl w:val="0"/>
        <w:autoSpaceDE w:val="0"/>
        <w:autoSpaceDN w:val="0"/>
        <w:adjustRightInd w:val="0"/>
        <w:ind w:firstLine="0"/>
        <w:jc w:val="right"/>
        <w:outlineLvl w:val="2"/>
        <w:rPr>
          <w:sz w:val="24"/>
          <w:szCs w:val="24"/>
        </w:rPr>
      </w:pPr>
      <w:r>
        <w:rPr>
          <w:sz w:val="24"/>
          <w:szCs w:val="24"/>
        </w:rPr>
        <w:t>к муниципальной программе</w:t>
      </w:r>
    </w:p>
    <w:p w:rsidR="00B93FF4" w:rsidRDefault="00B93FF4" w:rsidP="00B93FF4">
      <w:pPr>
        <w:widowControl w:val="0"/>
        <w:autoSpaceDE w:val="0"/>
        <w:autoSpaceDN w:val="0"/>
        <w:adjustRightInd w:val="0"/>
        <w:ind w:firstLine="0"/>
        <w:jc w:val="right"/>
        <w:outlineLvl w:val="2"/>
        <w:rPr>
          <w:sz w:val="24"/>
          <w:szCs w:val="24"/>
        </w:rPr>
      </w:pPr>
      <w:proofErr w:type="spellStart"/>
      <w:r>
        <w:rPr>
          <w:sz w:val="24"/>
          <w:szCs w:val="24"/>
        </w:rPr>
        <w:t>Целинского</w:t>
      </w:r>
      <w:proofErr w:type="spellEnd"/>
      <w:r>
        <w:rPr>
          <w:sz w:val="24"/>
          <w:szCs w:val="24"/>
        </w:rPr>
        <w:t xml:space="preserve"> района</w:t>
      </w:r>
    </w:p>
    <w:p w:rsidR="00B93FF4" w:rsidRDefault="00B93FF4" w:rsidP="00B93FF4">
      <w:pPr>
        <w:widowControl w:val="0"/>
        <w:autoSpaceDE w:val="0"/>
        <w:autoSpaceDN w:val="0"/>
        <w:adjustRightInd w:val="0"/>
        <w:ind w:firstLine="0"/>
        <w:jc w:val="right"/>
        <w:outlineLvl w:val="2"/>
        <w:rPr>
          <w:sz w:val="24"/>
          <w:szCs w:val="24"/>
        </w:rPr>
      </w:pPr>
      <w:r>
        <w:rPr>
          <w:sz w:val="24"/>
          <w:szCs w:val="24"/>
        </w:rPr>
        <w:t>«Развитие транспортной системы»</w:t>
      </w:r>
    </w:p>
    <w:p w:rsidR="00B93FF4" w:rsidRDefault="00B93FF4" w:rsidP="00B93FF4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sz w:val="24"/>
          <w:szCs w:val="24"/>
        </w:rPr>
      </w:pPr>
      <w:r>
        <w:rPr>
          <w:sz w:val="24"/>
          <w:szCs w:val="24"/>
        </w:rPr>
        <w:t>РАСХОДЫ</w:t>
      </w:r>
    </w:p>
    <w:p w:rsidR="00B93FF4" w:rsidRDefault="00B93FF4" w:rsidP="00B93FF4">
      <w:pPr>
        <w:shd w:val="clear" w:color="auto" w:fill="FFFFFF"/>
        <w:autoSpaceDE w:val="0"/>
        <w:autoSpaceDN w:val="0"/>
        <w:adjustRightInd w:val="0"/>
        <w:ind w:left="4320"/>
        <w:rPr>
          <w:kern w:val="2"/>
        </w:rPr>
      </w:pPr>
      <w:r w:rsidRPr="00C05661">
        <w:rPr>
          <w:kern w:val="2"/>
        </w:rPr>
        <w:t xml:space="preserve">на реализацию </w:t>
      </w:r>
      <w:r>
        <w:rPr>
          <w:kern w:val="2"/>
        </w:rPr>
        <w:t>муниципальной</w:t>
      </w:r>
      <w:r w:rsidRPr="00C05661">
        <w:rPr>
          <w:kern w:val="2"/>
        </w:rPr>
        <w:t xml:space="preserve"> программы </w:t>
      </w:r>
    </w:p>
    <w:p w:rsidR="00B93FF4" w:rsidRPr="00C05661" w:rsidRDefault="00B93FF4" w:rsidP="00B93FF4">
      <w:pPr>
        <w:shd w:val="clear" w:color="auto" w:fill="FFFFFF"/>
        <w:autoSpaceDE w:val="0"/>
        <w:autoSpaceDN w:val="0"/>
        <w:adjustRightInd w:val="0"/>
        <w:jc w:val="center"/>
        <w:rPr>
          <w:kern w:val="2"/>
        </w:rPr>
      </w:pPr>
      <w:proofErr w:type="spellStart"/>
      <w:r>
        <w:rPr>
          <w:kern w:val="2"/>
        </w:rPr>
        <w:t>Целинского</w:t>
      </w:r>
      <w:proofErr w:type="spellEnd"/>
      <w:r>
        <w:rPr>
          <w:kern w:val="2"/>
        </w:rPr>
        <w:t xml:space="preserve"> района</w:t>
      </w:r>
      <w:r w:rsidRPr="00C05661">
        <w:rPr>
          <w:kern w:val="2"/>
        </w:rPr>
        <w:t xml:space="preserve"> «Развитие транспортной системы»</w:t>
      </w:r>
    </w:p>
    <w:p w:rsidR="00B93FF4" w:rsidRDefault="00B93FF4" w:rsidP="00B93FF4">
      <w:pPr>
        <w:ind w:firstLine="0"/>
        <w:rPr>
          <w:sz w:val="24"/>
          <w:szCs w:val="24"/>
        </w:rPr>
      </w:pPr>
    </w:p>
    <w:p w:rsidR="00B93FF4" w:rsidRPr="001D2238" w:rsidRDefault="00B93FF4" w:rsidP="00B93FF4">
      <w:pPr>
        <w:rPr>
          <w:sz w:val="24"/>
          <w:szCs w:val="24"/>
        </w:rPr>
      </w:pPr>
    </w:p>
    <w:p w:rsidR="00B93FF4" w:rsidRDefault="00B93FF4" w:rsidP="00B93FF4">
      <w:pPr>
        <w:rPr>
          <w:sz w:val="24"/>
          <w:szCs w:val="24"/>
        </w:rPr>
      </w:pPr>
    </w:p>
    <w:tbl>
      <w:tblPr>
        <w:tblW w:w="52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2"/>
        <w:gridCol w:w="1984"/>
        <w:gridCol w:w="851"/>
        <w:gridCol w:w="1276"/>
        <w:gridCol w:w="992"/>
        <w:gridCol w:w="1134"/>
        <w:gridCol w:w="852"/>
        <w:gridCol w:w="851"/>
        <w:gridCol w:w="850"/>
        <w:gridCol w:w="850"/>
        <w:gridCol w:w="992"/>
        <w:gridCol w:w="872"/>
        <w:gridCol w:w="971"/>
        <w:gridCol w:w="840"/>
        <w:gridCol w:w="840"/>
        <w:gridCol w:w="840"/>
      </w:tblGrid>
      <w:tr w:rsidR="00B93FF4" w:rsidRPr="000B2982" w:rsidTr="00FF67B9">
        <w:trPr>
          <w:trHeight w:val="585"/>
          <w:tblHeader/>
        </w:trPr>
        <w:tc>
          <w:tcPr>
            <w:tcW w:w="312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67B9" w:rsidRPr="000B2982" w:rsidRDefault="00B93FF4" w:rsidP="00FF67B9">
            <w:pPr>
              <w:ind w:firstLine="0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№</w:t>
            </w:r>
          </w:p>
          <w:p w:rsidR="00B93FF4" w:rsidRPr="000B2982" w:rsidRDefault="00B93FF4" w:rsidP="00FF67B9">
            <w:pPr>
              <w:ind w:firstLine="0"/>
              <w:rPr>
                <w:spacing w:val="-16"/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 xml:space="preserve"> </w:t>
            </w:r>
            <w:proofErr w:type="gramStart"/>
            <w:r w:rsidRPr="000B2982">
              <w:rPr>
                <w:sz w:val="20"/>
                <w:szCs w:val="20"/>
              </w:rPr>
              <w:t>п</w:t>
            </w:r>
            <w:proofErr w:type="gramEnd"/>
            <w:r w:rsidRPr="000B2982">
              <w:rPr>
                <w:sz w:val="20"/>
                <w:szCs w:val="20"/>
              </w:rPr>
              <w:t>/п</w:t>
            </w:r>
          </w:p>
        </w:tc>
        <w:tc>
          <w:tcPr>
            <w:tcW w:w="1984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93FF4" w:rsidRPr="000B2982" w:rsidRDefault="00B93FF4" w:rsidP="003C0F6A">
            <w:pPr>
              <w:ind w:firstLine="0"/>
              <w:jc w:val="left"/>
              <w:rPr>
                <w:spacing w:val="-16"/>
                <w:sz w:val="20"/>
                <w:szCs w:val="20"/>
              </w:rPr>
            </w:pPr>
            <w:r w:rsidRPr="000B2982">
              <w:rPr>
                <w:kern w:val="2"/>
                <w:sz w:val="20"/>
                <w:szCs w:val="20"/>
              </w:rPr>
              <w:t>Наименование госуда</w:t>
            </w:r>
            <w:r w:rsidRPr="000B2982">
              <w:rPr>
                <w:kern w:val="2"/>
                <w:sz w:val="20"/>
                <w:szCs w:val="20"/>
              </w:rPr>
              <w:t>р</w:t>
            </w:r>
            <w:r w:rsidRPr="000B2982">
              <w:rPr>
                <w:kern w:val="2"/>
                <w:sz w:val="20"/>
                <w:szCs w:val="20"/>
              </w:rPr>
              <w:t>ственной программы, номер и наименование подпрограммы</w:t>
            </w:r>
          </w:p>
        </w:tc>
        <w:tc>
          <w:tcPr>
            <w:tcW w:w="851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93FF4" w:rsidRPr="000B2982" w:rsidRDefault="00B93FF4" w:rsidP="003C0F6A">
            <w:pPr>
              <w:ind w:firstLine="0"/>
              <w:rPr>
                <w:spacing w:val="-16"/>
                <w:sz w:val="20"/>
                <w:szCs w:val="20"/>
              </w:rPr>
            </w:pPr>
            <w:r w:rsidRPr="000B2982">
              <w:rPr>
                <w:spacing w:val="-16"/>
                <w:sz w:val="20"/>
                <w:szCs w:val="20"/>
              </w:rPr>
              <w:t>Источник</w:t>
            </w:r>
          </w:p>
          <w:p w:rsidR="00B93FF4" w:rsidRPr="000B2982" w:rsidRDefault="00B93FF4" w:rsidP="003C0F6A">
            <w:pPr>
              <w:ind w:firstLine="0"/>
              <w:rPr>
                <w:spacing w:val="-16"/>
                <w:sz w:val="20"/>
                <w:szCs w:val="20"/>
              </w:rPr>
            </w:pPr>
            <w:r w:rsidRPr="000B2982">
              <w:rPr>
                <w:spacing w:val="-16"/>
                <w:sz w:val="20"/>
                <w:szCs w:val="20"/>
              </w:rPr>
              <w:t xml:space="preserve"> финансир</w:t>
            </w:r>
            <w:r w:rsidRPr="000B2982">
              <w:rPr>
                <w:spacing w:val="-16"/>
                <w:sz w:val="20"/>
                <w:szCs w:val="20"/>
              </w:rPr>
              <w:t>о</w:t>
            </w:r>
            <w:r w:rsidRPr="000B2982">
              <w:rPr>
                <w:spacing w:val="-16"/>
                <w:sz w:val="20"/>
                <w:szCs w:val="20"/>
              </w:rPr>
              <w:t>вания</w:t>
            </w:r>
          </w:p>
        </w:tc>
        <w:tc>
          <w:tcPr>
            <w:tcW w:w="1276" w:type="dxa"/>
            <w:vMerge w:val="restart"/>
            <w:vAlign w:val="center"/>
          </w:tcPr>
          <w:p w:rsidR="00B93FF4" w:rsidRPr="000B2982" w:rsidRDefault="00B93FF4" w:rsidP="003C0F6A">
            <w:pPr>
              <w:ind w:right="0" w:firstLine="0"/>
              <w:jc w:val="left"/>
              <w:rPr>
                <w:spacing w:val="-16"/>
                <w:sz w:val="20"/>
                <w:szCs w:val="20"/>
              </w:rPr>
            </w:pPr>
            <w:r w:rsidRPr="000B2982">
              <w:rPr>
                <w:spacing w:val="-16"/>
                <w:sz w:val="20"/>
                <w:szCs w:val="20"/>
              </w:rPr>
              <w:t>Объем расх</w:t>
            </w:r>
            <w:r w:rsidRPr="000B2982">
              <w:rPr>
                <w:spacing w:val="-16"/>
                <w:sz w:val="20"/>
                <w:szCs w:val="20"/>
              </w:rPr>
              <w:t>о</w:t>
            </w:r>
            <w:r w:rsidRPr="000B2982">
              <w:rPr>
                <w:spacing w:val="-16"/>
                <w:sz w:val="20"/>
                <w:szCs w:val="20"/>
              </w:rPr>
              <w:t>дов, всего</w:t>
            </w:r>
          </w:p>
          <w:p w:rsidR="00B93FF4" w:rsidRPr="000B2982" w:rsidRDefault="00B93FF4" w:rsidP="003C0F6A">
            <w:pPr>
              <w:ind w:firstLine="0"/>
              <w:rPr>
                <w:spacing w:val="-16"/>
                <w:sz w:val="20"/>
                <w:szCs w:val="20"/>
              </w:rPr>
            </w:pPr>
          </w:p>
        </w:tc>
        <w:tc>
          <w:tcPr>
            <w:tcW w:w="10884" w:type="dxa"/>
            <w:gridSpan w:val="12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93FF4" w:rsidRPr="000B2982" w:rsidRDefault="00B93FF4" w:rsidP="003C0F6A">
            <w:pPr>
              <w:ind w:firstLine="0"/>
              <w:jc w:val="center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>В том числе по годам реализации муниципальной программы</w:t>
            </w:r>
          </w:p>
        </w:tc>
      </w:tr>
      <w:tr w:rsidR="00B93FF4" w:rsidRPr="000B2982" w:rsidTr="00FF67B9">
        <w:trPr>
          <w:trHeight w:val="958"/>
          <w:tblHeader/>
        </w:trPr>
        <w:tc>
          <w:tcPr>
            <w:tcW w:w="312" w:type="dxa"/>
            <w:vMerge/>
            <w:vAlign w:val="center"/>
          </w:tcPr>
          <w:p w:rsidR="00B93FF4" w:rsidRPr="000B2982" w:rsidRDefault="00B93FF4" w:rsidP="003C0F6A">
            <w:pPr>
              <w:ind w:firstLine="0"/>
              <w:rPr>
                <w:spacing w:val="-16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B93FF4" w:rsidRPr="000B2982" w:rsidRDefault="00B93FF4" w:rsidP="003C0F6A">
            <w:pPr>
              <w:ind w:firstLine="0"/>
              <w:rPr>
                <w:spacing w:val="-16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B93FF4" w:rsidRPr="000B2982" w:rsidRDefault="00B93FF4" w:rsidP="003C0F6A">
            <w:pPr>
              <w:ind w:firstLine="0"/>
              <w:rPr>
                <w:spacing w:val="-16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B93FF4" w:rsidRPr="000B2982" w:rsidRDefault="00B93FF4" w:rsidP="003C0F6A">
            <w:pPr>
              <w:ind w:firstLine="0"/>
              <w:rPr>
                <w:spacing w:val="-16"/>
                <w:sz w:val="24"/>
                <w:szCs w:val="24"/>
              </w:rPr>
            </w:pPr>
          </w:p>
        </w:tc>
        <w:tc>
          <w:tcPr>
            <w:tcW w:w="992" w:type="dxa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93FF4" w:rsidRPr="000B2982" w:rsidRDefault="00B93FF4" w:rsidP="003C0F6A">
            <w:pPr>
              <w:ind w:right="-28" w:firstLine="0"/>
              <w:jc w:val="center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>2019</w:t>
            </w:r>
          </w:p>
        </w:tc>
        <w:tc>
          <w:tcPr>
            <w:tcW w:w="1134" w:type="dxa"/>
            <w:vAlign w:val="center"/>
          </w:tcPr>
          <w:p w:rsidR="00B93FF4" w:rsidRPr="000B2982" w:rsidRDefault="00B93FF4" w:rsidP="003C0F6A">
            <w:pPr>
              <w:ind w:left="-108" w:right="-108" w:firstLine="0"/>
              <w:jc w:val="center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>2020</w:t>
            </w:r>
          </w:p>
        </w:tc>
        <w:tc>
          <w:tcPr>
            <w:tcW w:w="852" w:type="dxa"/>
            <w:vAlign w:val="center"/>
          </w:tcPr>
          <w:p w:rsidR="00B93FF4" w:rsidRPr="000B2982" w:rsidRDefault="00B93FF4" w:rsidP="003C0F6A">
            <w:pPr>
              <w:ind w:firstLine="0"/>
              <w:jc w:val="center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>2021</w:t>
            </w:r>
          </w:p>
        </w:tc>
        <w:tc>
          <w:tcPr>
            <w:tcW w:w="851" w:type="dxa"/>
            <w:vAlign w:val="center"/>
          </w:tcPr>
          <w:p w:rsidR="00B93FF4" w:rsidRPr="000B2982" w:rsidRDefault="00B93FF4" w:rsidP="003C0F6A">
            <w:pPr>
              <w:ind w:firstLine="0"/>
              <w:jc w:val="center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>2022</w:t>
            </w:r>
          </w:p>
        </w:tc>
        <w:tc>
          <w:tcPr>
            <w:tcW w:w="850" w:type="dxa"/>
            <w:vAlign w:val="center"/>
          </w:tcPr>
          <w:p w:rsidR="00B93FF4" w:rsidRPr="000B2982" w:rsidRDefault="00B93FF4" w:rsidP="003C0F6A">
            <w:pPr>
              <w:ind w:firstLine="0"/>
              <w:jc w:val="center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>2023</w:t>
            </w:r>
          </w:p>
        </w:tc>
        <w:tc>
          <w:tcPr>
            <w:tcW w:w="850" w:type="dxa"/>
            <w:vAlign w:val="center"/>
          </w:tcPr>
          <w:p w:rsidR="00B93FF4" w:rsidRPr="000B2982" w:rsidRDefault="00B93FF4" w:rsidP="003C0F6A">
            <w:pPr>
              <w:ind w:left="-181" w:firstLine="0"/>
              <w:jc w:val="center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>2024</w:t>
            </w:r>
          </w:p>
        </w:tc>
        <w:tc>
          <w:tcPr>
            <w:tcW w:w="992" w:type="dxa"/>
            <w:vAlign w:val="center"/>
          </w:tcPr>
          <w:p w:rsidR="00B93FF4" w:rsidRPr="000B2982" w:rsidRDefault="00B93FF4" w:rsidP="003C0F6A">
            <w:pPr>
              <w:ind w:right="-108" w:firstLine="0"/>
              <w:jc w:val="center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>2025</w:t>
            </w:r>
          </w:p>
        </w:tc>
        <w:tc>
          <w:tcPr>
            <w:tcW w:w="872" w:type="dxa"/>
            <w:vAlign w:val="center"/>
          </w:tcPr>
          <w:p w:rsidR="00B93FF4" w:rsidRPr="000B2982" w:rsidRDefault="00B93FF4" w:rsidP="003C0F6A">
            <w:pPr>
              <w:ind w:right="-108" w:firstLine="0"/>
              <w:jc w:val="center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>2026</w:t>
            </w:r>
          </w:p>
        </w:tc>
        <w:tc>
          <w:tcPr>
            <w:tcW w:w="971" w:type="dxa"/>
            <w:vAlign w:val="center"/>
          </w:tcPr>
          <w:p w:rsidR="00B93FF4" w:rsidRPr="000B2982" w:rsidRDefault="00B93FF4" w:rsidP="003C0F6A">
            <w:pPr>
              <w:ind w:right="-108" w:firstLine="0"/>
              <w:jc w:val="center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>2027</w:t>
            </w:r>
          </w:p>
        </w:tc>
        <w:tc>
          <w:tcPr>
            <w:tcW w:w="840" w:type="dxa"/>
          </w:tcPr>
          <w:p w:rsidR="00B93FF4" w:rsidRPr="000B2982" w:rsidRDefault="00B93FF4" w:rsidP="003C0F6A">
            <w:pPr>
              <w:ind w:right="-108" w:firstLine="0"/>
              <w:jc w:val="center"/>
              <w:rPr>
                <w:spacing w:val="-16"/>
                <w:sz w:val="24"/>
                <w:szCs w:val="24"/>
              </w:rPr>
            </w:pPr>
          </w:p>
          <w:p w:rsidR="00B93FF4" w:rsidRPr="000B2982" w:rsidRDefault="00B93FF4" w:rsidP="003C0F6A">
            <w:pPr>
              <w:ind w:right="-108" w:firstLine="0"/>
              <w:jc w:val="center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>2028</w:t>
            </w:r>
          </w:p>
        </w:tc>
        <w:tc>
          <w:tcPr>
            <w:tcW w:w="840" w:type="dxa"/>
          </w:tcPr>
          <w:p w:rsidR="00B93FF4" w:rsidRPr="000B2982" w:rsidRDefault="00B93FF4" w:rsidP="003C0F6A">
            <w:pPr>
              <w:ind w:right="-108" w:firstLine="0"/>
              <w:jc w:val="center"/>
              <w:rPr>
                <w:spacing w:val="-16"/>
                <w:sz w:val="24"/>
                <w:szCs w:val="24"/>
              </w:rPr>
            </w:pPr>
          </w:p>
          <w:p w:rsidR="00B93FF4" w:rsidRPr="000B2982" w:rsidRDefault="00B93FF4" w:rsidP="003C0F6A">
            <w:pPr>
              <w:ind w:right="-108" w:firstLine="0"/>
              <w:jc w:val="center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>2029</w:t>
            </w:r>
          </w:p>
        </w:tc>
        <w:tc>
          <w:tcPr>
            <w:tcW w:w="840" w:type="dxa"/>
          </w:tcPr>
          <w:p w:rsidR="00B93FF4" w:rsidRPr="000B2982" w:rsidRDefault="00B93FF4" w:rsidP="003C0F6A">
            <w:pPr>
              <w:ind w:right="-108" w:firstLine="0"/>
              <w:jc w:val="center"/>
              <w:rPr>
                <w:spacing w:val="-16"/>
                <w:sz w:val="24"/>
                <w:szCs w:val="24"/>
              </w:rPr>
            </w:pPr>
          </w:p>
          <w:p w:rsidR="00B93FF4" w:rsidRPr="000B2982" w:rsidRDefault="00B93FF4" w:rsidP="003C0F6A">
            <w:pPr>
              <w:ind w:right="-108" w:firstLine="0"/>
              <w:jc w:val="center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>2030</w:t>
            </w:r>
          </w:p>
        </w:tc>
      </w:tr>
      <w:tr w:rsidR="00B93FF4" w:rsidRPr="000B2982" w:rsidTr="00FF67B9">
        <w:trPr>
          <w:trHeight w:val="320"/>
        </w:trPr>
        <w:tc>
          <w:tcPr>
            <w:tcW w:w="31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93FF4" w:rsidRPr="000B2982" w:rsidRDefault="00B93FF4" w:rsidP="003C0F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B2982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93FF4" w:rsidRPr="000B2982" w:rsidRDefault="00B93FF4" w:rsidP="003C0F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B2982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93FF4" w:rsidRPr="000B2982" w:rsidRDefault="00B93FF4" w:rsidP="003C0F6A">
            <w:pPr>
              <w:ind w:firstLine="0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 xml:space="preserve">     3</w:t>
            </w:r>
          </w:p>
        </w:tc>
        <w:tc>
          <w:tcPr>
            <w:tcW w:w="1276" w:type="dxa"/>
            <w:vAlign w:val="center"/>
          </w:tcPr>
          <w:p w:rsidR="00B93FF4" w:rsidRPr="000B2982" w:rsidRDefault="00B93FF4" w:rsidP="003C0F6A">
            <w:pPr>
              <w:ind w:firstLine="0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 xml:space="preserve">     4</w:t>
            </w:r>
          </w:p>
        </w:tc>
        <w:tc>
          <w:tcPr>
            <w:tcW w:w="992" w:type="dxa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93FF4" w:rsidRPr="000B2982" w:rsidRDefault="00B93FF4" w:rsidP="003C0F6A">
            <w:pPr>
              <w:ind w:right="-28" w:firstLine="0"/>
              <w:jc w:val="center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B93FF4" w:rsidRPr="000B2982" w:rsidRDefault="00B93FF4" w:rsidP="003C0F6A">
            <w:pPr>
              <w:ind w:right="-108" w:firstLine="0"/>
              <w:jc w:val="center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>6</w:t>
            </w:r>
          </w:p>
        </w:tc>
        <w:tc>
          <w:tcPr>
            <w:tcW w:w="852" w:type="dxa"/>
            <w:vAlign w:val="center"/>
          </w:tcPr>
          <w:p w:rsidR="00B93FF4" w:rsidRPr="000B2982" w:rsidRDefault="00B93FF4" w:rsidP="003C0F6A">
            <w:pPr>
              <w:ind w:firstLine="0"/>
              <w:jc w:val="center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B93FF4" w:rsidRPr="000B2982" w:rsidRDefault="00B93FF4" w:rsidP="003C0F6A">
            <w:pPr>
              <w:ind w:firstLine="0"/>
              <w:jc w:val="center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B93FF4" w:rsidRPr="000B2982" w:rsidRDefault="00B93FF4" w:rsidP="003C0F6A">
            <w:pPr>
              <w:ind w:firstLine="0"/>
              <w:jc w:val="center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B93FF4" w:rsidRPr="000B2982" w:rsidRDefault="00B93FF4" w:rsidP="003C0F6A">
            <w:pPr>
              <w:ind w:firstLine="0"/>
              <w:jc w:val="center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B93FF4" w:rsidRPr="000B2982" w:rsidRDefault="00B93FF4" w:rsidP="003C0F6A">
            <w:pPr>
              <w:ind w:right="-108" w:firstLine="0"/>
              <w:jc w:val="center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>11</w:t>
            </w:r>
          </w:p>
        </w:tc>
        <w:tc>
          <w:tcPr>
            <w:tcW w:w="872" w:type="dxa"/>
            <w:vAlign w:val="center"/>
          </w:tcPr>
          <w:p w:rsidR="00B93FF4" w:rsidRPr="000B2982" w:rsidRDefault="00B93FF4" w:rsidP="003C0F6A">
            <w:pPr>
              <w:ind w:right="-108" w:firstLine="0"/>
              <w:jc w:val="center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>12</w:t>
            </w:r>
          </w:p>
        </w:tc>
        <w:tc>
          <w:tcPr>
            <w:tcW w:w="971" w:type="dxa"/>
            <w:vAlign w:val="center"/>
          </w:tcPr>
          <w:p w:rsidR="00B93FF4" w:rsidRPr="000B2982" w:rsidRDefault="00B93FF4" w:rsidP="003C0F6A">
            <w:pPr>
              <w:ind w:right="-108" w:firstLine="0"/>
              <w:jc w:val="center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>13</w:t>
            </w:r>
          </w:p>
        </w:tc>
        <w:tc>
          <w:tcPr>
            <w:tcW w:w="840" w:type="dxa"/>
          </w:tcPr>
          <w:p w:rsidR="00B93FF4" w:rsidRPr="000B2982" w:rsidRDefault="00B93FF4" w:rsidP="003C0F6A">
            <w:pPr>
              <w:ind w:right="-108" w:firstLine="0"/>
              <w:jc w:val="center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>14</w:t>
            </w:r>
          </w:p>
        </w:tc>
        <w:tc>
          <w:tcPr>
            <w:tcW w:w="840" w:type="dxa"/>
          </w:tcPr>
          <w:p w:rsidR="00B93FF4" w:rsidRPr="000B2982" w:rsidRDefault="00B93FF4" w:rsidP="003C0F6A">
            <w:pPr>
              <w:ind w:right="-108" w:firstLine="0"/>
              <w:jc w:val="center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>15</w:t>
            </w:r>
          </w:p>
        </w:tc>
        <w:tc>
          <w:tcPr>
            <w:tcW w:w="840" w:type="dxa"/>
          </w:tcPr>
          <w:p w:rsidR="00B93FF4" w:rsidRPr="000B2982" w:rsidRDefault="00B93FF4" w:rsidP="003C0F6A">
            <w:pPr>
              <w:ind w:right="-108" w:firstLine="0"/>
              <w:jc w:val="center"/>
              <w:rPr>
                <w:spacing w:val="-16"/>
                <w:sz w:val="24"/>
                <w:szCs w:val="24"/>
              </w:rPr>
            </w:pPr>
            <w:r w:rsidRPr="000B2982">
              <w:rPr>
                <w:spacing w:val="-16"/>
                <w:sz w:val="24"/>
                <w:szCs w:val="24"/>
              </w:rPr>
              <w:t>16</w:t>
            </w:r>
          </w:p>
        </w:tc>
      </w:tr>
      <w:tr w:rsidR="00C703CF" w:rsidRPr="000B2982" w:rsidTr="00FF67B9">
        <w:trPr>
          <w:trHeight w:val="320"/>
        </w:trPr>
        <w:tc>
          <w:tcPr>
            <w:tcW w:w="312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703CF" w:rsidRPr="000B2982" w:rsidRDefault="00C703CF" w:rsidP="00C703CF">
            <w:pPr>
              <w:widowControl w:val="0"/>
              <w:autoSpaceDE w:val="0"/>
              <w:autoSpaceDN w:val="0"/>
              <w:adjustRightInd w:val="0"/>
              <w:ind w:right="-29" w:firstLine="0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703CF" w:rsidRPr="000B2982" w:rsidRDefault="00C703CF" w:rsidP="00C703CF">
            <w:pPr>
              <w:widowControl w:val="0"/>
              <w:autoSpaceDE w:val="0"/>
              <w:autoSpaceDN w:val="0"/>
              <w:adjustRightInd w:val="0"/>
              <w:ind w:right="-29" w:firstLine="0"/>
              <w:rPr>
                <w:sz w:val="20"/>
                <w:szCs w:val="20"/>
              </w:rPr>
            </w:pPr>
            <w:r w:rsidRPr="000B2982">
              <w:rPr>
                <w:kern w:val="2"/>
                <w:sz w:val="20"/>
                <w:szCs w:val="20"/>
              </w:rPr>
              <w:t>Муниципальная пр</w:t>
            </w:r>
            <w:r w:rsidRPr="000B2982">
              <w:rPr>
                <w:kern w:val="2"/>
                <w:sz w:val="20"/>
                <w:szCs w:val="20"/>
              </w:rPr>
              <w:t>о</w:t>
            </w:r>
            <w:r w:rsidRPr="000B2982">
              <w:rPr>
                <w:kern w:val="2"/>
                <w:sz w:val="20"/>
                <w:szCs w:val="20"/>
              </w:rPr>
              <w:t xml:space="preserve">грамма </w:t>
            </w:r>
            <w:proofErr w:type="spellStart"/>
            <w:r w:rsidRPr="000B2982">
              <w:rPr>
                <w:kern w:val="2"/>
                <w:sz w:val="20"/>
                <w:szCs w:val="20"/>
              </w:rPr>
              <w:t>Целинского</w:t>
            </w:r>
            <w:proofErr w:type="spellEnd"/>
            <w:r w:rsidRPr="000B2982">
              <w:rPr>
                <w:kern w:val="2"/>
                <w:sz w:val="20"/>
                <w:szCs w:val="20"/>
              </w:rPr>
              <w:t xml:space="preserve"> района «Развитие транспортной сист</w:t>
            </w:r>
            <w:r w:rsidRPr="000B2982">
              <w:rPr>
                <w:kern w:val="2"/>
                <w:sz w:val="20"/>
                <w:szCs w:val="20"/>
              </w:rPr>
              <w:t>е</w:t>
            </w:r>
            <w:r w:rsidRPr="000B2982">
              <w:rPr>
                <w:kern w:val="2"/>
                <w:sz w:val="20"/>
                <w:szCs w:val="20"/>
              </w:rPr>
              <w:t>мы»</w:t>
            </w:r>
          </w:p>
        </w:tc>
        <w:tc>
          <w:tcPr>
            <w:tcW w:w="85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703CF" w:rsidRPr="000B2982" w:rsidRDefault="00C703CF" w:rsidP="00C703CF">
            <w:pPr>
              <w:ind w:right="-29" w:firstLine="0"/>
              <w:rPr>
                <w:spacing w:val="-16"/>
                <w:sz w:val="20"/>
                <w:szCs w:val="20"/>
              </w:rPr>
            </w:pPr>
            <w:r w:rsidRPr="000B2982">
              <w:rPr>
                <w:spacing w:val="-16"/>
                <w:sz w:val="20"/>
                <w:szCs w:val="20"/>
              </w:rPr>
              <w:t xml:space="preserve">всего                </w:t>
            </w:r>
          </w:p>
        </w:tc>
        <w:tc>
          <w:tcPr>
            <w:tcW w:w="1276" w:type="dxa"/>
            <w:vAlign w:val="center"/>
          </w:tcPr>
          <w:p w:rsidR="00C703CF" w:rsidRPr="000B2982" w:rsidRDefault="00F77AD2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771113,7</w:t>
            </w:r>
          </w:p>
        </w:tc>
        <w:tc>
          <w:tcPr>
            <w:tcW w:w="992" w:type="dxa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87173,1</w:t>
            </w:r>
          </w:p>
        </w:tc>
        <w:tc>
          <w:tcPr>
            <w:tcW w:w="1134" w:type="dxa"/>
            <w:vAlign w:val="center"/>
          </w:tcPr>
          <w:p w:rsidR="00C703CF" w:rsidRPr="000B2982" w:rsidRDefault="00587BEB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88235,9</w:t>
            </w:r>
          </w:p>
        </w:tc>
        <w:tc>
          <w:tcPr>
            <w:tcW w:w="852" w:type="dxa"/>
            <w:vAlign w:val="center"/>
          </w:tcPr>
          <w:p w:rsidR="00C703CF" w:rsidRPr="000B2982" w:rsidRDefault="00F77AD2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54099,6</w:t>
            </w:r>
          </w:p>
        </w:tc>
        <w:tc>
          <w:tcPr>
            <w:tcW w:w="851" w:type="dxa"/>
            <w:vAlign w:val="center"/>
          </w:tcPr>
          <w:p w:rsidR="00C703CF" w:rsidRPr="000B2982" w:rsidRDefault="00F77AD2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56254,6</w:t>
            </w:r>
          </w:p>
        </w:tc>
        <w:tc>
          <w:tcPr>
            <w:tcW w:w="850" w:type="dxa"/>
            <w:vAlign w:val="center"/>
          </w:tcPr>
          <w:p w:rsidR="00C703CF" w:rsidRPr="000B2982" w:rsidRDefault="002D4F3C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79527,6</w:t>
            </w:r>
          </w:p>
        </w:tc>
        <w:tc>
          <w:tcPr>
            <w:tcW w:w="850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  <w:tc>
          <w:tcPr>
            <w:tcW w:w="992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  <w:tc>
          <w:tcPr>
            <w:tcW w:w="872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  <w:tc>
          <w:tcPr>
            <w:tcW w:w="971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  <w:tc>
          <w:tcPr>
            <w:tcW w:w="840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  <w:tc>
          <w:tcPr>
            <w:tcW w:w="840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  <w:tc>
          <w:tcPr>
            <w:tcW w:w="840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</w:tr>
      <w:tr w:rsidR="00C703CF" w:rsidRPr="000B2982" w:rsidTr="00FF67B9">
        <w:trPr>
          <w:trHeight w:val="369"/>
        </w:trPr>
        <w:tc>
          <w:tcPr>
            <w:tcW w:w="312" w:type="dxa"/>
            <w:vMerge/>
            <w:vAlign w:val="center"/>
          </w:tcPr>
          <w:p w:rsidR="00C703CF" w:rsidRPr="000B2982" w:rsidRDefault="00C703CF" w:rsidP="00C703CF">
            <w:pPr>
              <w:ind w:right="-29" w:firstLin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C703CF" w:rsidRPr="000B2982" w:rsidRDefault="00C703CF" w:rsidP="00C703CF">
            <w:pPr>
              <w:ind w:right="-29"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703CF" w:rsidRPr="000B2982" w:rsidRDefault="00C703CF" w:rsidP="00C703CF">
            <w:pPr>
              <w:ind w:right="-29" w:firstLine="0"/>
              <w:rPr>
                <w:spacing w:val="-16"/>
                <w:sz w:val="20"/>
                <w:szCs w:val="20"/>
              </w:rPr>
            </w:pPr>
            <w:r w:rsidRPr="000B2982">
              <w:rPr>
                <w:spacing w:val="-16"/>
                <w:sz w:val="20"/>
                <w:szCs w:val="20"/>
              </w:rPr>
              <w:t xml:space="preserve">областной </w:t>
            </w:r>
          </w:p>
          <w:p w:rsidR="00C703CF" w:rsidRPr="000B2982" w:rsidRDefault="00C703CF" w:rsidP="00C703CF">
            <w:pPr>
              <w:ind w:right="-29" w:firstLine="0"/>
              <w:rPr>
                <w:spacing w:val="-16"/>
                <w:sz w:val="20"/>
                <w:szCs w:val="20"/>
              </w:rPr>
            </w:pPr>
            <w:r w:rsidRPr="000B2982">
              <w:rPr>
                <w:spacing w:val="-16"/>
                <w:sz w:val="20"/>
                <w:szCs w:val="20"/>
              </w:rPr>
              <w:t xml:space="preserve">бюджет  </w:t>
            </w:r>
          </w:p>
        </w:tc>
        <w:tc>
          <w:tcPr>
            <w:tcW w:w="1276" w:type="dxa"/>
            <w:vAlign w:val="center"/>
          </w:tcPr>
          <w:p w:rsidR="00C703CF" w:rsidRPr="000B2982" w:rsidRDefault="00F77AD2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102015,2</w:t>
            </w:r>
          </w:p>
        </w:tc>
        <w:tc>
          <w:tcPr>
            <w:tcW w:w="992" w:type="dxa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50609,8</w:t>
            </w:r>
          </w:p>
        </w:tc>
        <w:tc>
          <w:tcPr>
            <w:tcW w:w="1134" w:type="dxa"/>
            <w:vAlign w:val="center"/>
          </w:tcPr>
          <w:p w:rsidR="00C703CF" w:rsidRPr="000B2982" w:rsidRDefault="001A5F3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29405,4</w:t>
            </w:r>
          </w:p>
        </w:tc>
        <w:tc>
          <w:tcPr>
            <w:tcW w:w="852" w:type="dxa"/>
            <w:vAlign w:val="center"/>
          </w:tcPr>
          <w:p w:rsidR="00C703CF" w:rsidRPr="000B2982" w:rsidRDefault="00F77AD2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-</w:t>
            </w:r>
          </w:p>
        </w:tc>
        <w:tc>
          <w:tcPr>
            <w:tcW w:w="851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-</w:t>
            </w:r>
          </w:p>
        </w:tc>
        <w:tc>
          <w:tcPr>
            <w:tcW w:w="850" w:type="dxa"/>
            <w:vAlign w:val="center"/>
          </w:tcPr>
          <w:p w:rsidR="00C703CF" w:rsidRPr="000B2982" w:rsidRDefault="002D4F3C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22000,0</w:t>
            </w:r>
          </w:p>
        </w:tc>
        <w:tc>
          <w:tcPr>
            <w:tcW w:w="850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-</w:t>
            </w:r>
          </w:p>
        </w:tc>
        <w:tc>
          <w:tcPr>
            <w:tcW w:w="992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-</w:t>
            </w:r>
          </w:p>
        </w:tc>
        <w:tc>
          <w:tcPr>
            <w:tcW w:w="872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-</w:t>
            </w:r>
          </w:p>
        </w:tc>
        <w:tc>
          <w:tcPr>
            <w:tcW w:w="971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-</w:t>
            </w:r>
          </w:p>
        </w:tc>
        <w:tc>
          <w:tcPr>
            <w:tcW w:w="840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-</w:t>
            </w:r>
          </w:p>
        </w:tc>
        <w:tc>
          <w:tcPr>
            <w:tcW w:w="840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-</w:t>
            </w:r>
          </w:p>
        </w:tc>
        <w:tc>
          <w:tcPr>
            <w:tcW w:w="840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-</w:t>
            </w:r>
          </w:p>
        </w:tc>
      </w:tr>
      <w:tr w:rsidR="00C703CF" w:rsidRPr="000B2982" w:rsidTr="00FF67B9">
        <w:trPr>
          <w:trHeight w:val="279"/>
        </w:trPr>
        <w:tc>
          <w:tcPr>
            <w:tcW w:w="312" w:type="dxa"/>
            <w:vMerge/>
            <w:vAlign w:val="center"/>
          </w:tcPr>
          <w:p w:rsidR="00C703CF" w:rsidRPr="000B2982" w:rsidRDefault="00C703CF" w:rsidP="00C703CF">
            <w:pPr>
              <w:ind w:right="-29" w:firstLin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C703CF" w:rsidRPr="000B2982" w:rsidRDefault="00C703CF" w:rsidP="00C703CF">
            <w:pPr>
              <w:ind w:right="-29"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703CF" w:rsidRPr="000B2982" w:rsidRDefault="00C703CF" w:rsidP="00C703CF">
            <w:pPr>
              <w:ind w:right="-29" w:firstLine="0"/>
              <w:rPr>
                <w:spacing w:val="-16"/>
                <w:sz w:val="20"/>
                <w:szCs w:val="20"/>
              </w:rPr>
            </w:pPr>
            <w:r w:rsidRPr="000B2982">
              <w:rPr>
                <w:spacing w:val="-16"/>
                <w:sz w:val="20"/>
                <w:szCs w:val="20"/>
              </w:rPr>
              <w:t>местный</w:t>
            </w:r>
          </w:p>
          <w:p w:rsidR="00C703CF" w:rsidRPr="000B2982" w:rsidRDefault="00C703CF" w:rsidP="00C703CF">
            <w:pPr>
              <w:ind w:right="-29" w:firstLine="0"/>
              <w:rPr>
                <w:spacing w:val="-16"/>
                <w:sz w:val="20"/>
                <w:szCs w:val="20"/>
              </w:rPr>
            </w:pPr>
            <w:r w:rsidRPr="000B2982">
              <w:rPr>
                <w:spacing w:val="-16"/>
                <w:sz w:val="20"/>
                <w:szCs w:val="20"/>
              </w:rPr>
              <w:t xml:space="preserve"> бюджет</w:t>
            </w:r>
          </w:p>
        </w:tc>
        <w:tc>
          <w:tcPr>
            <w:tcW w:w="1276" w:type="dxa"/>
            <w:vAlign w:val="center"/>
          </w:tcPr>
          <w:p w:rsidR="00C703CF" w:rsidRPr="000B2982" w:rsidRDefault="00F77AD2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669098,5</w:t>
            </w:r>
          </w:p>
        </w:tc>
        <w:tc>
          <w:tcPr>
            <w:tcW w:w="992" w:type="dxa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36563,3</w:t>
            </w:r>
          </w:p>
        </w:tc>
        <w:tc>
          <w:tcPr>
            <w:tcW w:w="1134" w:type="dxa"/>
            <w:vAlign w:val="center"/>
          </w:tcPr>
          <w:p w:rsidR="00C703CF" w:rsidRPr="000B2982" w:rsidRDefault="00587BEB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58830,5</w:t>
            </w:r>
          </w:p>
        </w:tc>
        <w:tc>
          <w:tcPr>
            <w:tcW w:w="852" w:type="dxa"/>
            <w:vAlign w:val="center"/>
          </w:tcPr>
          <w:p w:rsidR="00C703CF" w:rsidRPr="000B2982" w:rsidRDefault="00F77AD2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54099,6</w:t>
            </w:r>
          </w:p>
        </w:tc>
        <w:tc>
          <w:tcPr>
            <w:tcW w:w="851" w:type="dxa"/>
            <w:vAlign w:val="center"/>
          </w:tcPr>
          <w:p w:rsidR="00C703CF" w:rsidRPr="000B2982" w:rsidRDefault="00F77AD2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56254,6</w:t>
            </w:r>
          </w:p>
        </w:tc>
        <w:tc>
          <w:tcPr>
            <w:tcW w:w="850" w:type="dxa"/>
            <w:vAlign w:val="center"/>
          </w:tcPr>
          <w:p w:rsidR="00C703CF" w:rsidRPr="000B2982" w:rsidRDefault="002D4F3C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57527,6</w:t>
            </w:r>
          </w:p>
        </w:tc>
        <w:tc>
          <w:tcPr>
            <w:tcW w:w="850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  <w:tc>
          <w:tcPr>
            <w:tcW w:w="992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  <w:tc>
          <w:tcPr>
            <w:tcW w:w="872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  <w:tc>
          <w:tcPr>
            <w:tcW w:w="971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  <w:tc>
          <w:tcPr>
            <w:tcW w:w="840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  <w:tc>
          <w:tcPr>
            <w:tcW w:w="840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  <w:tc>
          <w:tcPr>
            <w:tcW w:w="840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</w:tr>
      <w:tr w:rsidR="00C703CF" w:rsidRPr="000B2982" w:rsidTr="00FF67B9">
        <w:trPr>
          <w:trHeight w:val="263"/>
        </w:trPr>
        <w:tc>
          <w:tcPr>
            <w:tcW w:w="312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703CF" w:rsidRPr="000B2982" w:rsidRDefault="00C703CF" w:rsidP="00C703CF">
            <w:pPr>
              <w:widowControl w:val="0"/>
              <w:autoSpaceDE w:val="0"/>
              <w:autoSpaceDN w:val="0"/>
              <w:adjustRightInd w:val="0"/>
              <w:ind w:right="-29" w:firstLine="0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703CF" w:rsidRPr="000B2982" w:rsidRDefault="00C703CF" w:rsidP="00C703CF">
            <w:pPr>
              <w:widowControl w:val="0"/>
              <w:autoSpaceDE w:val="0"/>
              <w:autoSpaceDN w:val="0"/>
              <w:adjustRightInd w:val="0"/>
              <w:ind w:right="-29" w:firstLine="0"/>
              <w:rPr>
                <w:sz w:val="20"/>
                <w:szCs w:val="20"/>
              </w:rPr>
            </w:pPr>
            <w:r w:rsidRPr="000B2982">
              <w:rPr>
                <w:kern w:val="2"/>
                <w:sz w:val="20"/>
                <w:szCs w:val="20"/>
              </w:rPr>
              <w:t>Подпрограмма «Ра</w:t>
            </w:r>
            <w:r w:rsidRPr="000B2982">
              <w:rPr>
                <w:kern w:val="2"/>
                <w:sz w:val="20"/>
                <w:szCs w:val="20"/>
              </w:rPr>
              <w:t>з</w:t>
            </w:r>
            <w:r w:rsidRPr="000B2982">
              <w:rPr>
                <w:kern w:val="2"/>
                <w:sz w:val="20"/>
                <w:szCs w:val="20"/>
              </w:rPr>
              <w:t>витие транспортной инфраструк</w:t>
            </w:r>
            <w:r w:rsidRPr="000B2982">
              <w:rPr>
                <w:kern w:val="2"/>
                <w:sz w:val="20"/>
                <w:szCs w:val="20"/>
              </w:rPr>
              <w:softHyphen/>
              <w:t xml:space="preserve">туры </w:t>
            </w:r>
            <w:proofErr w:type="spellStart"/>
            <w:r w:rsidRPr="000B2982">
              <w:rPr>
                <w:kern w:val="2"/>
                <w:sz w:val="20"/>
                <w:szCs w:val="20"/>
              </w:rPr>
              <w:t>Ц</w:t>
            </w:r>
            <w:r w:rsidRPr="000B2982">
              <w:rPr>
                <w:kern w:val="2"/>
                <w:sz w:val="20"/>
                <w:szCs w:val="20"/>
              </w:rPr>
              <w:t>е</w:t>
            </w:r>
            <w:r w:rsidRPr="000B2982">
              <w:rPr>
                <w:kern w:val="2"/>
                <w:sz w:val="20"/>
                <w:szCs w:val="20"/>
              </w:rPr>
              <w:t>линского</w:t>
            </w:r>
            <w:proofErr w:type="spellEnd"/>
            <w:r w:rsidRPr="000B2982">
              <w:rPr>
                <w:kern w:val="2"/>
                <w:sz w:val="20"/>
                <w:szCs w:val="20"/>
              </w:rPr>
              <w:t xml:space="preserve"> района»</w:t>
            </w:r>
          </w:p>
        </w:tc>
        <w:tc>
          <w:tcPr>
            <w:tcW w:w="85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703CF" w:rsidRPr="000B2982" w:rsidRDefault="00C703CF" w:rsidP="00C703CF">
            <w:pPr>
              <w:ind w:right="-29" w:firstLine="0"/>
              <w:rPr>
                <w:spacing w:val="-16"/>
                <w:sz w:val="20"/>
                <w:szCs w:val="20"/>
              </w:rPr>
            </w:pPr>
            <w:r w:rsidRPr="000B2982">
              <w:rPr>
                <w:spacing w:val="-16"/>
                <w:sz w:val="20"/>
                <w:szCs w:val="20"/>
              </w:rPr>
              <w:t xml:space="preserve">всего                </w:t>
            </w:r>
          </w:p>
        </w:tc>
        <w:tc>
          <w:tcPr>
            <w:tcW w:w="1276" w:type="dxa"/>
            <w:vAlign w:val="center"/>
          </w:tcPr>
          <w:p w:rsidR="00C703CF" w:rsidRPr="000B2982" w:rsidRDefault="00F77AD2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761130,3</w:t>
            </w:r>
          </w:p>
        </w:tc>
        <w:tc>
          <w:tcPr>
            <w:tcW w:w="992" w:type="dxa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86319,1</w:t>
            </w:r>
          </w:p>
        </w:tc>
        <w:tc>
          <w:tcPr>
            <w:tcW w:w="1134" w:type="dxa"/>
            <w:vAlign w:val="center"/>
          </w:tcPr>
          <w:p w:rsidR="00C703CF" w:rsidRPr="000B2982" w:rsidRDefault="00E718A1" w:rsidP="001A5F3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80534,5</w:t>
            </w:r>
          </w:p>
        </w:tc>
        <w:tc>
          <w:tcPr>
            <w:tcW w:w="852" w:type="dxa"/>
            <w:vAlign w:val="center"/>
          </w:tcPr>
          <w:p w:rsidR="00C703CF" w:rsidRPr="000B2982" w:rsidRDefault="00F77AD2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53623,6</w:t>
            </w:r>
          </w:p>
        </w:tc>
        <w:tc>
          <w:tcPr>
            <w:tcW w:w="851" w:type="dxa"/>
            <w:vAlign w:val="center"/>
          </w:tcPr>
          <w:p w:rsidR="00C703CF" w:rsidRPr="000B2982" w:rsidRDefault="00F77AD2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55778,6</w:t>
            </w:r>
          </w:p>
        </w:tc>
        <w:tc>
          <w:tcPr>
            <w:tcW w:w="850" w:type="dxa"/>
            <w:vAlign w:val="center"/>
          </w:tcPr>
          <w:p w:rsidR="00C703CF" w:rsidRPr="000B2982" w:rsidRDefault="002D4F3C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79051,6</w:t>
            </w:r>
          </w:p>
        </w:tc>
        <w:tc>
          <w:tcPr>
            <w:tcW w:w="850" w:type="dxa"/>
            <w:vAlign w:val="center"/>
          </w:tcPr>
          <w:p w:rsidR="00C703CF" w:rsidRPr="000B2982" w:rsidRDefault="00A02935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  <w:tc>
          <w:tcPr>
            <w:tcW w:w="992" w:type="dxa"/>
            <w:vAlign w:val="center"/>
          </w:tcPr>
          <w:p w:rsidR="00C703CF" w:rsidRPr="000B2982" w:rsidRDefault="00A02935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  <w:tc>
          <w:tcPr>
            <w:tcW w:w="872" w:type="dxa"/>
            <w:vAlign w:val="center"/>
          </w:tcPr>
          <w:p w:rsidR="00C703CF" w:rsidRPr="000B2982" w:rsidRDefault="00A02935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  <w:tc>
          <w:tcPr>
            <w:tcW w:w="971" w:type="dxa"/>
            <w:vAlign w:val="center"/>
          </w:tcPr>
          <w:p w:rsidR="00C703CF" w:rsidRPr="000B2982" w:rsidRDefault="00A02935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  <w:tc>
          <w:tcPr>
            <w:tcW w:w="840" w:type="dxa"/>
            <w:vAlign w:val="center"/>
          </w:tcPr>
          <w:p w:rsidR="00C703CF" w:rsidRPr="000B2982" w:rsidRDefault="00A02935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  <w:tc>
          <w:tcPr>
            <w:tcW w:w="840" w:type="dxa"/>
            <w:vAlign w:val="center"/>
          </w:tcPr>
          <w:p w:rsidR="00C703CF" w:rsidRPr="000B2982" w:rsidRDefault="00A02935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  <w:tc>
          <w:tcPr>
            <w:tcW w:w="840" w:type="dxa"/>
            <w:vAlign w:val="center"/>
          </w:tcPr>
          <w:p w:rsidR="00C703CF" w:rsidRPr="000B2982" w:rsidRDefault="00A02935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</w:tr>
      <w:tr w:rsidR="00C703CF" w:rsidRPr="000B2982" w:rsidTr="00FF67B9">
        <w:trPr>
          <w:trHeight w:val="269"/>
        </w:trPr>
        <w:tc>
          <w:tcPr>
            <w:tcW w:w="312" w:type="dxa"/>
            <w:vMerge/>
            <w:vAlign w:val="center"/>
          </w:tcPr>
          <w:p w:rsidR="00C703CF" w:rsidRPr="000B2982" w:rsidRDefault="00C703CF" w:rsidP="00C703CF">
            <w:pPr>
              <w:ind w:right="-29" w:firstLin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C703CF" w:rsidRPr="000B2982" w:rsidRDefault="00C703CF" w:rsidP="00C703CF">
            <w:pPr>
              <w:ind w:right="-29"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703CF" w:rsidRPr="000B2982" w:rsidRDefault="00C703CF" w:rsidP="00C703CF">
            <w:pPr>
              <w:ind w:right="-29" w:firstLine="0"/>
              <w:rPr>
                <w:spacing w:val="-16"/>
                <w:sz w:val="20"/>
                <w:szCs w:val="20"/>
              </w:rPr>
            </w:pPr>
            <w:r w:rsidRPr="000B2982">
              <w:rPr>
                <w:spacing w:val="-16"/>
                <w:sz w:val="20"/>
                <w:szCs w:val="20"/>
              </w:rPr>
              <w:t xml:space="preserve">областной </w:t>
            </w:r>
          </w:p>
          <w:p w:rsidR="00C703CF" w:rsidRPr="000B2982" w:rsidRDefault="00C703CF" w:rsidP="00C703CF">
            <w:pPr>
              <w:ind w:right="-29" w:firstLine="0"/>
              <w:rPr>
                <w:spacing w:val="-16"/>
                <w:sz w:val="20"/>
                <w:szCs w:val="20"/>
              </w:rPr>
            </w:pPr>
            <w:r w:rsidRPr="000B2982">
              <w:rPr>
                <w:spacing w:val="-16"/>
                <w:sz w:val="20"/>
                <w:szCs w:val="20"/>
              </w:rPr>
              <w:t xml:space="preserve">бюджет  </w:t>
            </w:r>
          </w:p>
        </w:tc>
        <w:tc>
          <w:tcPr>
            <w:tcW w:w="1276" w:type="dxa"/>
            <w:vAlign w:val="center"/>
          </w:tcPr>
          <w:p w:rsidR="00C703CF" w:rsidRPr="000B2982" w:rsidRDefault="00587BEB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102015,2</w:t>
            </w:r>
          </w:p>
        </w:tc>
        <w:tc>
          <w:tcPr>
            <w:tcW w:w="992" w:type="dxa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50609,8</w:t>
            </w:r>
          </w:p>
        </w:tc>
        <w:tc>
          <w:tcPr>
            <w:tcW w:w="1134" w:type="dxa"/>
            <w:vAlign w:val="center"/>
          </w:tcPr>
          <w:p w:rsidR="00C703CF" w:rsidRPr="000B2982" w:rsidRDefault="00871D99" w:rsidP="00871D99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29405,4</w:t>
            </w:r>
          </w:p>
        </w:tc>
        <w:tc>
          <w:tcPr>
            <w:tcW w:w="852" w:type="dxa"/>
            <w:vAlign w:val="center"/>
          </w:tcPr>
          <w:p w:rsidR="00C703CF" w:rsidRPr="000B2982" w:rsidRDefault="00F77AD2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-</w:t>
            </w:r>
          </w:p>
        </w:tc>
        <w:tc>
          <w:tcPr>
            <w:tcW w:w="851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-</w:t>
            </w:r>
          </w:p>
        </w:tc>
        <w:tc>
          <w:tcPr>
            <w:tcW w:w="850" w:type="dxa"/>
            <w:vAlign w:val="center"/>
          </w:tcPr>
          <w:p w:rsidR="00C703CF" w:rsidRPr="000B2982" w:rsidRDefault="002D4F3C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22000,0</w:t>
            </w:r>
          </w:p>
        </w:tc>
        <w:tc>
          <w:tcPr>
            <w:tcW w:w="850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-</w:t>
            </w:r>
          </w:p>
        </w:tc>
        <w:tc>
          <w:tcPr>
            <w:tcW w:w="992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-</w:t>
            </w:r>
          </w:p>
        </w:tc>
        <w:tc>
          <w:tcPr>
            <w:tcW w:w="872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-</w:t>
            </w:r>
          </w:p>
        </w:tc>
        <w:tc>
          <w:tcPr>
            <w:tcW w:w="971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-</w:t>
            </w:r>
          </w:p>
        </w:tc>
        <w:tc>
          <w:tcPr>
            <w:tcW w:w="840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-</w:t>
            </w:r>
          </w:p>
        </w:tc>
        <w:tc>
          <w:tcPr>
            <w:tcW w:w="840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-</w:t>
            </w:r>
          </w:p>
        </w:tc>
        <w:tc>
          <w:tcPr>
            <w:tcW w:w="840" w:type="dxa"/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-</w:t>
            </w:r>
          </w:p>
        </w:tc>
      </w:tr>
      <w:tr w:rsidR="00C703CF" w:rsidRPr="000B2982" w:rsidTr="00FF67B9">
        <w:trPr>
          <w:trHeight w:val="261"/>
        </w:trPr>
        <w:tc>
          <w:tcPr>
            <w:tcW w:w="312" w:type="dxa"/>
            <w:vMerge/>
            <w:vAlign w:val="center"/>
          </w:tcPr>
          <w:p w:rsidR="00C703CF" w:rsidRPr="000B2982" w:rsidRDefault="00C703CF" w:rsidP="00C703CF">
            <w:pPr>
              <w:ind w:right="-29" w:firstLin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C703CF" w:rsidRPr="000B2982" w:rsidRDefault="00C703CF" w:rsidP="00C703CF">
            <w:pPr>
              <w:ind w:right="-29"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703CF" w:rsidRPr="000B2982" w:rsidRDefault="00C703CF" w:rsidP="00C703CF">
            <w:pPr>
              <w:ind w:right="-29" w:firstLine="0"/>
              <w:rPr>
                <w:spacing w:val="-16"/>
                <w:sz w:val="20"/>
                <w:szCs w:val="20"/>
              </w:rPr>
            </w:pPr>
            <w:r w:rsidRPr="000B2982">
              <w:rPr>
                <w:spacing w:val="-16"/>
                <w:sz w:val="20"/>
                <w:szCs w:val="20"/>
              </w:rPr>
              <w:t xml:space="preserve">местный </w:t>
            </w:r>
          </w:p>
          <w:p w:rsidR="00C703CF" w:rsidRPr="000B2982" w:rsidRDefault="00C703CF" w:rsidP="00C703CF">
            <w:pPr>
              <w:ind w:right="-29" w:firstLine="0"/>
              <w:rPr>
                <w:spacing w:val="-16"/>
                <w:sz w:val="20"/>
                <w:szCs w:val="20"/>
              </w:rPr>
            </w:pPr>
            <w:r w:rsidRPr="000B2982">
              <w:rPr>
                <w:spacing w:val="-16"/>
                <w:sz w:val="20"/>
                <w:szCs w:val="20"/>
              </w:rPr>
              <w:t>бюджет</w:t>
            </w:r>
          </w:p>
        </w:tc>
        <w:tc>
          <w:tcPr>
            <w:tcW w:w="1276" w:type="dxa"/>
            <w:vAlign w:val="center"/>
          </w:tcPr>
          <w:p w:rsidR="00C703CF" w:rsidRPr="000B2982" w:rsidRDefault="00F77AD2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659115,1</w:t>
            </w:r>
          </w:p>
        </w:tc>
        <w:tc>
          <w:tcPr>
            <w:tcW w:w="992" w:type="dxa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703CF" w:rsidRPr="000B2982" w:rsidRDefault="00C703CF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35709,3</w:t>
            </w:r>
          </w:p>
        </w:tc>
        <w:tc>
          <w:tcPr>
            <w:tcW w:w="1134" w:type="dxa"/>
            <w:vAlign w:val="center"/>
          </w:tcPr>
          <w:p w:rsidR="00C703CF" w:rsidRPr="000B2982" w:rsidRDefault="00E718A1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51129,1</w:t>
            </w:r>
          </w:p>
        </w:tc>
        <w:tc>
          <w:tcPr>
            <w:tcW w:w="852" w:type="dxa"/>
            <w:vAlign w:val="center"/>
          </w:tcPr>
          <w:p w:rsidR="00C703CF" w:rsidRPr="000B2982" w:rsidRDefault="00F77AD2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53623,6</w:t>
            </w:r>
          </w:p>
        </w:tc>
        <w:tc>
          <w:tcPr>
            <w:tcW w:w="851" w:type="dxa"/>
            <w:vAlign w:val="center"/>
          </w:tcPr>
          <w:p w:rsidR="00C703CF" w:rsidRPr="000B2982" w:rsidRDefault="00F77AD2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55778,6</w:t>
            </w:r>
          </w:p>
        </w:tc>
        <w:tc>
          <w:tcPr>
            <w:tcW w:w="850" w:type="dxa"/>
            <w:vAlign w:val="center"/>
          </w:tcPr>
          <w:p w:rsidR="00C703CF" w:rsidRPr="000B2982" w:rsidRDefault="002D4F3C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57051,6</w:t>
            </w:r>
          </w:p>
        </w:tc>
        <w:tc>
          <w:tcPr>
            <w:tcW w:w="850" w:type="dxa"/>
            <w:vAlign w:val="center"/>
          </w:tcPr>
          <w:p w:rsidR="00C703CF" w:rsidRPr="000B2982" w:rsidRDefault="00A02935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  <w:tc>
          <w:tcPr>
            <w:tcW w:w="992" w:type="dxa"/>
            <w:vAlign w:val="center"/>
          </w:tcPr>
          <w:p w:rsidR="00C703CF" w:rsidRPr="000B2982" w:rsidRDefault="00A02935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  <w:tc>
          <w:tcPr>
            <w:tcW w:w="872" w:type="dxa"/>
            <w:vAlign w:val="center"/>
          </w:tcPr>
          <w:p w:rsidR="00C703CF" w:rsidRPr="000B2982" w:rsidRDefault="00A02935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  <w:tc>
          <w:tcPr>
            <w:tcW w:w="971" w:type="dxa"/>
            <w:vAlign w:val="center"/>
          </w:tcPr>
          <w:p w:rsidR="00C703CF" w:rsidRPr="000B2982" w:rsidRDefault="00A02935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  <w:tc>
          <w:tcPr>
            <w:tcW w:w="840" w:type="dxa"/>
            <w:vAlign w:val="center"/>
          </w:tcPr>
          <w:p w:rsidR="00C703CF" w:rsidRPr="000B2982" w:rsidRDefault="00A02935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  <w:tc>
          <w:tcPr>
            <w:tcW w:w="840" w:type="dxa"/>
            <w:vAlign w:val="center"/>
          </w:tcPr>
          <w:p w:rsidR="00C703CF" w:rsidRPr="000B2982" w:rsidRDefault="00A02935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  <w:tc>
          <w:tcPr>
            <w:tcW w:w="840" w:type="dxa"/>
            <w:vAlign w:val="center"/>
          </w:tcPr>
          <w:p w:rsidR="00C703CF" w:rsidRPr="000B2982" w:rsidRDefault="00A02935" w:rsidP="00C703CF">
            <w:pPr>
              <w:ind w:firstLine="0"/>
              <w:jc w:val="center"/>
              <w:rPr>
                <w:sz w:val="19"/>
                <w:szCs w:val="19"/>
              </w:rPr>
            </w:pPr>
            <w:r w:rsidRPr="000B2982">
              <w:rPr>
                <w:sz w:val="19"/>
                <w:szCs w:val="19"/>
              </w:rPr>
              <w:t>57974,7</w:t>
            </w:r>
          </w:p>
        </w:tc>
      </w:tr>
      <w:tr w:rsidR="00F77AD2" w:rsidRPr="000B2982" w:rsidTr="00C04342">
        <w:trPr>
          <w:trHeight w:val="299"/>
        </w:trPr>
        <w:tc>
          <w:tcPr>
            <w:tcW w:w="312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703CF" w:rsidRPr="000B2982" w:rsidRDefault="00C703CF" w:rsidP="00C04342">
            <w:pPr>
              <w:widowControl w:val="0"/>
              <w:autoSpaceDE w:val="0"/>
              <w:autoSpaceDN w:val="0"/>
              <w:adjustRightInd w:val="0"/>
              <w:ind w:right="-29" w:firstLine="0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3</w:t>
            </w:r>
          </w:p>
        </w:tc>
        <w:tc>
          <w:tcPr>
            <w:tcW w:w="1984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703CF" w:rsidRPr="000B2982" w:rsidRDefault="00C703CF" w:rsidP="00C04342">
            <w:pPr>
              <w:widowControl w:val="0"/>
              <w:autoSpaceDE w:val="0"/>
              <w:autoSpaceDN w:val="0"/>
              <w:adjustRightInd w:val="0"/>
              <w:ind w:right="-29" w:firstLine="0"/>
              <w:jc w:val="left"/>
              <w:rPr>
                <w:sz w:val="20"/>
                <w:szCs w:val="20"/>
              </w:rPr>
            </w:pPr>
            <w:r w:rsidRPr="000B2982">
              <w:rPr>
                <w:kern w:val="2"/>
                <w:sz w:val="20"/>
                <w:szCs w:val="20"/>
              </w:rPr>
              <w:t>Подпрограмма «П</w:t>
            </w:r>
            <w:r w:rsidRPr="000B2982">
              <w:rPr>
                <w:kern w:val="2"/>
                <w:sz w:val="20"/>
                <w:szCs w:val="20"/>
              </w:rPr>
              <w:t>о</w:t>
            </w:r>
            <w:r w:rsidRPr="000B2982">
              <w:rPr>
                <w:kern w:val="2"/>
                <w:sz w:val="20"/>
                <w:szCs w:val="20"/>
              </w:rPr>
              <w:t>вышение безопасн</w:t>
            </w:r>
            <w:r w:rsidRPr="000B2982">
              <w:rPr>
                <w:kern w:val="2"/>
                <w:sz w:val="20"/>
                <w:szCs w:val="20"/>
              </w:rPr>
              <w:t>о</w:t>
            </w:r>
            <w:r w:rsidRPr="000B2982">
              <w:rPr>
                <w:kern w:val="2"/>
                <w:sz w:val="20"/>
                <w:szCs w:val="20"/>
              </w:rPr>
              <w:t>сти дорожного движ</w:t>
            </w:r>
            <w:r w:rsidRPr="000B2982">
              <w:rPr>
                <w:kern w:val="2"/>
                <w:sz w:val="20"/>
                <w:szCs w:val="20"/>
              </w:rPr>
              <w:t>е</w:t>
            </w:r>
            <w:r w:rsidRPr="000B2982">
              <w:rPr>
                <w:kern w:val="2"/>
                <w:sz w:val="20"/>
                <w:szCs w:val="20"/>
              </w:rPr>
              <w:t xml:space="preserve">ния на территории </w:t>
            </w:r>
            <w:proofErr w:type="spellStart"/>
            <w:r w:rsidRPr="000B2982">
              <w:rPr>
                <w:kern w:val="2"/>
                <w:sz w:val="20"/>
                <w:szCs w:val="20"/>
              </w:rPr>
              <w:t>Целинского</w:t>
            </w:r>
            <w:proofErr w:type="spellEnd"/>
            <w:r w:rsidRPr="000B2982">
              <w:rPr>
                <w:kern w:val="2"/>
                <w:sz w:val="20"/>
                <w:szCs w:val="20"/>
              </w:rPr>
              <w:t xml:space="preserve"> района»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703CF" w:rsidRPr="000B2982" w:rsidRDefault="00C703CF" w:rsidP="00C04342">
            <w:pPr>
              <w:ind w:right="-29" w:firstLine="0"/>
              <w:rPr>
                <w:spacing w:val="-16"/>
                <w:sz w:val="20"/>
                <w:szCs w:val="20"/>
              </w:rPr>
            </w:pPr>
            <w:r w:rsidRPr="000B2982">
              <w:rPr>
                <w:spacing w:val="-16"/>
                <w:sz w:val="20"/>
                <w:szCs w:val="20"/>
              </w:rPr>
              <w:t xml:space="preserve">всего               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703CF" w:rsidRPr="000B2982" w:rsidRDefault="00C04342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9983,4</w:t>
            </w:r>
          </w:p>
        </w:tc>
        <w:tc>
          <w:tcPr>
            <w:tcW w:w="992" w:type="dxa"/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703CF" w:rsidRPr="000B2982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854,0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03CF" w:rsidRPr="000B2982" w:rsidRDefault="00587BEB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7701,4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C703CF" w:rsidRPr="000B2982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476,0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03CF" w:rsidRPr="000B2982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476,0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03CF" w:rsidRPr="000B2982" w:rsidRDefault="002D4F3C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47</w:t>
            </w:r>
            <w:r w:rsidR="00C04342" w:rsidRPr="000B2982">
              <w:rPr>
                <w:sz w:val="20"/>
                <w:szCs w:val="20"/>
              </w:rPr>
              <w:t>6,0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03CF" w:rsidRPr="000B2982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03CF" w:rsidRPr="000B2982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-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C703CF" w:rsidRPr="000B2982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C703CF" w:rsidRPr="000B2982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703CF" w:rsidRPr="000B2982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703CF" w:rsidRPr="000B2982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703CF" w:rsidRPr="000B2982" w:rsidRDefault="00C703CF" w:rsidP="00C04342">
            <w:pPr>
              <w:widowControl w:val="0"/>
              <w:autoSpaceDE w:val="0"/>
              <w:autoSpaceDN w:val="0"/>
              <w:adjustRightInd w:val="0"/>
              <w:ind w:right="-29" w:firstLine="0"/>
              <w:jc w:val="center"/>
              <w:rPr>
                <w:sz w:val="24"/>
                <w:szCs w:val="24"/>
              </w:rPr>
            </w:pPr>
            <w:r w:rsidRPr="000B2982">
              <w:rPr>
                <w:sz w:val="24"/>
                <w:szCs w:val="24"/>
              </w:rPr>
              <w:t>-</w:t>
            </w:r>
          </w:p>
        </w:tc>
      </w:tr>
      <w:tr w:rsidR="00F77AD2" w:rsidRPr="000B2982" w:rsidTr="00C04342">
        <w:trPr>
          <w:trHeight w:val="277"/>
        </w:trPr>
        <w:tc>
          <w:tcPr>
            <w:tcW w:w="312" w:type="dxa"/>
            <w:vMerge/>
            <w:shd w:val="clear" w:color="auto" w:fill="auto"/>
            <w:vAlign w:val="center"/>
          </w:tcPr>
          <w:p w:rsidR="00C703CF" w:rsidRPr="000B2982" w:rsidRDefault="00C703CF" w:rsidP="00C04342">
            <w:pPr>
              <w:ind w:right="-29" w:firstLine="0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C703CF" w:rsidRPr="000B2982" w:rsidRDefault="00C703CF" w:rsidP="00C04342">
            <w:pPr>
              <w:ind w:right="-29"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703CF" w:rsidRPr="000B2982" w:rsidRDefault="00C703CF" w:rsidP="00C04342">
            <w:pPr>
              <w:ind w:right="-29" w:firstLine="0"/>
              <w:rPr>
                <w:spacing w:val="-16"/>
                <w:sz w:val="20"/>
                <w:szCs w:val="20"/>
              </w:rPr>
            </w:pPr>
            <w:r w:rsidRPr="000B2982">
              <w:rPr>
                <w:spacing w:val="-16"/>
                <w:sz w:val="20"/>
                <w:szCs w:val="20"/>
              </w:rPr>
              <w:t xml:space="preserve">областной </w:t>
            </w:r>
          </w:p>
          <w:p w:rsidR="00C703CF" w:rsidRPr="000B2982" w:rsidRDefault="00C703CF" w:rsidP="00C04342">
            <w:pPr>
              <w:ind w:right="-29" w:firstLine="0"/>
              <w:rPr>
                <w:spacing w:val="-16"/>
                <w:sz w:val="20"/>
                <w:szCs w:val="20"/>
              </w:rPr>
            </w:pPr>
            <w:r w:rsidRPr="000B2982">
              <w:rPr>
                <w:spacing w:val="-16"/>
                <w:sz w:val="20"/>
                <w:szCs w:val="20"/>
              </w:rPr>
              <w:t xml:space="preserve">бюджет 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703CF" w:rsidRPr="000B2982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703CF" w:rsidRPr="000B2982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03CF" w:rsidRPr="000B2982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-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C703CF" w:rsidRPr="000B2982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03CF" w:rsidRPr="000B2982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03CF" w:rsidRPr="000B2982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03CF" w:rsidRPr="000B2982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03CF" w:rsidRPr="000B2982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-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C703CF" w:rsidRPr="000B2982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C703CF" w:rsidRPr="000B2982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703CF" w:rsidRPr="000B2982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703CF" w:rsidRPr="000B2982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703CF" w:rsidRPr="000B2982" w:rsidRDefault="00C703CF" w:rsidP="00C04342">
            <w:pPr>
              <w:widowControl w:val="0"/>
              <w:autoSpaceDE w:val="0"/>
              <w:autoSpaceDN w:val="0"/>
              <w:adjustRightInd w:val="0"/>
              <w:ind w:right="-29" w:firstLine="0"/>
              <w:jc w:val="center"/>
              <w:rPr>
                <w:sz w:val="24"/>
                <w:szCs w:val="24"/>
              </w:rPr>
            </w:pPr>
            <w:r w:rsidRPr="000B2982">
              <w:rPr>
                <w:sz w:val="24"/>
                <w:szCs w:val="24"/>
              </w:rPr>
              <w:t>-</w:t>
            </w:r>
          </w:p>
        </w:tc>
      </w:tr>
      <w:tr w:rsidR="00F77AD2" w:rsidRPr="000B2982" w:rsidTr="00C04342">
        <w:trPr>
          <w:trHeight w:val="347"/>
        </w:trPr>
        <w:tc>
          <w:tcPr>
            <w:tcW w:w="312" w:type="dxa"/>
            <w:vMerge/>
            <w:shd w:val="clear" w:color="auto" w:fill="auto"/>
            <w:vAlign w:val="center"/>
          </w:tcPr>
          <w:p w:rsidR="00C703CF" w:rsidRPr="000B2982" w:rsidRDefault="00C703CF" w:rsidP="00C04342">
            <w:pPr>
              <w:ind w:right="-29" w:firstLine="0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C703CF" w:rsidRPr="000B2982" w:rsidRDefault="00C703CF" w:rsidP="00C04342">
            <w:pPr>
              <w:ind w:right="-29"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703CF" w:rsidRPr="000B2982" w:rsidRDefault="00C703CF" w:rsidP="00C04342">
            <w:pPr>
              <w:ind w:right="-29" w:firstLine="0"/>
              <w:rPr>
                <w:spacing w:val="-16"/>
                <w:sz w:val="20"/>
                <w:szCs w:val="20"/>
              </w:rPr>
            </w:pPr>
            <w:r w:rsidRPr="000B2982">
              <w:rPr>
                <w:spacing w:val="-16"/>
                <w:sz w:val="20"/>
                <w:szCs w:val="20"/>
              </w:rPr>
              <w:t>местный</w:t>
            </w:r>
          </w:p>
          <w:p w:rsidR="00C703CF" w:rsidRPr="000B2982" w:rsidRDefault="00C703CF" w:rsidP="00C04342">
            <w:pPr>
              <w:ind w:right="-29" w:firstLine="0"/>
              <w:rPr>
                <w:spacing w:val="-16"/>
                <w:sz w:val="20"/>
                <w:szCs w:val="20"/>
              </w:rPr>
            </w:pPr>
            <w:r w:rsidRPr="000B2982">
              <w:rPr>
                <w:spacing w:val="-16"/>
                <w:sz w:val="20"/>
                <w:szCs w:val="20"/>
              </w:rPr>
              <w:t xml:space="preserve">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703CF" w:rsidRPr="000B2982" w:rsidRDefault="00C04342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9983,4</w:t>
            </w:r>
          </w:p>
        </w:tc>
        <w:tc>
          <w:tcPr>
            <w:tcW w:w="992" w:type="dxa"/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703CF" w:rsidRPr="000B2982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854,0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03CF" w:rsidRPr="000B2982" w:rsidRDefault="00587BEB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7701,4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C703CF" w:rsidRPr="000B2982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476,0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03CF" w:rsidRPr="000B2982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476,0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03CF" w:rsidRPr="000B2982" w:rsidRDefault="00C04342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476,0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03CF" w:rsidRPr="000B2982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03CF" w:rsidRPr="000B2982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-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C703CF" w:rsidRPr="000B2982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-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C703CF" w:rsidRPr="000B2982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703CF" w:rsidRPr="000B2982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703CF" w:rsidRPr="000B2982" w:rsidRDefault="00C703CF" w:rsidP="00C04342">
            <w:pPr>
              <w:ind w:firstLine="0"/>
              <w:jc w:val="center"/>
              <w:rPr>
                <w:sz w:val="20"/>
                <w:szCs w:val="20"/>
              </w:rPr>
            </w:pPr>
            <w:r w:rsidRPr="000B2982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C703CF" w:rsidRPr="000B2982" w:rsidRDefault="00C703CF" w:rsidP="00C04342">
            <w:pPr>
              <w:widowControl w:val="0"/>
              <w:autoSpaceDE w:val="0"/>
              <w:autoSpaceDN w:val="0"/>
              <w:adjustRightInd w:val="0"/>
              <w:ind w:right="-29" w:firstLine="0"/>
              <w:jc w:val="center"/>
              <w:rPr>
                <w:sz w:val="24"/>
                <w:szCs w:val="24"/>
              </w:rPr>
            </w:pPr>
            <w:r w:rsidRPr="000B2982">
              <w:rPr>
                <w:sz w:val="24"/>
                <w:szCs w:val="24"/>
              </w:rPr>
              <w:t>-</w:t>
            </w:r>
          </w:p>
        </w:tc>
      </w:tr>
    </w:tbl>
    <w:p w:rsidR="00F175BD" w:rsidRPr="000B2982" w:rsidRDefault="00F175BD" w:rsidP="00C04342">
      <w:pPr>
        <w:tabs>
          <w:tab w:val="left" w:pos="21546"/>
        </w:tabs>
        <w:ind w:firstLine="0"/>
      </w:pPr>
    </w:p>
    <w:p w:rsidR="00E6705B" w:rsidRPr="000B2982" w:rsidRDefault="00E6705B" w:rsidP="00F175BD">
      <w:pPr>
        <w:tabs>
          <w:tab w:val="left" w:pos="21546"/>
        </w:tabs>
        <w:ind w:firstLine="0"/>
      </w:pPr>
    </w:p>
    <w:sectPr w:rsidR="00E6705B" w:rsidRPr="000B2982" w:rsidSect="00CB6CDC">
      <w:footerReference w:type="even" r:id="rId14"/>
      <w:footerReference w:type="default" r:id="rId15"/>
      <w:pgSz w:w="16840" w:h="11907" w:orient="landscape"/>
      <w:pgMar w:top="1134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0F5" w:rsidRDefault="00A870F5">
      <w:r>
        <w:separator/>
      </w:r>
    </w:p>
  </w:endnote>
  <w:endnote w:type="continuationSeparator" w:id="0">
    <w:p w:rsidR="00A870F5" w:rsidRDefault="00A87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8F6" w:rsidRPr="00A941FB" w:rsidRDefault="002438F6" w:rsidP="00A941FB">
    <w:pPr>
      <w:pStyle w:val="a5"/>
      <w:jc w:val="left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FILENAME  \p  \* MERGEFORMAT </w:instrText>
    </w:r>
    <w:r>
      <w:rPr>
        <w:sz w:val="20"/>
        <w:szCs w:val="20"/>
      </w:rPr>
      <w:fldChar w:fldCharType="separate"/>
    </w:r>
    <w:r w:rsidR="001C1794">
      <w:rPr>
        <w:noProof/>
        <w:sz w:val="20"/>
        <w:szCs w:val="20"/>
      </w:rPr>
      <w:t>D:\Постановления 2020\</w:t>
    </w:r>
    <w:r w:rsidR="001C1794" w:rsidRPr="001C1794">
      <w:rPr>
        <w:noProof/>
        <w:sz w:val="20"/>
        <w:szCs w:val="20"/>
        <w:lang w:val="ru-RU"/>
      </w:rPr>
      <w:t>1000\1203</w:t>
    </w:r>
    <w:r w:rsidR="001C1794">
      <w:rPr>
        <w:noProof/>
        <w:sz w:val="20"/>
        <w:szCs w:val="20"/>
      </w:rPr>
      <w:t xml:space="preserve">  О внесен. измен. в № 1117-2018.  развитие транспорт. системы. 22.12.docx</w:t>
    </w:r>
    <w:r>
      <w:rPr>
        <w:sz w:val="20"/>
        <w:szCs w:val="20"/>
      </w:rPr>
      <w:fldChar w:fldCharType="end"/>
    </w:r>
  </w:p>
  <w:p w:rsidR="002438F6" w:rsidRPr="00C04342" w:rsidRDefault="002438F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8F6" w:rsidRDefault="002438F6" w:rsidP="0086466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438F6" w:rsidRDefault="002438F6" w:rsidP="0086466A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8F6" w:rsidRDefault="002438F6">
    <w:pPr>
      <w:pStyle w:val="a5"/>
    </w:pPr>
    <w:r>
      <w:fldChar w:fldCharType="begin"/>
    </w:r>
    <w:r>
      <w:instrText xml:space="preserve"> PAGE   \* MERGEFORMAT </w:instrText>
    </w:r>
    <w:r>
      <w:fldChar w:fldCharType="separate"/>
    </w:r>
    <w:r w:rsidR="00BB0590">
      <w:rPr>
        <w:noProof/>
      </w:rPr>
      <w:t>19</w:t>
    </w:r>
    <w:r>
      <w:fldChar w:fldCharType="end"/>
    </w:r>
  </w:p>
  <w:p w:rsidR="002438F6" w:rsidRDefault="002438F6" w:rsidP="0086466A">
    <w:pPr>
      <w:pStyle w:val="a5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8F6" w:rsidRPr="00DD3B47" w:rsidRDefault="002438F6" w:rsidP="0086466A">
    <w:pPr>
      <w:pStyle w:val="a5"/>
      <w:ind w:firstLine="0"/>
      <w:jc w:val="left"/>
      <w:rPr>
        <w:sz w:val="18"/>
        <w:szCs w:val="18"/>
      </w:rPr>
    </w:pPr>
    <w:r>
      <w:rPr>
        <w:sz w:val="18"/>
        <w:szCs w:val="18"/>
        <w:lang w:val="ru-RU"/>
      </w:rPr>
      <w:t xml:space="preserve">                                                  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8F6" w:rsidRDefault="002438F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438F6" w:rsidRDefault="002438F6">
    <w:pPr>
      <w:pStyle w:val="a5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8F6" w:rsidRDefault="002438F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B0590">
      <w:rPr>
        <w:rStyle w:val="a7"/>
        <w:noProof/>
      </w:rPr>
      <w:t>20</w:t>
    </w:r>
    <w:r>
      <w:rPr>
        <w:rStyle w:val="a7"/>
      </w:rPr>
      <w:fldChar w:fldCharType="end"/>
    </w:r>
  </w:p>
  <w:p w:rsidR="002438F6" w:rsidRDefault="002438F6">
    <w:pPr>
      <w:pStyle w:val="a5"/>
      <w:ind w:right="360"/>
      <w:rPr>
        <w:sz w:val="20"/>
      </w:rPr>
    </w:pPr>
    <w:r>
      <w:rPr>
        <w:snapToGrid w:val="0"/>
        <w:sz w:val="20"/>
      </w:rPr>
      <w:tab/>
      <w:t xml:space="preserve">   </w:t>
    </w:r>
    <w:r>
      <w:rPr>
        <w:snapToGrid w:val="0"/>
        <w:sz w:val="20"/>
      </w:rPr>
      <w:tab/>
    </w:r>
    <w:r>
      <w:rPr>
        <w:snapToGrid w:val="0"/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0F5" w:rsidRDefault="00A870F5">
      <w:r>
        <w:separator/>
      </w:r>
    </w:p>
  </w:footnote>
  <w:footnote w:type="continuationSeparator" w:id="0">
    <w:p w:rsidR="00A870F5" w:rsidRDefault="00A870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multilevel"/>
    <w:tmpl w:val="00000004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cs="Times New Roman"/>
        <w:b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cs="Times New Roman"/>
        <w:b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cs="Times New Roman"/>
        <w:b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cs="Times New Roman"/>
        <w:b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cs="Times New Roman"/>
        <w:b/>
      </w:rPr>
    </w:lvl>
  </w:abstractNum>
  <w:abstractNum w:abstractNumId="2">
    <w:nsid w:val="04CC3B61"/>
    <w:multiLevelType w:val="hybridMultilevel"/>
    <w:tmpl w:val="AB08D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2E39BE"/>
    <w:multiLevelType w:val="multilevel"/>
    <w:tmpl w:val="BC2C863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4"/>
      <w:numFmt w:val="decimal"/>
      <w:isLgl/>
      <w:lvlText w:val="%1.%2"/>
      <w:lvlJc w:val="left"/>
      <w:pPr>
        <w:ind w:left="2357" w:hanging="375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3974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5606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6878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851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9782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1414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13046" w:hanging="2160"/>
      </w:pPr>
      <w:rPr>
        <w:rFonts w:cs="Times New Roman"/>
      </w:rPr>
    </w:lvl>
  </w:abstractNum>
  <w:abstractNum w:abstractNumId="4">
    <w:nsid w:val="29362D63"/>
    <w:multiLevelType w:val="hybridMultilevel"/>
    <w:tmpl w:val="EE6A0B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E7A2B"/>
    <w:multiLevelType w:val="hybridMultilevel"/>
    <w:tmpl w:val="8C16CD36"/>
    <w:lvl w:ilvl="0" w:tplc="15FCD77C">
      <w:start w:val="1"/>
      <w:numFmt w:val="decimal"/>
      <w:lvlText w:val="%1."/>
      <w:lvlJc w:val="left"/>
      <w:pPr>
        <w:ind w:left="1804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86C02B7"/>
    <w:multiLevelType w:val="hybridMultilevel"/>
    <w:tmpl w:val="4D529AB4"/>
    <w:lvl w:ilvl="0" w:tplc="504CCC66">
      <w:start w:val="1"/>
      <w:numFmt w:val="decimal"/>
      <w:lvlText w:val="%1."/>
      <w:lvlJc w:val="left"/>
      <w:pPr>
        <w:ind w:left="1804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4AF260C"/>
    <w:multiLevelType w:val="multilevel"/>
    <w:tmpl w:val="05D4113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6"/>
  </w:num>
  <w:num w:numId="8">
    <w:abstractNumId w:val="5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81D"/>
    <w:rsid w:val="0000164F"/>
    <w:rsid w:val="00004FC1"/>
    <w:rsid w:val="00012AFB"/>
    <w:rsid w:val="00014A1E"/>
    <w:rsid w:val="00015C7E"/>
    <w:rsid w:val="00017209"/>
    <w:rsid w:val="0002312B"/>
    <w:rsid w:val="00024709"/>
    <w:rsid w:val="00026AE6"/>
    <w:rsid w:val="00027F11"/>
    <w:rsid w:val="00031896"/>
    <w:rsid w:val="0003218C"/>
    <w:rsid w:val="00032A99"/>
    <w:rsid w:val="00033A7D"/>
    <w:rsid w:val="000350F7"/>
    <w:rsid w:val="0003525F"/>
    <w:rsid w:val="00035E36"/>
    <w:rsid w:val="00036F72"/>
    <w:rsid w:val="000379F4"/>
    <w:rsid w:val="00044E29"/>
    <w:rsid w:val="00046085"/>
    <w:rsid w:val="00047E27"/>
    <w:rsid w:val="00052CEF"/>
    <w:rsid w:val="000532D2"/>
    <w:rsid w:val="000550C5"/>
    <w:rsid w:val="000567CF"/>
    <w:rsid w:val="00060370"/>
    <w:rsid w:val="00061275"/>
    <w:rsid w:val="00061682"/>
    <w:rsid w:val="00061D54"/>
    <w:rsid w:val="000652E4"/>
    <w:rsid w:val="000653A6"/>
    <w:rsid w:val="00066AA3"/>
    <w:rsid w:val="00067084"/>
    <w:rsid w:val="00067B0E"/>
    <w:rsid w:val="00071158"/>
    <w:rsid w:val="00072294"/>
    <w:rsid w:val="000726A0"/>
    <w:rsid w:val="00073BC9"/>
    <w:rsid w:val="0007426F"/>
    <w:rsid w:val="000751AD"/>
    <w:rsid w:val="000761E6"/>
    <w:rsid w:val="00076ACF"/>
    <w:rsid w:val="00077B5F"/>
    <w:rsid w:val="00080D16"/>
    <w:rsid w:val="0008139A"/>
    <w:rsid w:val="00082A67"/>
    <w:rsid w:val="00083965"/>
    <w:rsid w:val="0008399F"/>
    <w:rsid w:val="00083E42"/>
    <w:rsid w:val="00084323"/>
    <w:rsid w:val="00086FCE"/>
    <w:rsid w:val="000919B2"/>
    <w:rsid w:val="00091B3D"/>
    <w:rsid w:val="00093D36"/>
    <w:rsid w:val="0009440F"/>
    <w:rsid w:val="00094FCE"/>
    <w:rsid w:val="00095FD1"/>
    <w:rsid w:val="00096CFD"/>
    <w:rsid w:val="000977C2"/>
    <w:rsid w:val="000A326C"/>
    <w:rsid w:val="000A4B0D"/>
    <w:rsid w:val="000A6568"/>
    <w:rsid w:val="000A7197"/>
    <w:rsid w:val="000A739F"/>
    <w:rsid w:val="000B08EC"/>
    <w:rsid w:val="000B0B07"/>
    <w:rsid w:val="000B2982"/>
    <w:rsid w:val="000B3385"/>
    <w:rsid w:val="000B3C9E"/>
    <w:rsid w:val="000B5068"/>
    <w:rsid w:val="000B73B0"/>
    <w:rsid w:val="000D0AEA"/>
    <w:rsid w:val="000D0FEA"/>
    <w:rsid w:val="000D1527"/>
    <w:rsid w:val="000D1B23"/>
    <w:rsid w:val="000D2437"/>
    <w:rsid w:val="000D4F11"/>
    <w:rsid w:val="000E3B83"/>
    <w:rsid w:val="000E617F"/>
    <w:rsid w:val="000E6C9E"/>
    <w:rsid w:val="000E6CE5"/>
    <w:rsid w:val="000E7063"/>
    <w:rsid w:val="000F062C"/>
    <w:rsid w:val="000F1030"/>
    <w:rsid w:val="000F1A70"/>
    <w:rsid w:val="000F5405"/>
    <w:rsid w:val="000F5BD3"/>
    <w:rsid w:val="000F5E35"/>
    <w:rsid w:val="000F68D5"/>
    <w:rsid w:val="00101FE9"/>
    <w:rsid w:val="001029D9"/>
    <w:rsid w:val="001030E8"/>
    <w:rsid w:val="0010454B"/>
    <w:rsid w:val="00104BD7"/>
    <w:rsid w:val="00107C81"/>
    <w:rsid w:val="00111008"/>
    <w:rsid w:val="00111FD7"/>
    <w:rsid w:val="00112F8B"/>
    <w:rsid w:val="001130A5"/>
    <w:rsid w:val="00113392"/>
    <w:rsid w:val="00115211"/>
    <w:rsid w:val="0011590A"/>
    <w:rsid w:val="001161B5"/>
    <w:rsid w:val="00120661"/>
    <w:rsid w:val="00120F83"/>
    <w:rsid w:val="001220D4"/>
    <w:rsid w:val="0012227E"/>
    <w:rsid w:val="00125C6D"/>
    <w:rsid w:val="001262D5"/>
    <w:rsid w:val="00126D2C"/>
    <w:rsid w:val="00130720"/>
    <w:rsid w:val="00133DE1"/>
    <w:rsid w:val="0013524A"/>
    <w:rsid w:val="00135789"/>
    <w:rsid w:val="00137992"/>
    <w:rsid w:val="001424B4"/>
    <w:rsid w:val="00142693"/>
    <w:rsid w:val="00143244"/>
    <w:rsid w:val="00144B35"/>
    <w:rsid w:val="001456C5"/>
    <w:rsid w:val="00146022"/>
    <w:rsid w:val="00147015"/>
    <w:rsid w:val="0015146C"/>
    <w:rsid w:val="00153C7E"/>
    <w:rsid w:val="00155CD8"/>
    <w:rsid w:val="00157789"/>
    <w:rsid w:val="00160689"/>
    <w:rsid w:val="0016465A"/>
    <w:rsid w:val="00164A7D"/>
    <w:rsid w:val="0016538B"/>
    <w:rsid w:val="00165B1B"/>
    <w:rsid w:val="00165C32"/>
    <w:rsid w:val="00166648"/>
    <w:rsid w:val="001711CC"/>
    <w:rsid w:val="00171F2D"/>
    <w:rsid w:val="00172762"/>
    <w:rsid w:val="0017338D"/>
    <w:rsid w:val="0017358F"/>
    <w:rsid w:val="00174A0C"/>
    <w:rsid w:val="00175A79"/>
    <w:rsid w:val="0017645F"/>
    <w:rsid w:val="00176B9C"/>
    <w:rsid w:val="0017707E"/>
    <w:rsid w:val="00182DC2"/>
    <w:rsid w:val="00182F0E"/>
    <w:rsid w:val="00185754"/>
    <w:rsid w:val="0018589C"/>
    <w:rsid w:val="00185C1D"/>
    <w:rsid w:val="00190AEA"/>
    <w:rsid w:val="001913B6"/>
    <w:rsid w:val="00191AB6"/>
    <w:rsid w:val="00191DC4"/>
    <w:rsid w:val="00191EAC"/>
    <w:rsid w:val="001928BC"/>
    <w:rsid w:val="00194FF4"/>
    <w:rsid w:val="00197FAD"/>
    <w:rsid w:val="001A2D7D"/>
    <w:rsid w:val="001A3D56"/>
    <w:rsid w:val="001A44D1"/>
    <w:rsid w:val="001A5F3F"/>
    <w:rsid w:val="001A7E5A"/>
    <w:rsid w:val="001B0F99"/>
    <w:rsid w:val="001B5916"/>
    <w:rsid w:val="001B7861"/>
    <w:rsid w:val="001B7D39"/>
    <w:rsid w:val="001C047D"/>
    <w:rsid w:val="001C0D4C"/>
    <w:rsid w:val="001C1158"/>
    <w:rsid w:val="001C1794"/>
    <w:rsid w:val="001C2AD2"/>
    <w:rsid w:val="001C2DA7"/>
    <w:rsid w:val="001C4469"/>
    <w:rsid w:val="001C4767"/>
    <w:rsid w:val="001C4CD5"/>
    <w:rsid w:val="001C506A"/>
    <w:rsid w:val="001D0957"/>
    <w:rsid w:val="001D0EE2"/>
    <w:rsid w:val="001D2238"/>
    <w:rsid w:val="001D2987"/>
    <w:rsid w:val="001D3267"/>
    <w:rsid w:val="001D3A10"/>
    <w:rsid w:val="001D69DD"/>
    <w:rsid w:val="001D6D29"/>
    <w:rsid w:val="001D6FBA"/>
    <w:rsid w:val="001E05EB"/>
    <w:rsid w:val="001E54A1"/>
    <w:rsid w:val="001E64F4"/>
    <w:rsid w:val="001F02EE"/>
    <w:rsid w:val="001F08B2"/>
    <w:rsid w:val="001F0BE5"/>
    <w:rsid w:val="001F12C6"/>
    <w:rsid w:val="001F12F1"/>
    <w:rsid w:val="001F1919"/>
    <w:rsid w:val="001F2172"/>
    <w:rsid w:val="001F2232"/>
    <w:rsid w:val="001F2930"/>
    <w:rsid w:val="001F51F8"/>
    <w:rsid w:val="001F5707"/>
    <w:rsid w:val="001F7AB2"/>
    <w:rsid w:val="001F7E2B"/>
    <w:rsid w:val="00200D28"/>
    <w:rsid w:val="00201BBA"/>
    <w:rsid w:val="002026BF"/>
    <w:rsid w:val="00206C8A"/>
    <w:rsid w:val="00211585"/>
    <w:rsid w:val="00212553"/>
    <w:rsid w:val="0021323B"/>
    <w:rsid w:val="00216582"/>
    <w:rsid w:val="00216656"/>
    <w:rsid w:val="002205FE"/>
    <w:rsid w:val="002218B8"/>
    <w:rsid w:val="00222426"/>
    <w:rsid w:val="00224347"/>
    <w:rsid w:val="002316A2"/>
    <w:rsid w:val="00231A98"/>
    <w:rsid w:val="00232D79"/>
    <w:rsid w:val="00234007"/>
    <w:rsid w:val="002345AB"/>
    <w:rsid w:val="002361D0"/>
    <w:rsid w:val="00240840"/>
    <w:rsid w:val="002435C9"/>
    <w:rsid w:val="002438F6"/>
    <w:rsid w:val="00244A8C"/>
    <w:rsid w:val="002461F1"/>
    <w:rsid w:val="0024658C"/>
    <w:rsid w:val="00252B4E"/>
    <w:rsid w:val="002574EE"/>
    <w:rsid w:val="00257E24"/>
    <w:rsid w:val="00262AE8"/>
    <w:rsid w:val="00262DAB"/>
    <w:rsid w:val="00262E1C"/>
    <w:rsid w:val="002659BB"/>
    <w:rsid w:val="00265E9F"/>
    <w:rsid w:val="00270983"/>
    <w:rsid w:val="00270995"/>
    <w:rsid w:val="00271653"/>
    <w:rsid w:val="00274953"/>
    <w:rsid w:val="00275136"/>
    <w:rsid w:val="0027574D"/>
    <w:rsid w:val="00275A24"/>
    <w:rsid w:val="00275E74"/>
    <w:rsid w:val="0027726A"/>
    <w:rsid w:val="002827B1"/>
    <w:rsid w:val="0028575E"/>
    <w:rsid w:val="00287C88"/>
    <w:rsid w:val="00292055"/>
    <w:rsid w:val="00293B7E"/>
    <w:rsid w:val="00293D70"/>
    <w:rsid w:val="0029576A"/>
    <w:rsid w:val="00295F03"/>
    <w:rsid w:val="00296BC4"/>
    <w:rsid w:val="002A030D"/>
    <w:rsid w:val="002A17C4"/>
    <w:rsid w:val="002A1A98"/>
    <w:rsid w:val="002A31D7"/>
    <w:rsid w:val="002A68FA"/>
    <w:rsid w:val="002B0DDF"/>
    <w:rsid w:val="002B5ABB"/>
    <w:rsid w:val="002C0524"/>
    <w:rsid w:val="002C286F"/>
    <w:rsid w:val="002C39BD"/>
    <w:rsid w:val="002C3DFC"/>
    <w:rsid w:val="002C52DC"/>
    <w:rsid w:val="002D06ED"/>
    <w:rsid w:val="002D1131"/>
    <w:rsid w:val="002D4F3C"/>
    <w:rsid w:val="002D75AE"/>
    <w:rsid w:val="002D79E3"/>
    <w:rsid w:val="002E08C9"/>
    <w:rsid w:val="002E0F99"/>
    <w:rsid w:val="002E1E61"/>
    <w:rsid w:val="002E20AE"/>
    <w:rsid w:val="002E31CA"/>
    <w:rsid w:val="002E4C9A"/>
    <w:rsid w:val="002E57D5"/>
    <w:rsid w:val="002E58DE"/>
    <w:rsid w:val="002E6586"/>
    <w:rsid w:val="002E7122"/>
    <w:rsid w:val="002F074A"/>
    <w:rsid w:val="002F0899"/>
    <w:rsid w:val="002F308A"/>
    <w:rsid w:val="002F3276"/>
    <w:rsid w:val="002F3736"/>
    <w:rsid w:val="002F45EE"/>
    <w:rsid w:val="002F4985"/>
    <w:rsid w:val="002F5BA1"/>
    <w:rsid w:val="002F6B62"/>
    <w:rsid w:val="002F7741"/>
    <w:rsid w:val="00300737"/>
    <w:rsid w:val="0030115A"/>
    <w:rsid w:val="003020BD"/>
    <w:rsid w:val="00302735"/>
    <w:rsid w:val="00305D32"/>
    <w:rsid w:val="00306B6F"/>
    <w:rsid w:val="00306E82"/>
    <w:rsid w:val="00310A2F"/>
    <w:rsid w:val="003128E7"/>
    <w:rsid w:val="00314C9E"/>
    <w:rsid w:val="003159E2"/>
    <w:rsid w:val="0031654F"/>
    <w:rsid w:val="00321D36"/>
    <w:rsid w:val="00326110"/>
    <w:rsid w:val="00326C7B"/>
    <w:rsid w:val="00327C3D"/>
    <w:rsid w:val="003303A2"/>
    <w:rsid w:val="00331C3A"/>
    <w:rsid w:val="00332626"/>
    <w:rsid w:val="00334F7A"/>
    <w:rsid w:val="00335BA0"/>
    <w:rsid w:val="00335C48"/>
    <w:rsid w:val="00336196"/>
    <w:rsid w:val="00336A17"/>
    <w:rsid w:val="00336D9C"/>
    <w:rsid w:val="00340336"/>
    <w:rsid w:val="003417DE"/>
    <w:rsid w:val="00341F0E"/>
    <w:rsid w:val="00343547"/>
    <w:rsid w:val="00343A2D"/>
    <w:rsid w:val="00343B44"/>
    <w:rsid w:val="00343F56"/>
    <w:rsid w:val="00344F83"/>
    <w:rsid w:val="00345400"/>
    <w:rsid w:val="00346562"/>
    <w:rsid w:val="00346E03"/>
    <w:rsid w:val="00350C56"/>
    <w:rsid w:val="00351189"/>
    <w:rsid w:val="0035334D"/>
    <w:rsid w:val="0035404C"/>
    <w:rsid w:val="00354FAE"/>
    <w:rsid w:val="00355970"/>
    <w:rsid w:val="00355A2A"/>
    <w:rsid w:val="003564D9"/>
    <w:rsid w:val="00356A74"/>
    <w:rsid w:val="0036137E"/>
    <w:rsid w:val="00361EAE"/>
    <w:rsid w:val="0036364C"/>
    <w:rsid w:val="003639A8"/>
    <w:rsid w:val="00364CE3"/>
    <w:rsid w:val="00364E2E"/>
    <w:rsid w:val="00366982"/>
    <w:rsid w:val="0036731F"/>
    <w:rsid w:val="003675B6"/>
    <w:rsid w:val="0037129D"/>
    <w:rsid w:val="00371790"/>
    <w:rsid w:val="0037432E"/>
    <w:rsid w:val="003766B4"/>
    <w:rsid w:val="00377321"/>
    <w:rsid w:val="003843E5"/>
    <w:rsid w:val="00390233"/>
    <w:rsid w:val="003910C4"/>
    <w:rsid w:val="0039277B"/>
    <w:rsid w:val="00393A10"/>
    <w:rsid w:val="00393F2D"/>
    <w:rsid w:val="003946FA"/>
    <w:rsid w:val="00394809"/>
    <w:rsid w:val="00396D84"/>
    <w:rsid w:val="003972B8"/>
    <w:rsid w:val="003A0161"/>
    <w:rsid w:val="003A15A0"/>
    <w:rsid w:val="003A17CC"/>
    <w:rsid w:val="003A2816"/>
    <w:rsid w:val="003A3E05"/>
    <w:rsid w:val="003A4A72"/>
    <w:rsid w:val="003B0C33"/>
    <w:rsid w:val="003B289A"/>
    <w:rsid w:val="003B3DE7"/>
    <w:rsid w:val="003B5237"/>
    <w:rsid w:val="003B6772"/>
    <w:rsid w:val="003B6C32"/>
    <w:rsid w:val="003B7A96"/>
    <w:rsid w:val="003C01DE"/>
    <w:rsid w:val="003C0F6A"/>
    <w:rsid w:val="003C230C"/>
    <w:rsid w:val="003C573A"/>
    <w:rsid w:val="003D01D7"/>
    <w:rsid w:val="003D0A33"/>
    <w:rsid w:val="003D1212"/>
    <w:rsid w:val="003D335B"/>
    <w:rsid w:val="003D4067"/>
    <w:rsid w:val="003D647F"/>
    <w:rsid w:val="003D72FC"/>
    <w:rsid w:val="003E01C0"/>
    <w:rsid w:val="003E7589"/>
    <w:rsid w:val="003F13FD"/>
    <w:rsid w:val="003F34E4"/>
    <w:rsid w:val="003F5E4A"/>
    <w:rsid w:val="00400B94"/>
    <w:rsid w:val="00404330"/>
    <w:rsid w:val="004057CB"/>
    <w:rsid w:val="00407440"/>
    <w:rsid w:val="00407A91"/>
    <w:rsid w:val="00410461"/>
    <w:rsid w:val="00410B52"/>
    <w:rsid w:val="00410D1C"/>
    <w:rsid w:val="00411B3B"/>
    <w:rsid w:val="0041571F"/>
    <w:rsid w:val="00415B0E"/>
    <w:rsid w:val="00417464"/>
    <w:rsid w:val="00421A32"/>
    <w:rsid w:val="00422810"/>
    <w:rsid w:val="00426138"/>
    <w:rsid w:val="00427DC6"/>
    <w:rsid w:val="00427E86"/>
    <w:rsid w:val="004300FE"/>
    <w:rsid w:val="00433FAB"/>
    <w:rsid w:val="00434456"/>
    <w:rsid w:val="00436DA0"/>
    <w:rsid w:val="0044193E"/>
    <w:rsid w:val="0044319C"/>
    <w:rsid w:val="00443FDF"/>
    <w:rsid w:val="00447A03"/>
    <w:rsid w:val="0045071A"/>
    <w:rsid w:val="00450AAD"/>
    <w:rsid w:val="0045185B"/>
    <w:rsid w:val="004524C1"/>
    <w:rsid w:val="00455E3B"/>
    <w:rsid w:val="00460C7D"/>
    <w:rsid w:val="00461F4E"/>
    <w:rsid w:val="00463EBE"/>
    <w:rsid w:val="00464278"/>
    <w:rsid w:val="00464AEE"/>
    <w:rsid w:val="00466732"/>
    <w:rsid w:val="00466754"/>
    <w:rsid w:val="004709DF"/>
    <w:rsid w:val="00471E16"/>
    <w:rsid w:val="00473CBE"/>
    <w:rsid w:val="0047468E"/>
    <w:rsid w:val="004747F5"/>
    <w:rsid w:val="00474B91"/>
    <w:rsid w:val="004751A4"/>
    <w:rsid w:val="00475E53"/>
    <w:rsid w:val="004774AB"/>
    <w:rsid w:val="0047778D"/>
    <w:rsid w:val="0047791A"/>
    <w:rsid w:val="00480ABE"/>
    <w:rsid w:val="00482A62"/>
    <w:rsid w:val="0048313C"/>
    <w:rsid w:val="00491FE6"/>
    <w:rsid w:val="00493890"/>
    <w:rsid w:val="0049396D"/>
    <w:rsid w:val="00493A9E"/>
    <w:rsid w:val="00493BC9"/>
    <w:rsid w:val="0049534A"/>
    <w:rsid w:val="00495F19"/>
    <w:rsid w:val="00497CDB"/>
    <w:rsid w:val="004A0881"/>
    <w:rsid w:val="004A37B0"/>
    <w:rsid w:val="004A3A54"/>
    <w:rsid w:val="004A3C7B"/>
    <w:rsid w:val="004A401C"/>
    <w:rsid w:val="004A6BB0"/>
    <w:rsid w:val="004B3772"/>
    <w:rsid w:val="004B75F2"/>
    <w:rsid w:val="004C1696"/>
    <w:rsid w:val="004C16DB"/>
    <w:rsid w:val="004C2278"/>
    <w:rsid w:val="004C2966"/>
    <w:rsid w:val="004C4AFE"/>
    <w:rsid w:val="004C7A9E"/>
    <w:rsid w:val="004D0A7E"/>
    <w:rsid w:val="004D5B6C"/>
    <w:rsid w:val="004E0ED3"/>
    <w:rsid w:val="004E32E2"/>
    <w:rsid w:val="004E4ABA"/>
    <w:rsid w:val="004E510D"/>
    <w:rsid w:val="004E5CED"/>
    <w:rsid w:val="004E5D4E"/>
    <w:rsid w:val="004E5E0E"/>
    <w:rsid w:val="004E7107"/>
    <w:rsid w:val="004E7D5A"/>
    <w:rsid w:val="004F27B1"/>
    <w:rsid w:val="004F2C8E"/>
    <w:rsid w:val="004F2D4E"/>
    <w:rsid w:val="004F2EF5"/>
    <w:rsid w:val="004F56CE"/>
    <w:rsid w:val="004F5B7E"/>
    <w:rsid w:val="004F5B90"/>
    <w:rsid w:val="004F74A4"/>
    <w:rsid w:val="004F7AD1"/>
    <w:rsid w:val="00503869"/>
    <w:rsid w:val="005038DA"/>
    <w:rsid w:val="005056BA"/>
    <w:rsid w:val="00506617"/>
    <w:rsid w:val="0050731A"/>
    <w:rsid w:val="00510E85"/>
    <w:rsid w:val="00511E5C"/>
    <w:rsid w:val="00513693"/>
    <w:rsid w:val="005147D4"/>
    <w:rsid w:val="0051767B"/>
    <w:rsid w:val="00520833"/>
    <w:rsid w:val="00520866"/>
    <w:rsid w:val="00521393"/>
    <w:rsid w:val="00522293"/>
    <w:rsid w:val="0052294D"/>
    <w:rsid w:val="00523190"/>
    <w:rsid w:val="00524368"/>
    <w:rsid w:val="005258B6"/>
    <w:rsid w:val="0052799B"/>
    <w:rsid w:val="00527B3C"/>
    <w:rsid w:val="005302BD"/>
    <w:rsid w:val="00531F4C"/>
    <w:rsid w:val="00534FB1"/>
    <w:rsid w:val="005351F1"/>
    <w:rsid w:val="00535B57"/>
    <w:rsid w:val="005369B1"/>
    <w:rsid w:val="005400D3"/>
    <w:rsid w:val="00541628"/>
    <w:rsid w:val="0054190A"/>
    <w:rsid w:val="0054198F"/>
    <w:rsid w:val="00542AD7"/>
    <w:rsid w:val="005473B5"/>
    <w:rsid w:val="005475B6"/>
    <w:rsid w:val="0054767A"/>
    <w:rsid w:val="0055247B"/>
    <w:rsid w:val="00552C57"/>
    <w:rsid w:val="00555FA3"/>
    <w:rsid w:val="00556638"/>
    <w:rsid w:val="00557798"/>
    <w:rsid w:val="00562014"/>
    <w:rsid w:val="00563A83"/>
    <w:rsid w:val="00564870"/>
    <w:rsid w:val="00565641"/>
    <w:rsid w:val="0056738F"/>
    <w:rsid w:val="00567966"/>
    <w:rsid w:val="005766A5"/>
    <w:rsid w:val="00580354"/>
    <w:rsid w:val="00581176"/>
    <w:rsid w:val="005831F9"/>
    <w:rsid w:val="00584CFA"/>
    <w:rsid w:val="005861CE"/>
    <w:rsid w:val="00587BEB"/>
    <w:rsid w:val="00587DDA"/>
    <w:rsid w:val="0059381D"/>
    <w:rsid w:val="00596FB4"/>
    <w:rsid w:val="00597373"/>
    <w:rsid w:val="00597B3D"/>
    <w:rsid w:val="005A23E5"/>
    <w:rsid w:val="005A2C1A"/>
    <w:rsid w:val="005A5657"/>
    <w:rsid w:val="005A60DB"/>
    <w:rsid w:val="005A71CC"/>
    <w:rsid w:val="005A7D3B"/>
    <w:rsid w:val="005B1581"/>
    <w:rsid w:val="005B1DBA"/>
    <w:rsid w:val="005B2A76"/>
    <w:rsid w:val="005B2D5F"/>
    <w:rsid w:val="005B43CF"/>
    <w:rsid w:val="005B6CF4"/>
    <w:rsid w:val="005B6F4B"/>
    <w:rsid w:val="005C108E"/>
    <w:rsid w:val="005C17EE"/>
    <w:rsid w:val="005C1D1B"/>
    <w:rsid w:val="005C4FD4"/>
    <w:rsid w:val="005C611E"/>
    <w:rsid w:val="005C68FC"/>
    <w:rsid w:val="005D02C5"/>
    <w:rsid w:val="005D038B"/>
    <w:rsid w:val="005D2AAE"/>
    <w:rsid w:val="005D5902"/>
    <w:rsid w:val="005D64DC"/>
    <w:rsid w:val="005D7E95"/>
    <w:rsid w:val="005E0A7C"/>
    <w:rsid w:val="005E188D"/>
    <w:rsid w:val="005E3C57"/>
    <w:rsid w:val="005E500A"/>
    <w:rsid w:val="005E5A97"/>
    <w:rsid w:val="005E6908"/>
    <w:rsid w:val="005E6C9A"/>
    <w:rsid w:val="005F08AE"/>
    <w:rsid w:val="005F1171"/>
    <w:rsid w:val="005F1172"/>
    <w:rsid w:val="005F204F"/>
    <w:rsid w:val="005F2648"/>
    <w:rsid w:val="005F2C3E"/>
    <w:rsid w:val="005F6838"/>
    <w:rsid w:val="005F6BA6"/>
    <w:rsid w:val="005F6C7E"/>
    <w:rsid w:val="005F77EA"/>
    <w:rsid w:val="00604D96"/>
    <w:rsid w:val="0060529C"/>
    <w:rsid w:val="00606F1C"/>
    <w:rsid w:val="00607C74"/>
    <w:rsid w:val="00607E8A"/>
    <w:rsid w:val="00611FF6"/>
    <w:rsid w:val="006149F5"/>
    <w:rsid w:val="00620816"/>
    <w:rsid w:val="00623337"/>
    <w:rsid w:val="00623357"/>
    <w:rsid w:val="00623F30"/>
    <w:rsid w:val="006264BA"/>
    <w:rsid w:val="006270E6"/>
    <w:rsid w:val="00627786"/>
    <w:rsid w:val="006277CD"/>
    <w:rsid w:val="006307C4"/>
    <w:rsid w:val="00635353"/>
    <w:rsid w:val="006365DB"/>
    <w:rsid w:val="006403A0"/>
    <w:rsid w:val="00646980"/>
    <w:rsid w:val="006469AD"/>
    <w:rsid w:val="00646D8B"/>
    <w:rsid w:val="00653232"/>
    <w:rsid w:val="00653E70"/>
    <w:rsid w:val="00654C88"/>
    <w:rsid w:val="00655B15"/>
    <w:rsid w:val="00655F95"/>
    <w:rsid w:val="00656DD7"/>
    <w:rsid w:val="00657253"/>
    <w:rsid w:val="00657DEE"/>
    <w:rsid w:val="00661E1C"/>
    <w:rsid w:val="00666275"/>
    <w:rsid w:val="00671896"/>
    <w:rsid w:val="006722DF"/>
    <w:rsid w:val="006749D3"/>
    <w:rsid w:val="00676E80"/>
    <w:rsid w:val="0067735F"/>
    <w:rsid w:val="00680A56"/>
    <w:rsid w:val="0068300B"/>
    <w:rsid w:val="006830BB"/>
    <w:rsid w:val="006842EE"/>
    <w:rsid w:val="00686D15"/>
    <w:rsid w:val="00687CAF"/>
    <w:rsid w:val="006904E2"/>
    <w:rsid w:val="006936BE"/>
    <w:rsid w:val="00694330"/>
    <w:rsid w:val="00694813"/>
    <w:rsid w:val="00694FD7"/>
    <w:rsid w:val="006A0937"/>
    <w:rsid w:val="006A0C23"/>
    <w:rsid w:val="006A3E0D"/>
    <w:rsid w:val="006A48BC"/>
    <w:rsid w:val="006A7181"/>
    <w:rsid w:val="006A7D76"/>
    <w:rsid w:val="006B6ADC"/>
    <w:rsid w:val="006C04AE"/>
    <w:rsid w:val="006C4A15"/>
    <w:rsid w:val="006D1D5B"/>
    <w:rsid w:val="006D53DE"/>
    <w:rsid w:val="006D7CA3"/>
    <w:rsid w:val="006D7DE6"/>
    <w:rsid w:val="006E07F4"/>
    <w:rsid w:val="006E0F3E"/>
    <w:rsid w:val="006E1012"/>
    <w:rsid w:val="006E2237"/>
    <w:rsid w:val="006E33BA"/>
    <w:rsid w:val="006E44DA"/>
    <w:rsid w:val="006E509A"/>
    <w:rsid w:val="006E7D05"/>
    <w:rsid w:val="006F12BF"/>
    <w:rsid w:val="006F17BA"/>
    <w:rsid w:val="006F1CF0"/>
    <w:rsid w:val="006F4E13"/>
    <w:rsid w:val="006F6EC6"/>
    <w:rsid w:val="006F715A"/>
    <w:rsid w:val="0070081D"/>
    <w:rsid w:val="00701229"/>
    <w:rsid w:val="00704233"/>
    <w:rsid w:val="00704849"/>
    <w:rsid w:val="0070623F"/>
    <w:rsid w:val="00706C38"/>
    <w:rsid w:val="007100EB"/>
    <w:rsid w:val="00711F16"/>
    <w:rsid w:val="00713BE7"/>
    <w:rsid w:val="00713E0F"/>
    <w:rsid w:val="00714C46"/>
    <w:rsid w:val="00715CD4"/>
    <w:rsid w:val="00717976"/>
    <w:rsid w:val="00717CB3"/>
    <w:rsid w:val="00717D03"/>
    <w:rsid w:val="0072037F"/>
    <w:rsid w:val="00724267"/>
    <w:rsid w:val="00724EE3"/>
    <w:rsid w:val="007253D9"/>
    <w:rsid w:val="0073007A"/>
    <w:rsid w:val="007320EF"/>
    <w:rsid w:val="00732697"/>
    <w:rsid w:val="00732C6E"/>
    <w:rsid w:val="00732EBF"/>
    <w:rsid w:val="00736DD6"/>
    <w:rsid w:val="00737D3C"/>
    <w:rsid w:val="007400A5"/>
    <w:rsid w:val="00740D3E"/>
    <w:rsid w:val="00740E4A"/>
    <w:rsid w:val="0074323B"/>
    <w:rsid w:val="007433C5"/>
    <w:rsid w:val="00744AE2"/>
    <w:rsid w:val="00744F51"/>
    <w:rsid w:val="0074545D"/>
    <w:rsid w:val="007455B6"/>
    <w:rsid w:val="0074781A"/>
    <w:rsid w:val="0075003B"/>
    <w:rsid w:val="00750AAE"/>
    <w:rsid w:val="0075343F"/>
    <w:rsid w:val="00753FDF"/>
    <w:rsid w:val="00755505"/>
    <w:rsid w:val="00756272"/>
    <w:rsid w:val="00756936"/>
    <w:rsid w:val="00761D60"/>
    <w:rsid w:val="00761D69"/>
    <w:rsid w:val="00764141"/>
    <w:rsid w:val="007641AF"/>
    <w:rsid w:val="00764911"/>
    <w:rsid w:val="007713D0"/>
    <w:rsid w:val="007715BA"/>
    <w:rsid w:val="00772143"/>
    <w:rsid w:val="0077248C"/>
    <w:rsid w:val="00773096"/>
    <w:rsid w:val="007731AE"/>
    <w:rsid w:val="00773796"/>
    <w:rsid w:val="007738F0"/>
    <w:rsid w:val="0077470F"/>
    <w:rsid w:val="007750BC"/>
    <w:rsid w:val="00775D71"/>
    <w:rsid w:val="00776245"/>
    <w:rsid w:val="007762FC"/>
    <w:rsid w:val="0078210D"/>
    <w:rsid w:val="00782FEB"/>
    <w:rsid w:val="007830E2"/>
    <w:rsid w:val="00783101"/>
    <w:rsid w:val="00784614"/>
    <w:rsid w:val="00787FA3"/>
    <w:rsid w:val="00790106"/>
    <w:rsid w:val="00792389"/>
    <w:rsid w:val="00793D16"/>
    <w:rsid w:val="00793EF3"/>
    <w:rsid w:val="00794A32"/>
    <w:rsid w:val="00795284"/>
    <w:rsid w:val="007954A5"/>
    <w:rsid w:val="007955C7"/>
    <w:rsid w:val="00796887"/>
    <w:rsid w:val="00796F3F"/>
    <w:rsid w:val="00797478"/>
    <w:rsid w:val="007A0D94"/>
    <w:rsid w:val="007A2B47"/>
    <w:rsid w:val="007A2E40"/>
    <w:rsid w:val="007A482A"/>
    <w:rsid w:val="007A6014"/>
    <w:rsid w:val="007A66A8"/>
    <w:rsid w:val="007A7651"/>
    <w:rsid w:val="007B3AD2"/>
    <w:rsid w:val="007B58A5"/>
    <w:rsid w:val="007B6336"/>
    <w:rsid w:val="007C04AE"/>
    <w:rsid w:val="007C04F9"/>
    <w:rsid w:val="007C1553"/>
    <w:rsid w:val="007C190B"/>
    <w:rsid w:val="007C4DF4"/>
    <w:rsid w:val="007C5646"/>
    <w:rsid w:val="007C5D71"/>
    <w:rsid w:val="007D0BB7"/>
    <w:rsid w:val="007D26A9"/>
    <w:rsid w:val="007D4111"/>
    <w:rsid w:val="007D4161"/>
    <w:rsid w:val="007D460A"/>
    <w:rsid w:val="007D5C61"/>
    <w:rsid w:val="007D6B36"/>
    <w:rsid w:val="007E2CD2"/>
    <w:rsid w:val="007E640A"/>
    <w:rsid w:val="007E6E07"/>
    <w:rsid w:val="007E7E2B"/>
    <w:rsid w:val="007F1342"/>
    <w:rsid w:val="007F1F77"/>
    <w:rsid w:val="007F497F"/>
    <w:rsid w:val="007F53AA"/>
    <w:rsid w:val="007F65B9"/>
    <w:rsid w:val="008003D5"/>
    <w:rsid w:val="008008AE"/>
    <w:rsid w:val="00801AD0"/>
    <w:rsid w:val="008064F0"/>
    <w:rsid w:val="008110F9"/>
    <w:rsid w:val="008127D9"/>
    <w:rsid w:val="00814915"/>
    <w:rsid w:val="00817AB2"/>
    <w:rsid w:val="00817D17"/>
    <w:rsid w:val="00817EB1"/>
    <w:rsid w:val="00820092"/>
    <w:rsid w:val="00820A1E"/>
    <w:rsid w:val="00821534"/>
    <w:rsid w:val="00821E96"/>
    <w:rsid w:val="00822EE6"/>
    <w:rsid w:val="0082382A"/>
    <w:rsid w:val="00824875"/>
    <w:rsid w:val="0082526F"/>
    <w:rsid w:val="0082638F"/>
    <w:rsid w:val="008268E1"/>
    <w:rsid w:val="00826A39"/>
    <w:rsid w:val="008301BC"/>
    <w:rsid w:val="0083022A"/>
    <w:rsid w:val="008325FF"/>
    <w:rsid w:val="00832F6B"/>
    <w:rsid w:val="008334A6"/>
    <w:rsid w:val="008351F2"/>
    <w:rsid w:val="0083657D"/>
    <w:rsid w:val="008428DD"/>
    <w:rsid w:val="00842D3E"/>
    <w:rsid w:val="008431A6"/>
    <w:rsid w:val="00847283"/>
    <w:rsid w:val="00847517"/>
    <w:rsid w:val="00851A2B"/>
    <w:rsid w:val="00851BDF"/>
    <w:rsid w:val="008523CB"/>
    <w:rsid w:val="00852F45"/>
    <w:rsid w:val="008550ED"/>
    <w:rsid w:val="00855DB1"/>
    <w:rsid w:val="008565AA"/>
    <w:rsid w:val="00856AE9"/>
    <w:rsid w:val="00856BB0"/>
    <w:rsid w:val="0086466A"/>
    <w:rsid w:val="00864974"/>
    <w:rsid w:val="0086531E"/>
    <w:rsid w:val="00867090"/>
    <w:rsid w:val="008673CF"/>
    <w:rsid w:val="00870FE2"/>
    <w:rsid w:val="00871D99"/>
    <w:rsid w:val="0087379B"/>
    <w:rsid w:val="00875022"/>
    <w:rsid w:val="00881161"/>
    <w:rsid w:val="0088138D"/>
    <w:rsid w:val="00885F87"/>
    <w:rsid w:val="008872AB"/>
    <w:rsid w:val="00890C3E"/>
    <w:rsid w:val="00890FE1"/>
    <w:rsid w:val="0089356A"/>
    <w:rsid w:val="00894AFB"/>
    <w:rsid w:val="00895261"/>
    <w:rsid w:val="00895283"/>
    <w:rsid w:val="0089720B"/>
    <w:rsid w:val="00897325"/>
    <w:rsid w:val="008A2428"/>
    <w:rsid w:val="008A5214"/>
    <w:rsid w:val="008A6F1D"/>
    <w:rsid w:val="008B08AA"/>
    <w:rsid w:val="008B0988"/>
    <w:rsid w:val="008B1174"/>
    <w:rsid w:val="008B1C6E"/>
    <w:rsid w:val="008B2B0E"/>
    <w:rsid w:val="008B5F2A"/>
    <w:rsid w:val="008B66FB"/>
    <w:rsid w:val="008B678E"/>
    <w:rsid w:val="008C11FA"/>
    <w:rsid w:val="008C182C"/>
    <w:rsid w:val="008C1990"/>
    <w:rsid w:val="008C24F1"/>
    <w:rsid w:val="008C2DDD"/>
    <w:rsid w:val="008C2F11"/>
    <w:rsid w:val="008C546B"/>
    <w:rsid w:val="008C54E9"/>
    <w:rsid w:val="008D1FDD"/>
    <w:rsid w:val="008D2BE1"/>
    <w:rsid w:val="008D3FCD"/>
    <w:rsid w:val="008D5271"/>
    <w:rsid w:val="008D5557"/>
    <w:rsid w:val="008D6498"/>
    <w:rsid w:val="008E0F47"/>
    <w:rsid w:val="008E4AC8"/>
    <w:rsid w:val="008E51E9"/>
    <w:rsid w:val="008E5644"/>
    <w:rsid w:val="008F055D"/>
    <w:rsid w:val="008F1DC9"/>
    <w:rsid w:val="008F274B"/>
    <w:rsid w:val="008F2D1E"/>
    <w:rsid w:val="008F3EF7"/>
    <w:rsid w:val="008F63F9"/>
    <w:rsid w:val="008F6690"/>
    <w:rsid w:val="0090295A"/>
    <w:rsid w:val="00903244"/>
    <w:rsid w:val="00903617"/>
    <w:rsid w:val="00903F07"/>
    <w:rsid w:val="00904827"/>
    <w:rsid w:val="009049F1"/>
    <w:rsid w:val="00912B45"/>
    <w:rsid w:val="00913FC3"/>
    <w:rsid w:val="00914192"/>
    <w:rsid w:val="00916923"/>
    <w:rsid w:val="00917BF6"/>
    <w:rsid w:val="009208FE"/>
    <w:rsid w:val="009228B1"/>
    <w:rsid w:val="00927BF5"/>
    <w:rsid w:val="009314B7"/>
    <w:rsid w:val="00934B25"/>
    <w:rsid w:val="00941333"/>
    <w:rsid w:val="00942B78"/>
    <w:rsid w:val="00943A2C"/>
    <w:rsid w:val="00944686"/>
    <w:rsid w:val="0094649D"/>
    <w:rsid w:val="009544B5"/>
    <w:rsid w:val="00955FBE"/>
    <w:rsid w:val="00957692"/>
    <w:rsid w:val="00957E02"/>
    <w:rsid w:val="00960F15"/>
    <w:rsid w:val="00961803"/>
    <w:rsid w:val="00962749"/>
    <w:rsid w:val="0096289B"/>
    <w:rsid w:val="0096491A"/>
    <w:rsid w:val="00964C3A"/>
    <w:rsid w:val="00965342"/>
    <w:rsid w:val="009659CD"/>
    <w:rsid w:val="00970393"/>
    <w:rsid w:val="009724FE"/>
    <w:rsid w:val="00972E10"/>
    <w:rsid w:val="009735E0"/>
    <w:rsid w:val="009822BF"/>
    <w:rsid w:val="00982A72"/>
    <w:rsid w:val="00987F30"/>
    <w:rsid w:val="00990474"/>
    <w:rsid w:val="009906B9"/>
    <w:rsid w:val="00992397"/>
    <w:rsid w:val="00994B55"/>
    <w:rsid w:val="009A0BDA"/>
    <w:rsid w:val="009A3B42"/>
    <w:rsid w:val="009A51CF"/>
    <w:rsid w:val="009A5752"/>
    <w:rsid w:val="009B44EA"/>
    <w:rsid w:val="009B4789"/>
    <w:rsid w:val="009B495B"/>
    <w:rsid w:val="009B5FA9"/>
    <w:rsid w:val="009B702C"/>
    <w:rsid w:val="009B7B69"/>
    <w:rsid w:val="009C67D9"/>
    <w:rsid w:val="009C6B90"/>
    <w:rsid w:val="009C6D67"/>
    <w:rsid w:val="009D06FC"/>
    <w:rsid w:val="009D12D6"/>
    <w:rsid w:val="009D2397"/>
    <w:rsid w:val="009D2DFC"/>
    <w:rsid w:val="009D323C"/>
    <w:rsid w:val="009D4B33"/>
    <w:rsid w:val="009D6F0C"/>
    <w:rsid w:val="009D78E4"/>
    <w:rsid w:val="009E10FF"/>
    <w:rsid w:val="009E235C"/>
    <w:rsid w:val="009E2E72"/>
    <w:rsid w:val="009E389D"/>
    <w:rsid w:val="009E3C1A"/>
    <w:rsid w:val="009E5DF2"/>
    <w:rsid w:val="009F02F7"/>
    <w:rsid w:val="009F2E46"/>
    <w:rsid w:val="009F5053"/>
    <w:rsid w:val="009F575E"/>
    <w:rsid w:val="009F6A07"/>
    <w:rsid w:val="009F7803"/>
    <w:rsid w:val="009F7BC0"/>
    <w:rsid w:val="00A00684"/>
    <w:rsid w:val="00A02935"/>
    <w:rsid w:val="00A07C60"/>
    <w:rsid w:val="00A12CB5"/>
    <w:rsid w:val="00A135F5"/>
    <w:rsid w:val="00A22269"/>
    <w:rsid w:val="00A254B5"/>
    <w:rsid w:val="00A26AE7"/>
    <w:rsid w:val="00A31CEC"/>
    <w:rsid w:val="00A33134"/>
    <w:rsid w:val="00A336C4"/>
    <w:rsid w:val="00A339B7"/>
    <w:rsid w:val="00A366E0"/>
    <w:rsid w:val="00A36ADB"/>
    <w:rsid w:val="00A36F1C"/>
    <w:rsid w:val="00A40747"/>
    <w:rsid w:val="00A40959"/>
    <w:rsid w:val="00A431F6"/>
    <w:rsid w:val="00A44B83"/>
    <w:rsid w:val="00A47E94"/>
    <w:rsid w:val="00A515D1"/>
    <w:rsid w:val="00A518CB"/>
    <w:rsid w:val="00A53A42"/>
    <w:rsid w:val="00A54465"/>
    <w:rsid w:val="00A55A35"/>
    <w:rsid w:val="00A5676C"/>
    <w:rsid w:val="00A57565"/>
    <w:rsid w:val="00A579D6"/>
    <w:rsid w:val="00A63438"/>
    <w:rsid w:val="00A63B15"/>
    <w:rsid w:val="00A64C3E"/>
    <w:rsid w:val="00A65964"/>
    <w:rsid w:val="00A66746"/>
    <w:rsid w:val="00A67806"/>
    <w:rsid w:val="00A73A7B"/>
    <w:rsid w:val="00A74EA9"/>
    <w:rsid w:val="00A807C9"/>
    <w:rsid w:val="00A80C8C"/>
    <w:rsid w:val="00A8214E"/>
    <w:rsid w:val="00A82E96"/>
    <w:rsid w:val="00A84634"/>
    <w:rsid w:val="00A870F5"/>
    <w:rsid w:val="00A8726A"/>
    <w:rsid w:val="00A87A61"/>
    <w:rsid w:val="00A9061F"/>
    <w:rsid w:val="00A91ED4"/>
    <w:rsid w:val="00A923E8"/>
    <w:rsid w:val="00A941FB"/>
    <w:rsid w:val="00A947A6"/>
    <w:rsid w:val="00A960AA"/>
    <w:rsid w:val="00AA0E70"/>
    <w:rsid w:val="00AA1871"/>
    <w:rsid w:val="00AA3E67"/>
    <w:rsid w:val="00AA6447"/>
    <w:rsid w:val="00AB10FC"/>
    <w:rsid w:val="00AB19CF"/>
    <w:rsid w:val="00AB1AA3"/>
    <w:rsid w:val="00AB2D8B"/>
    <w:rsid w:val="00AB3611"/>
    <w:rsid w:val="00AB3EAE"/>
    <w:rsid w:val="00AB4F57"/>
    <w:rsid w:val="00AB5A1A"/>
    <w:rsid w:val="00AB5BBE"/>
    <w:rsid w:val="00AB5FF1"/>
    <w:rsid w:val="00AB7A06"/>
    <w:rsid w:val="00AC064F"/>
    <w:rsid w:val="00AC1608"/>
    <w:rsid w:val="00AC4217"/>
    <w:rsid w:val="00AC50DB"/>
    <w:rsid w:val="00AC6064"/>
    <w:rsid w:val="00AC60ED"/>
    <w:rsid w:val="00AC6560"/>
    <w:rsid w:val="00AD18A8"/>
    <w:rsid w:val="00AD1C01"/>
    <w:rsid w:val="00AD2101"/>
    <w:rsid w:val="00AD2A6E"/>
    <w:rsid w:val="00AD2D63"/>
    <w:rsid w:val="00AD3EC5"/>
    <w:rsid w:val="00AD6832"/>
    <w:rsid w:val="00AD771C"/>
    <w:rsid w:val="00AE0217"/>
    <w:rsid w:val="00AE0A5F"/>
    <w:rsid w:val="00AE3134"/>
    <w:rsid w:val="00AE410A"/>
    <w:rsid w:val="00AE4202"/>
    <w:rsid w:val="00AE5F1A"/>
    <w:rsid w:val="00AE7D7B"/>
    <w:rsid w:val="00AF06A9"/>
    <w:rsid w:val="00AF1A93"/>
    <w:rsid w:val="00AF37BB"/>
    <w:rsid w:val="00AF660A"/>
    <w:rsid w:val="00AF6C3C"/>
    <w:rsid w:val="00AF7E93"/>
    <w:rsid w:val="00B004D6"/>
    <w:rsid w:val="00B007C6"/>
    <w:rsid w:val="00B01333"/>
    <w:rsid w:val="00B020AC"/>
    <w:rsid w:val="00B025F3"/>
    <w:rsid w:val="00B05C1C"/>
    <w:rsid w:val="00B07D3D"/>
    <w:rsid w:val="00B10AFD"/>
    <w:rsid w:val="00B110A9"/>
    <w:rsid w:val="00B1216F"/>
    <w:rsid w:val="00B15024"/>
    <w:rsid w:val="00B17332"/>
    <w:rsid w:val="00B21214"/>
    <w:rsid w:val="00B212BF"/>
    <w:rsid w:val="00B21CE2"/>
    <w:rsid w:val="00B21ECE"/>
    <w:rsid w:val="00B235EE"/>
    <w:rsid w:val="00B242CF"/>
    <w:rsid w:val="00B2441F"/>
    <w:rsid w:val="00B24455"/>
    <w:rsid w:val="00B263E5"/>
    <w:rsid w:val="00B27E50"/>
    <w:rsid w:val="00B319A4"/>
    <w:rsid w:val="00B34467"/>
    <w:rsid w:val="00B34699"/>
    <w:rsid w:val="00B4073B"/>
    <w:rsid w:val="00B408CF"/>
    <w:rsid w:val="00B416DD"/>
    <w:rsid w:val="00B41938"/>
    <w:rsid w:val="00B41ADF"/>
    <w:rsid w:val="00B42CF0"/>
    <w:rsid w:val="00B44090"/>
    <w:rsid w:val="00B446EE"/>
    <w:rsid w:val="00B44C14"/>
    <w:rsid w:val="00B44DC8"/>
    <w:rsid w:val="00B45FE6"/>
    <w:rsid w:val="00B47133"/>
    <w:rsid w:val="00B47EA6"/>
    <w:rsid w:val="00B50275"/>
    <w:rsid w:val="00B50E61"/>
    <w:rsid w:val="00B5297B"/>
    <w:rsid w:val="00B52B04"/>
    <w:rsid w:val="00B5413B"/>
    <w:rsid w:val="00B55656"/>
    <w:rsid w:val="00B56BB6"/>
    <w:rsid w:val="00B64401"/>
    <w:rsid w:val="00B652E9"/>
    <w:rsid w:val="00B669FE"/>
    <w:rsid w:val="00B66FB5"/>
    <w:rsid w:val="00B70E03"/>
    <w:rsid w:val="00B70ED5"/>
    <w:rsid w:val="00B728D4"/>
    <w:rsid w:val="00B74D75"/>
    <w:rsid w:val="00B754D7"/>
    <w:rsid w:val="00B77797"/>
    <w:rsid w:val="00B81902"/>
    <w:rsid w:val="00B82912"/>
    <w:rsid w:val="00B83A28"/>
    <w:rsid w:val="00B83D07"/>
    <w:rsid w:val="00B8420C"/>
    <w:rsid w:val="00B8425E"/>
    <w:rsid w:val="00B86C2E"/>
    <w:rsid w:val="00B873E7"/>
    <w:rsid w:val="00B90B1A"/>
    <w:rsid w:val="00B91444"/>
    <w:rsid w:val="00B91E0C"/>
    <w:rsid w:val="00B92017"/>
    <w:rsid w:val="00B938FA"/>
    <w:rsid w:val="00B939D4"/>
    <w:rsid w:val="00B93FF4"/>
    <w:rsid w:val="00B9499E"/>
    <w:rsid w:val="00B94E7A"/>
    <w:rsid w:val="00B96659"/>
    <w:rsid w:val="00BA3834"/>
    <w:rsid w:val="00BA45E3"/>
    <w:rsid w:val="00BB0590"/>
    <w:rsid w:val="00BB08CD"/>
    <w:rsid w:val="00BB15C5"/>
    <w:rsid w:val="00BB2576"/>
    <w:rsid w:val="00BB30F6"/>
    <w:rsid w:val="00BB3AE3"/>
    <w:rsid w:val="00BB5671"/>
    <w:rsid w:val="00BB5BAF"/>
    <w:rsid w:val="00BB74A8"/>
    <w:rsid w:val="00BC04EF"/>
    <w:rsid w:val="00BC179A"/>
    <w:rsid w:val="00BC6360"/>
    <w:rsid w:val="00BC6535"/>
    <w:rsid w:val="00BC7128"/>
    <w:rsid w:val="00BD0F32"/>
    <w:rsid w:val="00BD4621"/>
    <w:rsid w:val="00BD4AFF"/>
    <w:rsid w:val="00BD4FC6"/>
    <w:rsid w:val="00BD5792"/>
    <w:rsid w:val="00BD5AD2"/>
    <w:rsid w:val="00BD5EB8"/>
    <w:rsid w:val="00BD74AB"/>
    <w:rsid w:val="00BD759F"/>
    <w:rsid w:val="00BE0EB9"/>
    <w:rsid w:val="00BE3B9B"/>
    <w:rsid w:val="00BE41BF"/>
    <w:rsid w:val="00BE49E5"/>
    <w:rsid w:val="00BE4C78"/>
    <w:rsid w:val="00BE4F4A"/>
    <w:rsid w:val="00BE6B28"/>
    <w:rsid w:val="00BF2675"/>
    <w:rsid w:val="00BF3BB9"/>
    <w:rsid w:val="00BF6BAE"/>
    <w:rsid w:val="00C00D8C"/>
    <w:rsid w:val="00C04342"/>
    <w:rsid w:val="00C04E7D"/>
    <w:rsid w:val="00C05552"/>
    <w:rsid w:val="00C10B00"/>
    <w:rsid w:val="00C139FA"/>
    <w:rsid w:val="00C1490A"/>
    <w:rsid w:val="00C151C6"/>
    <w:rsid w:val="00C15D39"/>
    <w:rsid w:val="00C17DCF"/>
    <w:rsid w:val="00C204D2"/>
    <w:rsid w:val="00C21150"/>
    <w:rsid w:val="00C21CE8"/>
    <w:rsid w:val="00C246D3"/>
    <w:rsid w:val="00C24FE3"/>
    <w:rsid w:val="00C302D5"/>
    <w:rsid w:val="00C30BAA"/>
    <w:rsid w:val="00C31D38"/>
    <w:rsid w:val="00C34C79"/>
    <w:rsid w:val="00C36766"/>
    <w:rsid w:val="00C378D6"/>
    <w:rsid w:val="00C40E43"/>
    <w:rsid w:val="00C418FD"/>
    <w:rsid w:val="00C41C38"/>
    <w:rsid w:val="00C42441"/>
    <w:rsid w:val="00C43646"/>
    <w:rsid w:val="00C43AEA"/>
    <w:rsid w:val="00C43B41"/>
    <w:rsid w:val="00C45F70"/>
    <w:rsid w:val="00C46366"/>
    <w:rsid w:val="00C46A80"/>
    <w:rsid w:val="00C47271"/>
    <w:rsid w:val="00C53209"/>
    <w:rsid w:val="00C53CAF"/>
    <w:rsid w:val="00C54D3C"/>
    <w:rsid w:val="00C56A09"/>
    <w:rsid w:val="00C57B7E"/>
    <w:rsid w:val="00C64A70"/>
    <w:rsid w:val="00C703CF"/>
    <w:rsid w:val="00C7138D"/>
    <w:rsid w:val="00C73C6D"/>
    <w:rsid w:val="00C741E1"/>
    <w:rsid w:val="00C749E1"/>
    <w:rsid w:val="00C7520F"/>
    <w:rsid w:val="00C76006"/>
    <w:rsid w:val="00C7707B"/>
    <w:rsid w:val="00C778BD"/>
    <w:rsid w:val="00C8025D"/>
    <w:rsid w:val="00C83415"/>
    <w:rsid w:val="00C83CF9"/>
    <w:rsid w:val="00C83EF9"/>
    <w:rsid w:val="00C8467B"/>
    <w:rsid w:val="00C86BDA"/>
    <w:rsid w:val="00C87B0F"/>
    <w:rsid w:val="00C91794"/>
    <w:rsid w:val="00C9494E"/>
    <w:rsid w:val="00C96AE3"/>
    <w:rsid w:val="00CA2166"/>
    <w:rsid w:val="00CA739A"/>
    <w:rsid w:val="00CA7DD0"/>
    <w:rsid w:val="00CB1AC7"/>
    <w:rsid w:val="00CB40DA"/>
    <w:rsid w:val="00CB50AB"/>
    <w:rsid w:val="00CB6CDC"/>
    <w:rsid w:val="00CC0886"/>
    <w:rsid w:val="00CC0E37"/>
    <w:rsid w:val="00CC0EEB"/>
    <w:rsid w:val="00CC2EC1"/>
    <w:rsid w:val="00CC4358"/>
    <w:rsid w:val="00CC551D"/>
    <w:rsid w:val="00CC7A54"/>
    <w:rsid w:val="00CD1D4B"/>
    <w:rsid w:val="00CD2707"/>
    <w:rsid w:val="00CD2949"/>
    <w:rsid w:val="00CD5324"/>
    <w:rsid w:val="00CD61DB"/>
    <w:rsid w:val="00CD7341"/>
    <w:rsid w:val="00CE0811"/>
    <w:rsid w:val="00CE1858"/>
    <w:rsid w:val="00CE2A62"/>
    <w:rsid w:val="00CE4FF9"/>
    <w:rsid w:val="00CF1364"/>
    <w:rsid w:val="00CF2FBA"/>
    <w:rsid w:val="00CF5AC8"/>
    <w:rsid w:val="00CF669B"/>
    <w:rsid w:val="00CF6C30"/>
    <w:rsid w:val="00CF7DEF"/>
    <w:rsid w:val="00D00258"/>
    <w:rsid w:val="00D020DE"/>
    <w:rsid w:val="00D02914"/>
    <w:rsid w:val="00D03F65"/>
    <w:rsid w:val="00D07918"/>
    <w:rsid w:val="00D11014"/>
    <w:rsid w:val="00D11983"/>
    <w:rsid w:val="00D13381"/>
    <w:rsid w:val="00D165C3"/>
    <w:rsid w:val="00D230F7"/>
    <w:rsid w:val="00D23226"/>
    <w:rsid w:val="00D24AD7"/>
    <w:rsid w:val="00D24B1D"/>
    <w:rsid w:val="00D25F6A"/>
    <w:rsid w:val="00D25F72"/>
    <w:rsid w:val="00D263B3"/>
    <w:rsid w:val="00D30D3A"/>
    <w:rsid w:val="00D3124C"/>
    <w:rsid w:val="00D317FA"/>
    <w:rsid w:val="00D34046"/>
    <w:rsid w:val="00D348A6"/>
    <w:rsid w:val="00D36D82"/>
    <w:rsid w:val="00D375C6"/>
    <w:rsid w:val="00D40D3F"/>
    <w:rsid w:val="00D435EE"/>
    <w:rsid w:val="00D47A78"/>
    <w:rsid w:val="00D50F96"/>
    <w:rsid w:val="00D51109"/>
    <w:rsid w:val="00D51759"/>
    <w:rsid w:val="00D51EDC"/>
    <w:rsid w:val="00D55F0F"/>
    <w:rsid w:val="00D566C3"/>
    <w:rsid w:val="00D573C7"/>
    <w:rsid w:val="00D61189"/>
    <w:rsid w:val="00D653F7"/>
    <w:rsid w:val="00D66584"/>
    <w:rsid w:val="00D71258"/>
    <w:rsid w:val="00D71B70"/>
    <w:rsid w:val="00D72413"/>
    <w:rsid w:val="00D72669"/>
    <w:rsid w:val="00D732B9"/>
    <w:rsid w:val="00D737E1"/>
    <w:rsid w:val="00D74E63"/>
    <w:rsid w:val="00D756C6"/>
    <w:rsid w:val="00D76767"/>
    <w:rsid w:val="00D84A27"/>
    <w:rsid w:val="00D85866"/>
    <w:rsid w:val="00D865F2"/>
    <w:rsid w:val="00D90B9B"/>
    <w:rsid w:val="00D910A9"/>
    <w:rsid w:val="00D91416"/>
    <w:rsid w:val="00D929FC"/>
    <w:rsid w:val="00D93596"/>
    <w:rsid w:val="00D9464E"/>
    <w:rsid w:val="00D94CD8"/>
    <w:rsid w:val="00D956E0"/>
    <w:rsid w:val="00DA313D"/>
    <w:rsid w:val="00DA4AFA"/>
    <w:rsid w:val="00DA5F6D"/>
    <w:rsid w:val="00DA7F69"/>
    <w:rsid w:val="00DB0CC8"/>
    <w:rsid w:val="00DB3D49"/>
    <w:rsid w:val="00DB4758"/>
    <w:rsid w:val="00DB5283"/>
    <w:rsid w:val="00DB5E54"/>
    <w:rsid w:val="00DB6213"/>
    <w:rsid w:val="00DB7630"/>
    <w:rsid w:val="00DC0758"/>
    <w:rsid w:val="00DC2CF8"/>
    <w:rsid w:val="00DD0086"/>
    <w:rsid w:val="00DD205F"/>
    <w:rsid w:val="00DD26B7"/>
    <w:rsid w:val="00DD406E"/>
    <w:rsid w:val="00DD5539"/>
    <w:rsid w:val="00DD7A82"/>
    <w:rsid w:val="00DE0069"/>
    <w:rsid w:val="00DE01C6"/>
    <w:rsid w:val="00DE0D06"/>
    <w:rsid w:val="00DE3914"/>
    <w:rsid w:val="00DE4005"/>
    <w:rsid w:val="00DE56DC"/>
    <w:rsid w:val="00DE6C6A"/>
    <w:rsid w:val="00DF022A"/>
    <w:rsid w:val="00DF071E"/>
    <w:rsid w:val="00DF2A6F"/>
    <w:rsid w:val="00DF3A54"/>
    <w:rsid w:val="00E0038A"/>
    <w:rsid w:val="00E00BC1"/>
    <w:rsid w:val="00E01AFA"/>
    <w:rsid w:val="00E01D63"/>
    <w:rsid w:val="00E02497"/>
    <w:rsid w:val="00E06773"/>
    <w:rsid w:val="00E06BD6"/>
    <w:rsid w:val="00E06D11"/>
    <w:rsid w:val="00E07FA1"/>
    <w:rsid w:val="00E11744"/>
    <w:rsid w:val="00E16FE1"/>
    <w:rsid w:val="00E20702"/>
    <w:rsid w:val="00E22056"/>
    <w:rsid w:val="00E22601"/>
    <w:rsid w:val="00E22BBD"/>
    <w:rsid w:val="00E23D56"/>
    <w:rsid w:val="00E23FC6"/>
    <w:rsid w:val="00E2710B"/>
    <w:rsid w:val="00E309AB"/>
    <w:rsid w:val="00E30E02"/>
    <w:rsid w:val="00E35D0A"/>
    <w:rsid w:val="00E37E65"/>
    <w:rsid w:val="00E43AD3"/>
    <w:rsid w:val="00E470C9"/>
    <w:rsid w:val="00E4717C"/>
    <w:rsid w:val="00E5066E"/>
    <w:rsid w:val="00E50680"/>
    <w:rsid w:val="00E50843"/>
    <w:rsid w:val="00E50D8F"/>
    <w:rsid w:val="00E539DE"/>
    <w:rsid w:val="00E54985"/>
    <w:rsid w:val="00E57607"/>
    <w:rsid w:val="00E609D8"/>
    <w:rsid w:val="00E627E0"/>
    <w:rsid w:val="00E6287D"/>
    <w:rsid w:val="00E62A07"/>
    <w:rsid w:val="00E63F08"/>
    <w:rsid w:val="00E647D2"/>
    <w:rsid w:val="00E66C31"/>
    <w:rsid w:val="00E6705B"/>
    <w:rsid w:val="00E701AE"/>
    <w:rsid w:val="00E70A89"/>
    <w:rsid w:val="00E70D46"/>
    <w:rsid w:val="00E71140"/>
    <w:rsid w:val="00E718A1"/>
    <w:rsid w:val="00E71CFE"/>
    <w:rsid w:val="00E71E5B"/>
    <w:rsid w:val="00E75A29"/>
    <w:rsid w:val="00E764BA"/>
    <w:rsid w:val="00E7693B"/>
    <w:rsid w:val="00E770F8"/>
    <w:rsid w:val="00E801ED"/>
    <w:rsid w:val="00E85008"/>
    <w:rsid w:val="00E85E0A"/>
    <w:rsid w:val="00E87050"/>
    <w:rsid w:val="00E87A10"/>
    <w:rsid w:val="00E90138"/>
    <w:rsid w:val="00E906EF"/>
    <w:rsid w:val="00E90EEF"/>
    <w:rsid w:val="00E92B3C"/>
    <w:rsid w:val="00E942A7"/>
    <w:rsid w:val="00E95601"/>
    <w:rsid w:val="00EA2307"/>
    <w:rsid w:val="00EA5208"/>
    <w:rsid w:val="00EA529D"/>
    <w:rsid w:val="00EA60BE"/>
    <w:rsid w:val="00EA6389"/>
    <w:rsid w:val="00EA6ABD"/>
    <w:rsid w:val="00EA70E8"/>
    <w:rsid w:val="00EB0BBF"/>
    <w:rsid w:val="00EB2DBF"/>
    <w:rsid w:val="00EB466B"/>
    <w:rsid w:val="00EB5396"/>
    <w:rsid w:val="00EB5397"/>
    <w:rsid w:val="00EB576D"/>
    <w:rsid w:val="00EC0CAE"/>
    <w:rsid w:val="00EC0F0B"/>
    <w:rsid w:val="00EC110E"/>
    <w:rsid w:val="00EC36CD"/>
    <w:rsid w:val="00EC45D6"/>
    <w:rsid w:val="00EC5998"/>
    <w:rsid w:val="00EC61B9"/>
    <w:rsid w:val="00EC61E4"/>
    <w:rsid w:val="00EC728F"/>
    <w:rsid w:val="00ED0146"/>
    <w:rsid w:val="00ED1A4F"/>
    <w:rsid w:val="00ED2194"/>
    <w:rsid w:val="00ED260F"/>
    <w:rsid w:val="00ED29EE"/>
    <w:rsid w:val="00ED2C2B"/>
    <w:rsid w:val="00ED4117"/>
    <w:rsid w:val="00ED4E8E"/>
    <w:rsid w:val="00ED52F3"/>
    <w:rsid w:val="00ED6D35"/>
    <w:rsid w:val="00EE03AC"/>
    <w:rsid w:val="00EE16FB"/>
    <w:rsid w:val="00EE3CBA"/>
    <w:rsid w:val="00EE70B4"/>
    <w:rsid w:val="00EE77AE"/>
    <w:rsid w:val="00EF00FD"/>
    <w:rsid w:val="00EF0749"/>
    <w:rsid w:val="00EF125E"/>
    <w:rsid w:val="00EF16B8"/>
    <w:rsid w:val="00EF4C68"/>
    <w:rsid w:val="00EF50E5"/>
    <w:rsid w:val="00EF5472"/>
    <w:rsid w:val="00EF6C2A"/>
    <w:rsid w:val="00EF710E"/>
    <w:rsid w:val="00EF7F03"/>
    <w:rsid w:val="00F0006A"/>
    <w:rsid w:val="00F010DA"/>
    <w:rsid w:val="00F01C4C"/>
    <w:rsid w:val="00F0384C"/>
    <w:rsid w:val="00F05D52"/>
    <w:rsid w:val="00F0738F"/>
    <w:rsid w:val="00F104AD"/>
    <w:rsid w:val="00F10B68"/>
    <w:rsid w:val="00F1183B"/>
    <w:rsid w:val="00F132C5"/>
    <w:rsid w:val="00F163CB"/>
    <w:rsid w:val="00F166F5"/>
    <w:rsid w:val="00F175BD"/>
    <w:rsid w:val="00F208C8"/>
    <w:rsid w:val="00F21905"/>
    <w:rsid w:val="00F22834"/>
    <w:rsid w:val="00F23E17"/>
    <w:rsid w:val="00F23E1F"/>
    <w:rsid w:val="00F25F02"/>
    <w:rsid w:val="00F26D2D"/>
    <w:rsid w:val="00F2702B"/>
    <w:rsid w:val="00F27EE3"/>
    <w:rsid w:val="00F315CE"/>
    <w:rsid w:val="00F31C0A"/>
    <w:rsid w:val="00F3589E"/>
    <w:rsid w:val="00F35A57"/>
    <w:rsid w:val="00F36372"/>
    <w:rsid w:val="00F36C81"/>
    <w:rsid w:val="00F377FA"/>
    <w:rsid w:val="00F37ABF"/>
    <w:rsid w:val="00F404FA"/>
    <w:rsid w:val="00F41D80"/>
    <w:rsid w:val="00F42642"/>
    <w:rsid w:val="00F434AE"/>
    <w:rsid w:val="00F4459F"/>
    <w:rsid w:val="00F45552"/>
    <w:rsid w:val="00F466A3"/>
    <w:rsid w:val="00F504BC"/>
    <w:rsid w:val="00F5117B"/>
    <w:rsid w:val="00F51686"/>
    <w:rsid w:val="00F542DB"/>
    <w:rsid w:val="00F54E83"/>
    <w:rsid w:val="00F576B3"/>
    <w:rsid w:val="00F61AD7"/>
    <w:rsid w:val="00F62910"/>
    <w:rsid w:val="00F63351"/>
    <w:rsid w:val="00F63AEF"/>
    <w:rsid w:val="00F66F48"/>
    <w:rsid w:val="00F70693"/>
    <w:rsid w:val="00F71EA7"/>
    <w:rsid w:val="00F73F31"/>
    <w:rsid w:val="00F74E44"/>
    <w:rsid w:val="00F75496"/>
    <w:rsid w:val="00F77AD2"/>
    <w:rsid w:val="00F77FE4"/>
    <w:rsid w:val="00F80229"/>
    <w:rsid w:val="00F812F5"/>
    <w:rsid w:val="00F830B3"/>
    <w:rsid w:val="00F850F9"/>
    <w:rsid w:val="00F8576C"/>
    <w:rsid w:val="00F86CE1"/>
    <w:rsid w:val="00F879AD"/>
    <w:rsid w:val="00F87A82"/>
    <w:rsid w:val="00F90F83"/>
    <w:rsid w:val="00F91213"/>
    <w:rsid w:val="00F9144D"/>
    <w:rsid w:val="00F9168B"/>
    <w:rsid w:val="00F93DCA"/>
    <w:rsid w:val="00F95FC1"/>
    <w:rsid w:val="00F96ADF"/>
    <w:rsid w:val="00F979A4"/>
    <w:rsid w:val="00FA04A4"/>
    <w:rsid w:val="00FA068A"/>
    <w:rsid w:val="00FA0C0D"/>
    <w:rsid w:val="00FA22F6"/>
    <w:rsid w:val="00FA2B78"/>
    <w:rsid w:val="00FA4858"/>
    <w:rsid w:val="00FA4A5E"/>
    <w:rsid w:val="00FA4DA4"/>
    <w:rsid w:val="00FA516B"/>
    <w:rsid w:val="00FA5259"/>
    <w:rsid w:val="00FA5D67"/>
    <w:rsid w:val="00FA5E72"/>
    <w:rsid w:val="00FA6907"/>
    <w:rsid w:val="00FA7769"/>
    <w:rsid w:val="00FA7C02"/>
    <w:rsid w:val="00FB05E6"/>
    <w:rsid w:val="00FB1271"/>
    <w:rsid w:val="00FB1494"/>
    <w:rsid w:val="00FB2100"/>
    <w:rsid w:val="00FB2ABB"/>
    <w:rsid w:val="00FB4FBF"/>
    <w:rsid w:val="00FB72D3"/>
    <w:rsid w:val="00FB7B84"/>
    <w:rsid w:val="00FC02E7"/>
    <w:rsid w:val="00FC043E"/>
    <w:rsid w:val="00FC1176"/>
    <w:rsid w:val="00FC1473"/>
    <w:rsid w:val="00FD204B"/>
    <w:rsid w:val="00FD51D2"/>
    <w:rsid w:val="00FD57E1"/>
    <w:rsid w:val="00FD639E"/>
    <w:rsid w:val="00FE0952"/>
    <w:rsid w:val="00FE0C50"/>
    <w:rsid w:val="00FE1CA6"/>
    <w:rsid w:val="00FE1D5A"/>
    <w:rsid w:val="00FE2037"/>
    <w:rsid w:val="00FE353D"/>
    <w:rsid w:val="00FE486A"/>
    <w:rsid w:val="00FE4DAD"/>
    <w:rsid w:val="00FE59CD"/>
    <w:rsid w:val="00FE5CC3"/>
    <w:rsid w:val="00FE5D1D"/>
    <w:rsid w:val="00FE7791"/>
    <w:rsid w:val="00FF043A"/>
    <w:rsid w:val="00FF1600"/>
    <w:rsid w:val="00FF1A56"/>
    <w:rsid w:val="00FF4E1C"/>
    <w:rsid w:val="00FF54B3"/>
    <w:rsid w:val="00FF5521"/>
    <w:rsid w:val="00FF59D2"/>
    <w:rsid w:val="00FF67B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7AE"/>
    <w:pPr>
      <w:ind w:right="-142" w:firstLine="720"/>
      <w:jc w:val="both"/>
    </w:pPr>
    <w:rPr>
      <w:color w:val="000000"/>
      <w:sz w:val="28"/>
      <w:szCs w:val="28"/>
    </w:rPr>
  </w:style>
  <w:style w:type="paragraph" w:styleId="1">
    <w:name w:val="heading 1"/>
    <w:basedOn w:val="a"/>
    <w:next w:val="a"/>
    <w:link w:val="10"/>
    <w:qFormat/>
    <w:rsid w:val="00EE77AE"/>
    <w:pPr>
      <w:keepNext/>
      <w:jc w:val="center"/>
      <w:outlineLvl w:val="0"/>
    </w:pPr>
    <w:rPr>
      <w:b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70081D"/>
    <w:pPr>
      <w:keepNext/>
      <w:ind w:left="709" w:right="0" w:firstLine="0"/>
      <w:jc w:val="left"/>
      <w:outlineLvl w:val="1"/>
    </w:pPr>
    <w:rPr>
      <w:color w:val="auto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70081D"/>
    <w:pPr>
      <w:keepNext/>
      <w:spacing w:before="240" w:after="60"/>
      <w:ind w:right="0" w:firstLine="0"/>
      <w:jc w:val="left"/>
      <w:outlineLvl w:val="2"/>
    </w:pPr>
    <w:rPr>
      <w:rFonts w:ascii="Arial" w:hAnsi="Arial"/>
      <w:b/>
      <w:bCs/>
      <w:color w:val="auto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518CB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5">
    <w:name w:val="footer"/>
    <w:basedOn w:val="a"/>
    <w:link w:val="a6"/>
    <w:uiPriority w:val="99"/>
    <w:rsid w:val="00A518CB"/>
    <w:pPr>
      <w:tabs>
        <w:tab w:val="center" w:pos="4153"/>
        <w:tab w:val="right" w:pos="8306"/>
      </w:tabs>
    </w:pPr>
    <w:rPr>
      <w:lang w:val="x-none" w:eastAsia="x-none"/>
    </w:rPr>
  </w:style>
  <w:style w:type="character" w:styleId="a7">
    <w:name w:val="page number"/>
    <w:basedOn w:val="a0"/>
    <w:uiPriority w:val="99"/>
    <w:rsid w:val="00A518CB"/>
  </w:style>
  <w:style w:type="paragraph" w:styleId="a8">
    <w:name w:val="Balloon Text"/>
    <w:basedOn w:val="a"/>
    <w:link w:val="a9"/>
    <w:uiPriority w:val="99"/>
    <w:rsid w:val="002A030D"/>
    <w:rPr>
      <w:rFonts w:ascii="Tahoma" w:hAnsi="Tahoma"/>
      <w:sz w:val="16"/>
      <w:szCs w:val="16"/>
      <w:lang w:val="x-none" w:eastAsia="x-none"/>
    </w:rPr>
  </w:style>
  <w:style w:type="paragraph" w:styleId="aa">
    <w:name w:val="Title"/>
    <w:basedOn w:val="a"/>
    <w:link w:val="ab"/>
    <w:uiPriority w:val="99"/>
    <w:qFormat/>
    <w:rsid w:val="00EE77AE"/>
    <w:pPr>
      <w:ind w:right="0" w:firstLine="0"/>
      <w:jc w:val="center"/>
    </w:pPr>
    <w:rPr>
      <w:color w:val="auto"/>
      <w:szCs w:val="24"/>
      <w:lang w:val="x-none" w:eastAsia="x-none"/>
    </w:rPr>
  </w:style>
  <w:style w:type="character" w:customStyle="1" w:styleId="ab">
    <w:name w:val="Название Знак"/>
    <w:link w:val="aa"/>
    <w:uiPriority w:val="99"/>
    <w:rsid w:val="00EE77AE"/>
    <w:rPr>
      <w:sz w:val="28"/>
      <w:szCs w:val="24"/>
    </w:rPr>
  </w:style>
  <w:style w:type="character" w:styleId="ac">
    <w:name w:val="Strong"/>
    <w:qFormat/>
    <w:rsid w:val="00EE77AE"/>
    <w:rPr>
      <w:b/>
      <w:bCs/>
    </w:rPr>
  </w:style>
  <w:style w:type="paragraph" w:styleId="ad">
    <w:name w:val="No Spacing"/>
    <w:uiPriority w:val="1"/>
    <w:qFormat/>
    <w:rsid w:val="00EE77AE"/>
    <w:pPr>
      <w:ind w:firstLine="709"/>
      <w:jc w:val="both"/>
    </w:pPr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7E7E2B"/>
    <w:rPr>
      <w:color w:val="000000"/>
      <w:sz w:val="28"/>
      <w:szCs w:val="28"/>
    </w:rPr>
  </w:style>
  <w:style w:type="paragraph" w:styleId="ae">
    <w:name w:val="Body Text Indent"/>
    <w:basedOn w:val="a"/>
    <w:link w:val="af"/>
    <w:uiPriority w:val="99"/>
    <w:rsid w:val="007E7E2B"/>
    <w:pPr>
      <w:ind w:right="0" w:firstLine="709"/>
    </w:pPr>
    <w:rPr>
      <w:color w:val="auto"/>
      <w:szCs w:val="20"/>
      <w:lang w:val="x-none" w:eastAsia="x-none"/>
    </w:rPr>
  </w:style>
  <w:style w:type="character" w:customStyle="1" w:styleId="af">
    <w:name w:val="Основной текст с отступом Знак"/>
    <w:link w:val="ae"/>
    <w:uiPriority w:val="99"/>
    <w:rsid w:val="007E7E2B"/>
    <w:rPr>
      <w:sz w:val="28"/>
    </w:rPr>
  </w:style>
  <w:style w:type="paragraph" w:customStyle="1" w:styleId="ConsPlusTitle">
    <w:name w:val="ConsPlusTitle"/>
    <w:rsid w:val="007E7E2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0">
    <w:name w:val="Block Text"/>
    <w:basedOn w:val="a"/>
    <w:rsid w:val="007E7E2B"/>
    <w:pPr>
      <w:ind w:left="1134" w:right="42" w:firstLine="0"/>
      <w:jc w:val="left"/>
    </w:pPr>
    <w:rPr>
      <w:color w:val="auto"/>
      <w:szCs w:val="20"/>
    </w:rPr>
  </w:style>
  <w:style w:type="table" w:styleId="af1">
    <w:name w:val="Table Grid"/>
    <w:basedOn w:val="a1"/>
    <w:uiPriority w:val="99"/>
    <w:rsid w:val="007E7E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uiPriority w:val="99"/>
    <w:rsid w:val="0070081D"/>
    <w:rPr>
      <w:sz w:val="28"/>
      <w:lang w:val="x-none" w:eastAsia="x-none"/>
    </w:rPr>
  </w:style>
  <w:style w:type="character" w:customStyle="1" w:styleId="30">
    <w:name w:val="Заголовок 3 Знак"/>
    <w:link w:val="3"/>
    <w:uiPriority w:val="99"/>
    <w:rsid w:val="0070081D"/>
    <w:rPr>
      <w:rFonts w:ascii="Arial" w:hAnsi="Arial"/>
      <w:b/>
      <w:bCs/>
      <w:sz w:val="26"/>
      <w:szCs w:val="26"/>
      <w:lang w:val="x-none" w:eastAsia="x-none"/>
    </w:rPr>
  </w:style>
  <w:style w:type="character" w:customStyle="1" w:styleId="10">
    <w:name w:val="Заголовок 1 Знак"/>
    <w:link w:val="1"/>
    <w:rsid w:val="0070081D"/>
    <w:rPr>
      <w:b/>
      <w:color w:val="000000"/>
      <w:sz w:val="28"/>
      <w:szCs w:val="28"/>
    </w:rPr>
  </w:style>
  <w:style w:type="character" w:customStyle="1" w:styleId="a4">
    <w:name w:val="Верхний колонтитул Знак"/>
    <w:link w:val="a3"/>
    <w:uiPriority w:val="99"/>
    <w:rsid w:val="0070081D"/>
    <w:rPr>
      <w:color w:val="000000"/>
      <w:sz w:val="28"/>
      <w:szCs w:val="28"/>
    </w:rPr>
  </w:style>
  <w:style w:type="character" w:customStyle="1" w:styleId="a9">
    <w:name w:val="Текст выноски Знак"/>
    <w:link w:val="a8"/>
    <w:uiPriority w:val="99"/>
    <w:rsid w:val="0070081D"/>
    <w:rPr>
      <w:rFonts w:ascii="Tahoma" w:hAnsi="Tahoma" w:cs="Tahoma"/>
      <w:color w:val="000000"/>
      <w:sz w:val="16"/>
      <w:szCs w:val="16"/>
    </w:rPr>
  </w:style>
  <w:style w:type="paragraph" w:styleId="af2">
    <w:name w:val="Body Text"/>
    <w:basedOn w:val="a"/>
    <w:link w:val="af3"/>
    <w:uiPriority w:val="99"/>
    <w:rsid w:val="0070081D"/>
    <w:pPr>
      <w:ind w:right="0" w:firstLine="0"/>
      <w:jc w:val="left"/>
    </w:pPr>
    <w:rPr>
      <w:color w:val="auto"/>
      <w:szCs w:val="20"/>
      <w:lang w:val="x-none" w:eastAsia="x-none"/>
    </w:rPr>
  </w:style>
  <w:style w:type="character" w:customStyle="1" w:styleId="af3">
    <w:name w:val="Основной текст Знак"/>
    <w:link w:val="af2"/>
    <w:uiPriority w:val="99"/>
    <w:rsid w:val="0070081D"/>
    <w:rPr>
      <w:sz w:val="28"/>
      <w:lang w:val="x-none" w:eastAsia="x-none"/>
    </w:rPr>
  </w:style>
  <w:style w:type="paragraph" w:customStyle="1" w:styleId="Postan">
    <w:name w:val="Postan"/>
    <w:basedOn w:val="a"/>
    <w:uiPriority w:val="99"/>
    <w:rsid w:val="0070081D"/>
    <w:pPr>
      <w:ind w:right="0" w:firstLine="0"/>
      <w:jc w:val="center"/>
    </w:pPr>
    <w:rPr>
      <w:color w:val="auto"/>
      <w:szCs w:val="20"/>
    </w:rPr>
  </w:style>
  <w:style w:type="character" w:styleId="af4">
    <w:name w:val="Hyperlink"/>
    <w:rsid w:val="0070081D"/>
    <w:rPr>
      <w:rFonts w:cs="Times New Roman"/>
      <w:color w:val="0000FF"/>
      <w:u w:val="single"/>
    </w:rPr>
  </w:style>
  <w:style w:type="character" w:styleId="af5">
    <w:name w:val="FollowedHyperlink"/>
    <w:uiPriority w:val="99"/>
    <w:rsid w:val="0070081D"/>
    <w:rPr>
      <w:rFonts w:cs="Times New Roman"/>
      <w:color w:val="800080"/>
      <w:u w:val="single"/>
    </w:rPr>
  </w:style>
  <w:style w:type="paragraph" w:styleId="21">
    <w:name w:val="Body Text 2"/>
    <w:basedOn w:val="a"/>
    <w:link w:val="22"/>
    <w:uiPriority w:val="99"/>
    <w:rsid w:val="0070081D"/>
    <w:pPr>
      <w:autoSpaceDE w:val="0"/>
      <w:autoSpaceDN w:val="0"/>
      <w:adjustRightInd w:val="0"/>
      <w:ind w:right="0" w:firstLine="0"/>
    </w:pPr>
    <w:rPr>
      <w:color w:val="FF0000"/>
      <w:sz w:val="24"/>
      <w:szCs w:val="24"/>
      <w:lang w:val="x-none" w:eastAsia="x-none"/>
    </w:rPr>
  </w:style>
  <w:style w:type="character" w:customStyle="1" w:styleId="22">
    <w:name w:val="Основной текст 2 Знак"/>
    <w:link w:val="21"/>
    <w:uiPriority w:val="99"/>
    <w:rsid w:val="0070081D"/>
    <w:rPr>
      <w:color w:val="FF0000"/>
      <w:sz w:val="24"/>
      <w:szCs w:val="24"/>
      <w:lang w:val="x-none" w:eastAsia="x-none"/>
    </w:rPr>
  </w:style>
  <w:style w:type="paragraph" w:styleId="31">
    <w:name w:val="Body Text 3"/>
    <w:basedOn w:val="a"/>
    <w:link w:val="32"/>
    <w:uiPriority w:val="99"/>
    <w:rsid w:val="0070081D"/>
    <w:pPr>
      <w:ind w:right="0" w:firstLine="0"/>
      <w:jc w:val="center"/>
    </w:pPr>
    <w:rPr>
      <w:color w:val="auto"/>
      <w:lang w:val="x-none" w:eastAsia="x-none"/>
    </w:rPr>
  </w:style>
  <w:style w:type="character" w:customStyle="1" w:styleId="32">
    <w:name w:val="Основной текст 3 Знак"/>
    <w:link w:val="31"/>
    <w:uiPriority w:val="99"/>
    <w:rsid w:val="0070081D"/>
    <w:rPr>
      <w:sz w:val="28"/>
      <w:szCs w:val="28"/>
      <w:lang w:val="x-none" w:eastAsia="x-none"/>
    </w:rPr>
  </w:style>
  <w:style w:type="paragraph" w:styleId="23">
    <w:name w:val="Body Text Indent 2"/>
    <w:basedOn w:val="a"/>
    <w:link w:val="24"/>
    <w:uiPriority w:val="99"/>
    <w:rsid w:val="0070081D"/>
    <w:pPr>
      <w:ind w:right="0" w:firstLine="709"/>
    </w:pPr>
    <w:rPr>
      <w:rFonts w:ascii="Calibri" w:hAnsi="Calibri"/>
      <w:color w:val="auto"/>
      <w:lang w:val="x-none" w:eastAsia="x-none"/>
    </w:rPr>
  </w:style>
  <w:style w:type="character" w:customStyle="1" w:styleId="24">
    <w:name w:val="Основной текст с отступом 2 Знак"/>
    <w:link w:val="23"/>
    <w:uiPriority w:val="99"/>
    <w:rsid w:val="0070081D"/>
    <w:rPr>
      <w:rFonts w:ascii="Calibri" w:hAnsi="Calibri"/>
      <w:sz w:val="28"/>
      <w:szCs w:val="28"/>
      <w:lang w:val="x-none" w:eastAsia="x-none"/>
    </w:rPr>
  </w:style>
  <w:style w:type="paragraph" w:styleId="33">
    <w:name w:val="Body Text Indent 3"/>
    <w:basedOn w:val="a"/>
    <w:link w:val="34"/>
    <w:uiPriority w:val="99"/>
    <w:rsid w:val="0070081D"/>
    <w:pPr>
      <w:spacing w:after="120"/>
      <w:ind w:left="283" w:right="0" w:firstLine="0"/>
      <w:jc w:val="left"/>
    </w:pPr>
    <w:rPr>
      <w:color w:val="auto"/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uiPriority w:val="99"/>
    <w:rsid w:val="0070081D"/>
    <w:rPr>
      <w:sz w:val="16"/>
      <w:szCs w:val="16"/>
      <w:lang w:val="x-none" w:eastAsia="x-none"/>
    </w:rPr>
  </w:style>
  <w:style w:type="paragraph" w:styleId="af6">
    <w:name w:val="List Paragraph"/>
    <w:basedOn w:val="a"/>
    <w:uiPriority w:val="99"/>
    <w:qFormat/>
    <w:rsid w:val="0070081D"/>
    <w:pPr>
      <w:spacing w:after="200" w:line="276" w:lineRule="auto"/>
      <w:ind w:left="708" w:right="0" w:firstLine="0"/>
      <w:jc w:val="left"/>
    </w:pPr>
    <w:rPr>
      <w:rFonts w:ascii="Calibri" w:hAnsi="Calibri"/>
      <w:color w:val="auto"/>
      <w:sz w:val="22"/>
      <w:szCs w:val="22"/>
    </w:rPr>
  </w:style>
  <w:style w:type="paragraph" w:customStyle="1" w:styleId="ConsPlusNormal">
    <w:name w:val="ConsPlusNormal"/>
    <w:rsid w:val="007008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0081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008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1">
    <w:name w:val="Знак1 Знак Знак Знак"/>
    <w:basedOn w:val="a"/>
    <w:uiPriority w:val="99"/>
    <w:rsid w:val="0070081D"/>
    <w:pPr>
      <w:spacing w:before="100" w:beforeAutospacing="1" w:after="100" w:afterAutospacing="1"/>
      <w:ind w:right="0" w:firstLine="0"/>
      <w:jc w:val="left"/>
    </w:pPr>
    <w:rPr>
      <w:rFonts w:ascii="Tahoma" w:hAnsi="Tahoma"/>
      <w:color w:val="auto"/>
      <w:sz w:val="20"/>
      <w:szCs w:val="20"/>
      <w:lang w:val="en-US" w:eastAsia="en-US"/>
    </w:rPr>
  </w:style>
  <w:style w:type="paragraph" w:customStyle="1" w:styleId="12">
    <w:name w:val="Знак1"/>
    <w:basedOn w:val="a"/>
    <w:uiPriority w:val="99"/>
    <w:rsid w:val="0070081D"/>
    <w:pPr>
      <w:spacing w:before="100" w:beforeAutospacing="1" w:after="100" w:afterAutospacing="1"/>
      <w:ind w:right="0" w:firstLine="0"/>
      <w:jc w:val="left"/>
    </w:pPr>
    <w:rPr>
      <w:rFonts w:ascii="Tahoma" w:hAnsi="Tahoma"/>
      <w:color w:val="auto"/>
      <w:sz w:val="20"/>
      <w:szCs w:val="20"/>
      <w:lang w:val="en-US" w:eastAsia="en-US"/>
    </w:rPr>
  </w:style>
  <w:style w:type="paragraph" w:customStyle="1" w:styleId="af7">
    <w:name w:val="Нормальный (таблица)"/>
    <w:basedOn w:val="a"/>
    <w:next w:val="a"/>
    <w:uiPriority w:val="99"/>
    <w:rsid w:val="0070081D"/>
    <w:pPr>
      <w:widowControl w:val="0"/>
      <w:autoSpaceDE w:val="0"/>
      <w:autoSpaceDN w:val="0"/>
      <w:adjustRightInd w:val="0"/>
      <w:ind w:right="0" w:firstLine="0"/>
    </w:pPr>
    <w:rPr>
      <w:rFonts w:ascii="Arial" w:hAnsi="Arial" w:cs="Arial"/>
      <w:color w:val="auto"/>
      <w:sz w:val="24"/>
      <w:szCs w:val="24"/>
    </w:rPr>
  </w:style>
  <w:style w:type="paragraph" w:customStyle="1" w:styleId="xl65">
    <w:name w:val="xl65"/>
    <w:basedOn w:val="a"/>
    <w:uiPriority w:val="99"/>
    <w:rsid w:val="00700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right="0" w:firstLine="0"/>
      <w:jc w:val="center"/>
    </w:pPr>
    <w:rPr>
      <w:color w:val="auto"/>
      <w:sz w:val="24"/>
      <w:szCs w:val="24"/>
    </w:rPr>
  </w:style>
  <w:style w:type="paragraph" w:customStyle="1" w:styleId="xl66">
    <w:name w:val="xl66"/>
    <w:basedOn w:val="a"/>
    <w:uiPriority w:val="99"/>
    <w:rsid w:val="00700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right="0" w:firstLine="0"/>
      <w:jc w:val="left"/>
    </w:pPr>
    <w:rPr>
      <w:color w:val="auto"/>
      <w:sz w:val="24"/>
      <w:szCs w:val="24"/>
    </w:rPr>
  </w:style>
  <w:style w:type="paragraph" w:customStyle="1" w:styleId="xl67">
    <w:name w:val="xl67"/>
    <w:basedOn w:val="a"/>
    <w:uiPriority w:val="99"/>
    <w:rsid w:val="0070081D"/>
    <w:pPr>
      <w:spacing w:before="100" w:beforeAutospacing="1" w:after="100" w:afterAutospacing="1"/>
      <w:ind w:right="0" w:firstLine="0"/>
      <w:jc w:val="left"/>
    </w:pPr>
    <w:rPr>
      <w:color w:val="auto"/>
      <w:sz w:val="24"/>
      <w:szCs w:val="24"/>
    </w:rPr>
  </w:style>
  <w:style w:type="paragraph" w:customStyle="1" w:styleId="xl68">
    <w:name w:val="xl68"/>
    <w:basedOn w:val="a"/>
    <w:uiPriority w:val="99"/>
    <w:rsid w:val="00700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right="0" w:firstLine="0"/>
      <w:jc w:val="left"/>
    </w:pPr>
    <w:rPr>
      <w:color w:val="auto"/>
      <w:sz w:val="24"/>
      <w:szCs w:val="24"/>
    </w:rPr>
  </w:style>
  <w:style w:type="paragraph" w:customStyle="1" w:styleId="xl69">
    <w:name w:val="xl69"/>
    <w:basedOn w:val="a"/>
    <w:uiPriority w:val="99"/>
    <w:rsid w:val="007008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right="0" w:firstLine="0"/>
      <w:jc w:val="center"/>
    </w:pPr>
    <w:rPr>
      <w:color w:val="auto"/>
      <w:sz w:val="24"/>
      <w:szCs w:val="24"/>
    </w:rPr>
  </w:style>
  <w:style w:type="paragraph" w:customStyle="1" w:styleId="xl70">
    <w:name w:val="xl70"/>
    <w:basedOn w:val="a"/>
    <w:uiPriority w:val="99"/>
    <w:rsid w:val="0070081D"/>
    <w:pPr>
      <w:spacing w:before="100" w:beforeAutospacing="1" w:after="100" w:afterAutospacing="1"/>
      <w:ind w:right="0" w:firstLine="0"/>
      <w:jc w:val="center"/>
    </w:pPr>
    <w:rPr>
      <w:color w:val="auto"/>
      <w:sz w:val="24"/>
      <w:szCs w:val="24"/>
    </w:rPr>
  </w:style>
  <w:style w:type="paragraph" w:customStyle="1" w:styleId="xl71">
    <w:name w:val="xl71"/>
    <w:basedOn w:val="a"/>
    <w:uiPriority w:val="99"/>
    <w:rsid w:val="00700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right="0" w:firstLine="0"/>
      <w:jc w:val="center"/>
    </w:pPr>
    <w:rPr>
      <w:color w:val="auto"/>
      <w:sz w:val="24"/>
      <w:szCs w:val="24"/>
    </w:rPr>
  </w:style>
  <w:style w:type="paragraph" w:customStyle="1" w:styleId="xl72">
    <w:name w:val="xl72"/>
    <w:basedOn w:val="a"/>
    <w:uiPriority w:val="99"/>
    <w:rsid w:val="00700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right="0" w:firstLine="0"/>
      <w:jc w:val="left"/>
    </w:pPr>
    <w:rPr>
      <w:color w:val="auto"/>
      <w:sz w:val="24"/>
      <w:szCs w:val="24"/>
    </w:rPr>
  </w:style>
  <w:style w:type="paragraph" w:customStyle="1" w:styleId="xl73">
    <w:name w:val="xl73"/>
    <w:basedOn w:val="a"/>
    <w:uiPriority w:val="99"/>
    <w:rsid w:val="00700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right="0" w:firstLine="0"/>
      <w:jc w:val="center"/>
    </w:pPr>
    <w:rPr>
      <w:color w:val="auto"/>
      <w:sz w:val="24"/>
      <w:szCs w:val="24"/>
    </w:rPr>
  </w:style>
  <w:style w:type="paragraph" w:customStyle="1" w:styleId="xl74">
    <w:name w:val="xl74"/>
    <w:basedOn w:val="a"/>
    <w:uiPriority w:val="99"/>
    <w:rsid w:val="00700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right="0" w:firstLine="0"/>
      <w:jc w:val="center"/>
    </w:pPr>
    <w:rPr>
      <w:color w:val="auto"/>
      <w:sz w:val="24"/>
      <w:szCs w:val="24"/>
    </w:rPr>
  </w:style>
  <w:style w:type="paragraph" w:customStyle="1" w:styleId="xl75">
    <w:name w:val="xl75"/>
    <w:basedOn w:val="a"/>
    <w:uiPriority w:val="99"/>
    <w:rsid w:val="00700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right="0" w:firstLine="0"/>
      <w:jc w:val="left"/>
    </w:pPr>
    <w:rPr>
      <w:color w:val="auto"/>
      <w:sz w:val="24"/>
      <w:szCs w:val="24"/>
    </w:rPr>
  </w:style>
  <w:style w:type="paragraph" w:customStyle="1" w:styleId="xl76">
    <w:name w:val="xl76"/>
    <w:basedOn w:val="a"/>
    <w:uiPriority w:val="99"/>
    <w:rsid w:val="0070081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right="0" w:firstLine="0"/>
      <w:jc w:val="center"/>
    </w:pPr>
    <w:rPr>
      <w:color w:val="auto"/>
      <w:sz w:val="24"/>
      <w:szCs w:val="24"/>
    </w:rPr>
  </w:style>
  <w:style w:type="paragraph" w:customStyle="1" w:styleId="xl77">
    <w:name w:val="xl77"/>
    <w:basedOn w:val="a"/>
    <w:uiPriority w:val="99"/>
    <w:rsid w:val="007008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right="0" w:firstLine="0"/>
      <w:jc w:val="center"/>
    </w:pPr>
    <w:rPr>
      <w:color w:val="auto"/>
      <w:sz w:val="24"/>
      <w:szCs w:val="24"/>
    </w:rPr>
  </w:style>
  <w:style w:type="paragraph" w:customStyle="1" w:styleId="xl78">
    <w:name w:val="xl78"/>
    <w:basedOn w:val="a"/>
    <w:uiPriority w:val="99"/>
    <w:rsid w:val="007008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right="0" w:firstLine="0"/>
      <w:jc w:val="center"/>
    </w:pPr>
    <w:rPr>
      <w:color w:val="auto"/>
      <w:sz w:val="24"/>
      <w:szCs w:val="24"/>
    </w:rPr>
  </w:style>
  <w:style w:type="paragraph" w:customStyle="1" w:styleId="xl79">
    <w:name w:val="xl79"/>
    <w:basedOn w:val="a"/>
    <w:uiPriority w:val="99"/>
    <w:rsid w:val="007008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right="0" w:firstLine="0"/>
      <w:jc w:val="center"/>
    </w:pPr>
    <w:rPr>
      <w:color w:val="auto"/>
      <w:sz w:val="24"/>
      <w:szCs w:val="24"/>
    </w:rPr>
  </w:style>
  <w:style w:type="paragraph" w:customStyle="1" w:styleId="xl80">
    <w:name w:val="xl80"/>
    <w:basedOn w:val="a"/>
    <w:uiPriority w:val="99"/>
    <w:rsid w:val="007008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right="0" w:firstLine="0"/>
      <w:jc w:val="center"/>
    </w:pPr>
    <w:rPr>
      <w:color w:val="auto"/>
      <w:sz w:val="24"/>
      <w:szCs w:val="24"/>
    </w:rPr>
  </w:style>
  <w:style w:type="paragraph" w:customStyle="1" w:styleId="xl81">
    <w:name w:val="xl81"/>
    <w:basedOn w:val="a"/>
    <w:uiPriority w:val="99"/>
    <w:rsid w:val="007008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right="0" w:firstLine="0"/>
      <w:jc w:val="center"/>
    </w:pPr>
    <w:rPr>
      <w:color w:val="auto"/>
      <w:sz w:val="24"/>
      <w:szCs w:val="24"/>
    </w:rPr>
  </w:style>
  <w:style w:type="paragraph" w:customStyle="1" w:styleId="xl82">
    <w:name w:val="xl82"/>
    <w:basedOn w:val="a"/>
    <w:uiPriority w:val="99"/>
    <w:rsid w:val="007008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right="0" w:firstLine="0"/>
      <w:jc w:val="center"/>
    </w:pPr>
    <w:rPr>
      <w:color w:val="auto"/>
      <w:sz w:val="24"/>
      <w:szCs w:val="24"/>
    </w:rPr>
  </w:style>
  <w:style w:type="character" w:customStyle="1" w:styleId="210">
    <w:name w:val="Основной текст с отступом 2 Знак1"/>
    <w:uiPriority w:val="99"/>
    <w:semiHidden/>
    <w:rsid w:val="0070081D"/>
    <w:rPr>
      <w:sz w:val="22"/>
    </w:rPr>
  </w:style>
  <w:style w:type="character" w:customStyle="1" w:styleId="af8">
    <w:name w:val="Гипертекстовая ссылка"/>
    <w:uiPriority w:val="99"/>
    <w:rsid w:val="0070081D"/>
    <w:rPr>
      <w:color w:val="106BBE"/>
      <w:sz w:val="26"/>
    </w:rPr>
  </w:style>
  <w:style w:type="table" w:customStyle="1" w:styleId="13">
    <w:name w:val="Сетка таблицы1"/>
    <w:uiPriority w:val="99"/>
    <w:rsid w:val="0070081D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uiPriority w:val="99"/>
    <w:rsid w:val="0070081D"/>
    <w:pPr>
      <w:ind w:firstLine="709"/>
      <w:jc w:val="both"/>
    </w:pPr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Знак Знак9"/>
    <w:rsid w:val="00927BF5"/>
    <w:rPr>
      <w:sz w:val="28"/>
    </w:rPr>
  </w:style>
  <w:style w:type="paragraph" w:styleId="af9">
    <w:name w:val="Subtitle"/>
    <w:basedOn w:val="a"/>
    <w:next w:val="a"/>
    <w:link w:val="afa"/>
    <w:uiPriority w:val="11"/>
    <w:qFormat/>
    <w:rsid w:val="00A40747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fa">
    <w:name w:val="Подзаголовок Знак"/>
    <w:link w:val="af9"/>
    <w:uiPriority w:val="11"/>
    <w:rsid w:val="00A40747"/>
    <w:rPr>
      <w:rFonts w:ascii="Cambria" w:eastAsia="Times New Roman" w:hAnsi="Cambria" w:cs="Times New Roman"/>
      <w:color w:val="000000"/>
      <w:sz w:val="24"/>
      <w:szCs w:val="24"/>
    </w:rPr>
  </w:style>
  <w:style w:type="character" w:customStyle="1" w:styleId="CharStyle25">
    <w:name w:val="CharStyle25"/>
    <w:rsid w:val="009208F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paragraph" w:customStyle="1" w:styleId="Standard">
    <w:name w:val="Standard"/>
    <w:rsid w:val="00657253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7AE"/>
    <w:pPr>
      <w:ind w:right="-142" w:firstLine="720"/>
      <w:jc w:val="both"/>
    </w:pPr>
    <w:rPr>
      <w:color w:val="000000"/>
      <w:sz w:val="28"/>
      <w:szCs w:val="28"/>
    </w:rPr>
  </w:style>
  <w:style w:type="paragraph" w:styleId="1">
    <w:name w:val="heading 1"/>
    <w:basedOn w:val="a"/>
    <w:next w:val="a"/>
    <w:link w:val="10"/>
    <w:qFormat/>
    <w:rsid w:val="00EE77AE"/>
    <w:pPr>
      <w:keepNext/>
      <w:jc w:val="center"/>
      <w:outlineLvl w:val="0"/>
    </w:pPr>
    <w:rPr>
      <w:b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70081D"/>
    <w:pPr>
      <w:keepNext/>
      <w:ind w:left="709" w:right="0" w:firstLine="0"/>
      <w:jc w:val="left"/>
      <w:outlineLvl w:val="1"/>
    </w:pPr>
    <w:rPr>
      <w:color w:val="auto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70081D"/>
    <w:pPr>
      <w:keepNext/>
      <w:spacing w:before="240" w:after="60"/>
      <w:ind w:right="0" w:firstLine="0"/>
      <w:jc w:val="left"/>
      <w:outlineLvl w:val="2"/>
    </w:pPr>
    <w:rPr>
      <w:rFonts w:ascii="Arial" w:hAnsi="Arial"/>
      <w:b/>
      <w:bCs/>
      <w:color w:val="auto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518CB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5">
    <w:name w:val="footer"/>
    <w:basedOn w:val="a"/>
    <w:link w:val="a6"/>
    <w:uiPriority w:val="99"/>
    <w:rsid w:val="00A518CB"/>
    <w:pPr>
      <w:tabs>
        <w:tab w:val="center" w:pos="4153"/>
        <w:tab w:val="right" w:pos="8306"/>
      </w:tabs>
    </w:pPr>
    <w:rPr>
      <w:lang w:val="x-none" w:eastAsia="x-none"/>
    </w:rPr>
  </w:style>
  <w:style w:type="character" w:styleId="a7">
    <w:name w:val="page number"/>
    <w:basedOn w:val="a0"/>
    <w:uiPriority w:val="99"/>
    <w:rsid w:val="00A518CB"/>
  </w:style>
  <w:style w:type="paragraph" w:styleId="a8">
    <w:name w:val="Balloon Text"/>
    <w:basedOn w:val="a"/>
    <w:link w:val="a9"/>
    <w:uiPriority w:val="99"/>
    <w:rsid w:val="002A030D"/>
    <w:rPr>
      <w:rFonts w:ascii="Tahoma" w:hAnsi="Tahoma"/>
      <w:sz w:val="16"/>
      <w:szCs w:val="16"/>
      <w:lang w:val="x-none" w:eastAsia="x-none"/>
    </w:rPr>
  </w:style>
  <w:style w:type="paragraph" w:styleId="aa">
    <w:name w:val="Title"/>
    <w:basedOn w:val="a"/>
    <w:link w:val="ab"/>
    <w:uiPriority w:val="99"/>
    <w:qFormat/>
    <w:rsid w:val="00EE77AE"/>
    <w:pPr>
      <w:ind w:right="0" w:firstLine="0"/>
      <w:jc w:val="center"/>
    </w:pPr>
    <w:rPr>
      <w:color w:val="auto"/>
      <w:szCs w:val="24"/>
      <w:lang w:val="x-none" w:eastAsia="x-none"/>
    </w:rPr>
  </w:style>
  <w:style w:type="character" w:customStyle="1" w:styleId="ab">
    <w:name w:val="Название Знак"/>
    <w:link w:val="aa"/>
    <w:uiPriority w:val="99"/>
    <w:rsid w:val="00EE77AE"/>
    <w:rPr>
      <w:sz w:val="28"/>
      <w:szCs w:val="24"/>
    </w:rPr>
  </w:style>
  <w:style w:type="character" w:styleId="ac">
    <w:name w:val="Strong"/>
    <w:qFormat/>
    <w:rsid w:val="00EE77AE"/>
    <w:rPr>
      <w:b/>
      <w:bCs/>
    </w:rPr>
  </w:style>
  <w:style w:type="paragraph" w:styleId="ad">
    <w:name w:val="No Spacing"/>
    <w:uiPriority w:val="1"/>
    <w:qFormat/>
    <w:rsid w:val="00EE77AE"/>
    <w:pPr>
      <w:ind w:firstLine="709"/>
      <w:jc w:val="both"/>
    </w:pPr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7E7E2B"/>
    <w:rPr>
      <w:color w:val="000000"/>
      <w:sz w:val="28"/>
      <w:szCs w:val="28"/>
    </w:rPr>
  </w:style>
  <w:style w:type="paragraph" w:styleId="ae">
    <w:name w:val="Body Text Indent"/>
    <w:basedOn w:val="a"/>
    <w:link w:val="af"/>
    <w:uiPriority w:val="99"/>
    <w:rsid w:val="007E7E2B"/>
    <w:pPr>
      <w:ind w:right="0" w:firstLine="709"/>
    </w:pPr>
    <w:rPr>
      <w:color w:val="auto"/>
      <w:szCs w:val="20"/>
      <w:lang w:val="x-none" w:eastAsia="x-none"/>
    </w:rPr>
  </w:style>
  <w:style w:type="character" w:customStyle="1" w:styleId="af">
    <w:name w:val="Основной текст с отступом Знак"/>
    <w:link w:val="ae"/>
    <w:uiPriority w:val="99"/>
    <w:rsid w:val="007E7E2B"/>
    <w:rPr>
      <w:sz w:val="28"/>
    </w:rPr>
  </w:style>
  <w:style w:type="paragraph" w:customStyle="1" w:styleId="ConsPlusTitle">
    <w:name w:val="ConsPlusTitle"/>
    <w:rsid w:val="007E7E2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0">
    <w:name w:val="Block Text"/>
    <w:basedOn w:val="a"/>
    <w:rsid w:val="007E7E2B"/>
    <w:pPr>
      <w:ind w:left="1134" w:right="42" w:firstLine="0"/>
      <w:jc w:val="left"/>
    </w:pPr>
    <w:rPr>
      <w:color w:val="auto"/>
      <w:szCs w:val="20"/>
    </w:rPr>
  </w:style>
  <w:style w:type="table" w:styleId="af1">
    <w:name w:val="Table Grid"/>
    <w:basedOn w:val="a1"/>
    <w:uiPriority w:val="99"/>
    <w:rsid w:val="007E7E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uiPriority w:val="99"/>
    <w:rsid w:val="0070081D"/>
    <w:rPr>
      <w:sz w:val="28"/>
      <w:lang w:val="x-none" w:eastAsia="x-none"/>
    </w:rPr>
  </w:style>
  <w:style w:type="character" w:customStyle="1" w:styleId="30">
    <w:name w:val="Заголовок 3 Знак"/>
    <w:link w:val="3"/>
    <w:uiPriority w:val="99"/>
    <w:rsid w:val="0070081D"/>
    <w:rPr>
      <w:rFonts w:ascii="Arial" w:hAnsi="Arial"/>
      <w:b/>
      <w:bCs/>
      <w:sz w:val="26"/>
      <w:szCs w:val="26"/>
      <w:lang w:val="x-none" w:eastAsia="x-none"/>
    </w:rPr>
  </w:style>
  <w:style w:type="character" w:customStyle="1" w:styleId="10">
    <w:name w:val="Заголовок 1 Знак"/>
    <w:link w:val="1"/>
    <w:rsid w:val="0070081D"/>
    <w:rPr>
      <w:b/>
      <w:color w:val="000000"/>
      <w:sz w:val="28"/>
      <w:szCs w:val="28"/>
    </w:rPr>
  </w:style>
  <w:style w:type="character" w:customStyle="1" w:styleId="a4">
    <w:name w:val="Верхний колонтитул Знак"/>
    <w:link w:val="a3"/>
    <w:uiPriority w:val="99"/>
    <w:rsid w:val="0070081D"/>
    <w:rPr>
      <w:color w:val="000000"/>
      <w:sz w:val="28"/>
      <w:szCs w:val="28"/>
    </w:rPr>
  </w:style>
  <w:style w:type="character" w:customStyle="1" w:styleId="a9">
    <w:name w:val="Текст выноски Знак"/>
    <w:link w:val="a8"/>
    <w:uiPriority w:val="99"/>
    <w:rsid w:val="0070081D"/>
    <w:rPr>
      <w:rFonts w:ascii="Tahoma" w:hAnsi="Tahoma" w:cs="Tahoma"/>
      <w:color w:val="000000"/>
      <w:sz w:val="16"/>
      <w:szCs w:val="16"/>
    </w:rPr>
  </w:style>
  <w:style w:type="paragraph" w:styleId="af2">
    <w:name w:val="Body Text"/>
    <w:basedOn w:val="a"/>
    <w:link w:val="af3"/>
    <w:uiPriority w:val="99"/>
    <w:rsid w:val="0070081D"/>
    <w:pPr>
      <w:ind w:right="0" w:firstLine="0"/>
      <w:jc w:val="left"/>
    </w:pPr>
    <w:rPr>
      <w:color w:val="auto"/>
      <w:szCs w:val="20"/>
      <w:lang w:val="x-none" w:eastAsia="x-none"/>
    </w:rPr>
  </w:style>
  <w:style w:type="character" w:customStyle="1" w:styleId="af3">
    <w:name w:val="Основной текст Знак"/>
    <w:link w:val="af2"/>
    <w:uiPriority w:val="99"/>
    <w:rsid w:val="0070081D"/>
    <w:rPr>
      <w:sz w:val="28"/>
      <w:lang w:val="x-none" w:eastAsia="x-none"/>
    </w:rPr>
  </w:style>
  <w:style w:type="paragraph" w:customStyle="1" w:styleId="Postan">
    <w:name w:val="Postan"/>
    <w:basedOn w:val="a"/>
    <w:uiPriority w:val="99"/>
    <w:rsid w:val="0070081D"/>
    <w:pPr>
      <w:ind w:right="0" w:firstLine="0"/>
      <w:jc w:val="center"/>
    </w:pPr>
    <w:rPr>
      <w:color w:val="auto"/>
      <w:szCs w:val="20"/>
    </w:rPr>
  </w:style>
  <w:style w:type="character" w:styleId="af4">
    <w:name w:val="Hyperlink"/>
    <w:rsid w:val="0070081D"/>
    <w:rPr>
      <w:rFonts w:cs="Times New Roman"/>
      <w:color w:val="0000FF"/>
      <w:u w:val="single"/>
    </w:rPr>
  </w:style>
  <w:style w:type="character" w:styleId="af5">
    <w:name w:val="FollowedHyperlink"/>
    <w:uiPriority w:val="99"/>
    <w:rsid w:val="0070081D"/>
    <w:rPr>
      <w:rFonts w:cs="Times New Roman"/>
      <w:color w:val="800080"/>
      <w:u w:val="single"/>
    </w:rPr>
  </w:style>
  <w:style w:type="paragraph" w:styleId="21">
    <w:name w:val="Body Text 2"/>
    <w:basedOn w:val="a"/>
    <w:link w:val="22"/>
    <w:uiPriority w:val="99"/>
    <w:rsid w:val="0070081D"/>
    <w:pPr>
      <w:autoSpaceDE w:val="0"/>
      <w:autoSpaceDN w:val="0"/>
      <w:adjustRightInd w:val="0"/>
      <w:ind w:right="0" w:firstLine="0"/>
    </w:pPr>
    <w:rPr>
      <w:color w:val="FF0000"/>
      <w:sz w:val="24"/>
      <w:szCs w:val="24"/>
      <w:lang w:val="x-none" w:eastAsia="x-none"/>
    </w:rPr>
  </w:style>
  <w:style w:type="character" w:customStyle="1" w:styleId="22">
    <w:name w:val="Основной текст 2 Знак"/>
    <w:link w:val="21"/>
    <w:uiPriority w:val="99"/>
    <w:rsid w:val="0070081D"/>
    <w:rPr>
      <w:color w:val="FF0000"/>
      <w:sz w:val="24"/>
      <w:szCs w:val="24"/>
      <w:lang w:val="x-none" w:eastAsia="x-none"/>
    </w:rPr>
  </w:style>
  <w:style w:type="paragraph" w:styleId="31">
    <w:name w:val="Body Text 3"/>
    <w:basedOn w:val="a"/>
    <w:link w:val="32"/>
    <w:uiPriority w:val="99"/>
    <w:rsid w:val="0070081D"/>
    <w:pPr>
      <w:ind w:right="0" w:firstLine="0"/>
      <w:jc w:val="center"/>
    </w:pPr>
    <w:rPr>
      <w:color w:val="auto"/>
      <w:lang w:val="x-none" w:eastAsia="x-none"/>
    </w:rPr>
  </w:style>
  <w:style w:type="character" w:customStyle="1" w:styleId="32">
    <w:name w:val="Основной текст 3 Знак"/>
    <w:link w:val="31"/>
    <w:uiPriority w:val="99"/>
    <w:rsid w:val="0070081D"/>
    <w:rPr>
      <w:sz w:val="28"/>
      <w:szCs w:val="28"/>
      <w:lang w:val="x-none" w:eastAsia="x-none"/>
    </w:rPr>
  </w:style>
  <w:style w:type="paragraph" w:styleId="23">
    <w:name w:val="Body Text Indent 2"/>
    <w:basedOn w:val="a"/>
    <w:link w:val="24"/>
    <w:uiPriority w:val="99"/>
    <w:rsid w:val="0070081D"/>
    <w:pPr>
      <w:ind w:right="0" w:firstLine="709"/>
    </w:pPr>
    <w:rPr>
      <w:rFonts w:ascii="Calibri" w:hAnsi="Calibri"/>
      <w:color w:val="auto"/>
      <w:lang w:val="x-none" w:eastAsia="x-none"/>
    </w:rPr>
  </w:style>
  <w:style w:type="character" w:customStyle="1" w:styleId="24">
    <w:name w:val="Основной текст с отступом 2 Знак"/>
    <w:link w:val="23"/>
    <w:uiPriority w:val="99"/>
    <w:rsid w:val="0070081D"/>
    <w:rPr>
      <w:rFonts w:ascii="Calibri" w:hAnsi="Calibri"/>
      <w:sz w:val="28"/>
      <w:szCs w:val="28"/>
      <w:lang w:val="x-none" w:eastAsia="x-none"/>
    </w:rPr>
  </w:style>
  <w:style w:type="paragraph" w:styleId="33">
    <w:name w:val="Body Text Indent 3"/>
    <w:basedOn w:val="a"/>
    <w:link w:val="34"/>
    <w:uiPriority w:val="99"/>
    <w:rsid w:val="0070081D"/>
    <w:pPr>
      <w:spacing w:after="120"/>
      <w:ind w:left="283" w:right="0" w:firstLine="0"/>
      <w:jc w:val="left"/>
    </w:pPr>
    <w:rPr>
      <w:color w:val="auto"/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uiPriority w:val="99"/>
    <w:rsid w:val="0070081D"/>
    <w:rPr>
      <w:sz w:val="16"/>
      <w:szCs w:val="16"/>
      <w:lang w:val="x-none" w:eastAsia="x-none"/>
    </w:rPr>
  </w:style>
  <w:style w:type="paragraph" w:styleId="af6">
    <w:name w:val="List Paragraph"/>
    <w:basedOn w:val="a"/>
    <w:uiPriority w:val="99"/>
    <w:qFormat/>
    <w:rsid w:val="0070081D"/>
    <w:pPr>
      <w:spacing w:after="200" w:line="276" w:lineRule="auto"/>
      <w:ind w:left="708" w:right="0" w:firstLine="0"/>
      <w:jc w:val="left"/>
    </w:pPr>
    <w:rPr>
      <w:rFonts w:ascii="Calibri" w:hAnsi="Calibri"/>
      <w:color w:val="auto"/>
      <w:sz w:val="22"/>
      <w:szCs w:val="22"/>
    </w:rPr>
  </w:style>
  <w:style w:type="paragraph" w:customStyle="1" w:styleId="ConsPlusNormal">
    <w:name w:val="ConsPlusNormal"/>
    <w:rsid w:val="007008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0081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008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1">
    <w:name w:val="Знак1 Знак Знак Знак"/>
    <w:basedOn w:val="a"/>
    <w:uiPriority w:val="99"/>
    <w:rsid w:val="0070081D"/>
    <w:pPr>
      <w:spacing w:before="100" w:beforeAutospacing="1" w:after="100" w:afterAutospacing="1"/>
      <w:ind w:right="0" w:firstLine="0"/>
      <w:jc w:val="left"/>
    </w:pPr>
    <w:rPr>
      <w:rFonts w:ascii="Tahoma" w:hAnsi="Tahoma"/>
      <w:color w:val="auto"/>
      <w:sz w:val="20"/>
      <w:szCs w:val="20"/>
      <w:lang w:val="en-US" w:eastAsia="en-US"/>
    </w:rPr>
  </w:style>
  <w:style w:type="paragraph" w:customStyle="1" w:styleId="12">
    <w:name w:val="Знак1"/>
    <w:basedOn w:val="a"/>
    <w:uiPriority w:val="99"/>
    <w:rsid w:val="0070081D"/>
    <w:pPr>
      <w:spacing w:before="100" w:beforeAutospacing="1" w:after="100" w:afterAutospacing="1"/>
      <w:ind w:right="0" w:firstLine="0"/>
      <w:jc w:val="left"/>
    </w:pPr>
    <w:rPr>
      <w:rFonts w:ascii="Tahoma" w:hAnsi="Tahoma"/>
      <w:color w:val="auto"/>
      <w:sz w:val="20"/>
      <w:szCs w:val="20"/>
      <w:lang w:val="en-US" w:eastAsia="en-US"/>
    </w:rPr>
  </w:style>
  <w:style w:type="paragraph" w:customStyle="1" w:styleId="af7">
    <w:name w:val="Нормальный (таблица)"/>
    <w:basedOn w:val="a"/>
    <w:next w:val="a"/>
    <w:uiPriority w:val="99"/>
    <w:rsid w:val="0070081D"/>
    <w:pPr>
      <w:widowControl w:val="0"/>
      <w:autoSpaceDE w:val="0"/>
      <w:autoSpaceDN w:val="0"/>
      <w:adjustRightInd w:val="0"/>
      <w:ind w:right="0" w:firstLine="0"/>
    </w:pPr>
    <w:rPr>
      <w:rFonts w:ascii="Arial" w:hAnsi="Arial" w:cs="Arial"/>
      <w:color w:val="auto"/>
      <w:sz w:val="24"/>
      <w:szCs w:val="24"/>
    </w:rPr>
  </w:style>
  <w:style w:type="paragraph" w:customStyle="1" w:styleId="xl65">
    <w:name w:val="xl65"/>
    <w:basedOn w:val="a"/>
    <w:uiPriority w:val="99"/>
    <w:rsid w:val="00700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right="0" w:firstLine="0"/>
      <w:jc w:val="center"/>
    </w:pPr>
    <w:rPr>
      <w:color w:val="auto"/>
      <w:sz w:val="24"/>
      <w:szCs w:val="24"/>
    </w:rPr>
  </w:style>
  <w:style w:type="paragraph" w:customStyle="1" w:styleId="xl66">
    <w:name w:val="xl66"/>
    <w:basedOn w:val="a"/>
    <w:uiPriority w:val="99"/>
    <w:rsid w:val="00700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right="0" w:firstLine="0"/>
      <w:jc w:val="left"/>
    </w:pPr>
    <w:rPr>
      <w:color w:val="auto"/>
      <w:sz w:val="24"/>
      <w:szCs w:val="24"/>
    </w:rPr>
  </w:style>
  <w:style w:type="paragraph" w:customStyle="1" w:styleId="xl67">
    <w:name w:val="xl67"/>
    <w:basedOn w:val="a"/>
    <w:uiPriority w:val="99"/>
    <w:rsid w:val="0070081D"/>
    <w:pPr>
      <w:spacing w:before="100" w:beforeAutospacing="1" w:after="100" w:afterAutospacing="1"/>
      <w:ind w:right="0" w:firstLine="0"/>
      <w:jc w:val="left"/>
    </w:pPr>
    <w:rPr>
      <w:color w:val="auto"/>
      <w:sz w:val="24"/>
      <w:szCs w:val="24"/>
    </w:rPr>
  </w:style>
  <w:style w:type="paragraph" w:customStyle="1" w:styleId="xl68">
    <w:name w:val="xl68"/>
    <w:basedOn w:val="a"/>
    <w:uiPriority w:val="99"/>
    <w:rsid w:val="00700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right="0" w:firstLine="0"/>
      <w:jc w:val="left"/>
    </w:pPr>
    <w:rPr>
      <w:color w:val="auto"/>
      <w:sz w:val="24"/>
      <w:szCs w:val="24"/>
    </w:rPr>
  </w:style>
  <w:style w:type="paragraph" w:customStyle="1" w:styleId="xl69">
    <w:name w:val="xl69"/>
    <w:basedOn w:val="a"/>
    <w:uiPriority w:val="99"/>
    <w:rsid w:val="007008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right="0" w:firstLine="0"/>
      <w:jc w:val="center"/>
    </w:pPr>
    <w:rPr>
      <w:color w:val="auto"/>
      <w:sz w:val="24"/>
      <w:szCs w:val="24"/>
    </w:rPr>
  </w:style>
  <w:style w:type="paragraph" w:customStyle="1" w:styleId="xl70">
    <w:name w:val="xl70"/>
    <w:basedOn w:val="a"/>
    <w:uiPriority w:val="99"/>
    <w:rsid w:val="0070081D"/>
    <w:pPr>
      <w:spacing w:before="100" w:beforeAutospacing="1" w:after="100" w:afterAutospacing="1"/>
      <w:ind w:right="0" w:firstLine="0"/>
      <w:jc w:val="center"/>
    </w:pPr>
    <w:rPr>
      <w:color w:val="auto"/>
      <w:sz w:val="24"/>
      <w:szCs w:val="24"/>
    </w:rPr>
  </w:style>
  <w:style w:type="paragraph" w:customStyle="1" w:styleId="xl71">
    <w:name w:val="xl71"/>
    <w:basedOn w:val="a"/>
    <w:uiPriority w:val="99"/>
    <w:rsid w:val="00700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right="0" w:firstLine="0"/>
      <w:jc w:val="center"/>
    </w:pPr>
    <w:rPr>
      <w:color w:val="auto"/>
      <w:sz w:val="24"/>
      <w:szCs w:val="24"/>
    </w:rPr>
  </w:style>
  <w:style w:type="paragraph" w:customStyle="1" w:styleId="xl72">
    <w:name w:val="xl72"/>
    <w:basedOn w:val="a"/>
    <w:uiPriority w:val="99"/>
    <w:rsid w:val="00700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right="0" w:firstLine="0"/>
      <w:jc w:val="left"/>
    </w:pPr>
    <w:rPr>
      <w:color w:val="auto"/>
      <w:sz w:val="24"/>
      <w:szCs w:val="24"/>
    </w:rPr>
  </w:style>
  <w:style w:type="paragraph" w:customStyle="1" w:styleId="xl73">
    <w:name w:val="xl73"/>
    <w:basedOn w:val="a"/>
    <w:uiPriority w:val="99"/>
    <w:rsid w:val="00700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right="0" w:firstLine="0"/>
      <w:jc w:val="center"/>
    </w:pPr>
    <w:rPr>
      <w:color w:val="auto"/>
      <w:sz w:val="24"/>
      <w:szCs w:val="24"/>
    </w:rPr>
  </w:style>
  <w:style w:type="paragraph" w:customStyle="1" w:styleId="xl74">
    <w:name w:val="xl74"/>
    <w:basedOn w:val="a"/>
    <w:uiPriority w:val="99"/>
    <w:rsid w:val="00700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right="0" w:firstLine="0"/>
      <w:jc w:val="center"/>
    </w:pPr>
    <w:rPr>
      <w:color w:val="auto"/>
      <w:sz w:val="24"/>
      <w:szCs w:val="24"/>
    </w:rPr>
  </w:style>
  <w:style w:type="paragraph" w:customStyle="1" w:styleId="xl75">
    <w:name w:val="xl75"/>
    <w:basedOn w:val="a"/>
    <w:uiPriority w:val="99"/>
    <w:rsid w:val="007008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right="0" w:firstLine="0"/>
      <w:jc w:val="left"/>
    </w:pPr>
    <w:rPr>
      <w:color w:val="auto"/>
      <w:sz w:val="24"/>
      <w:szCs w:val="24"/>
    </w:rPr>
  </w:style>
  <w:style w:type="paragraph" w:customStyle="1" w:styleId="xl76">
    <w:name w:val="xl76"/>
    <w:basedOn w:val="a"/>
    <w:uiPriority w:val="99"/>
    <w:rsid w:val="0070081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right="0" w:firstLine="0"/>
      <w:jc w:val="center"/>
    </w:pPr>
    <w:rPr>
      <w:color w:val="auto"/>
      <w:sz w:val="24"/>
      <w:szCs w:val="24"/>
    </w:rPr>
  </w:style>
  <w:style w:type="paragraph" w:customStyle="1" w:styleId="xl77">
    <w:name w:val="xl77"/>
    <w:basedOn w:val="a"/>
    <w:uiPriority w:val="99"/>
    <w:rsid w:val="007008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right="0" w:firstLine="0"/>
      <w:jc w:val="center"/>
    </w:pPr>
    <w:rPr>
      <w:color w:val="auto"/>
      <w:sz w:val="24"/>
      <w:szCs w:val="24"/>
    </w:rPr>
  </w:style>
  <w:style w:type="paragraph" w:customStyle="1" w:styleId="xl78">
    <w:name w:val="xl78"/>
    <w:basedOn w:val="a"/>
    <w:uiPriority w:val="99"/>
    <w:rsid w:val="007008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right="0" w:firstLine="0"/>
      <w:jc w:val="center"/>
    </w:pPr>
    <w:rPr>
      <w:color w:val="auto"/>
      <w:sz w:val="24"/>
      <w:szCs w:val="24"/>
    </w:rPr>
  </w:style>
  <w:style w:type="paragraph" w:customStyle="1" w:styleId="xl79">
    <w:name w:val="xl79"/>
    <w:basedOn w:val="a"/>
    <w:uiPriority w:val="99"/>
    <w:rsid w:val="007008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right="0" w:firstLine="0"/>
      <w:jc w:val="center"/>
    </w:pPr>
    <w:rPr>
      <w:color w:val="auto"/>
      <w:sz w:val="24"/>
      <w:szCs w:val="24"/>
    </w:rPr>
  </w:style>
  <w:style w:type="paragraph" w:customStyle="1" w:styleId="xl80">
    <w:name w:val="xl80"/>
    <w:basedOn w:val="a"/>
    <w:uiPriority w:val="99"/>
    <w:rsid w:val="007008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right="0" w:firstLine="0"/>
      <w:jc w:val="center"/>
    </w:pPr>
    <w:rPr>
      <w:color w:val="auto"/>
      <w:sz w:val="24"/>
      <w:szCs w:val="24"/>
    </w:rPr>
  </w:style>
  <w:style w:type="paragraph" w:customStyle="1" w:styleId="xl81">
    <w:name w:val="xl81"/>
    <w:basedOn w:val="a"/>
    <w:uiPriority w:val="99"/>
    <w:rsid w:val="007008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right="0" w:firstLine="0"/>
      <w:jc w:val="center"/>
    </w:pPr>
    <w:rPr>
      <w:color w:val="auto"/>
      <w:sz w:val="24"/>
      <w:szCs w:val="24"/>
    </w:rPr>
  </w:style>
  <w:style w:type="paragraph" w:customStyle="1" w:styleId="xl82">
    <w:name w:val="xl82"/>
    <w:basedOn w:val="a"/>
    <w:uiPriority w:val="99"/>
    <w:rsid w:val="007008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right="0" w:firstLine="0"/>
      <w:jc w:val="center"/>
    </w:pPr>
    <w:rPr>
      <w:color w:val="auto"/>
      <w:sz w:val="24"/>
      <w:szCs w:val="24"/>
    </w:rPr>
  </w:style>
  <w:style w:type="character" w:customStyle="1" w:styleId="210">
    <w:name w:val="Основной текст с отступом 2 Знак1"/>
    <w:uiPriority w:val="99"/>
    <w:semiHidden/>
    <w:rsid w:val="0070081D"/>
    <w:rPr>
      <w:sz w:val="22"/>
    </w:rPr>
  </w:style>
  <w:style w:type="character" w:customStyle="1" w:styleId="af8">
    <w:name w:val="Гипертекстовая ссылка"/>
    <w:uiPriority w:val="99"/>
    <w:rsid w:val="0070081D"/>
    <w:rPr>
      <w:color w:val="106BBE"/>
      <w:sz w:val="26"/>
    </w:rPr>
  </w:style>
  <w:style w:type="table" w:customStyle="1" w:styleId="13">
    <w:name w:val="Сетка таблицы1"/>
    <w:uiPriority w:val="99"/>
    <w:rsid w:val="0070081D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uiPriority w:val="99"/>
    <w:rsid w:val="0070081D"/>
    <w:pPr>
      <w:ind w:firstLine="709"/>
      <w:jc w:val="both"/>
    </w:pPr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Знак Знак9"/>
    <w:rsid w:val="00927BF5"/>
    <w:rPr>
      <w:sz w:val="28"/>
    </w:rPr>
  </w:style>
  <w:style w:type="paragraph" w:styleId="af9">
    <w:name w:val="Subtitle"/>
    <w:basedOn w:val="a"/>
    <w:next w:val="a"/>
    <w:link w:val="afa"/>
    <w:uiPriority w:val="11"/>
    <w:qFormat/>
    <w:rsid w:val="00A40747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fa">
    <w:name w:val="Подзаголовок Знак"/>
    <w:link w:val="af9"/>
    <w:uiPriority w:val="11"/>
    <w:rsid w:val="00A40747"/>
    <w:rPr>
      <w:rFonts w:ascii="Cambria" w:eastAsia="Times New Roman" w:hAnsi="Cambria" w:cs="Times New Roman"/>
      <w:color w:val="000000"/>
      <w:sz w:val="24"/>
      <w:szCs w:val="24"/>
    </w:rPr>
  </w:style>
  <w:style w:type="character" w:customStyle="1" w:styleId="CharStyle25">
    <w:name w:val="CharStyle25"/>
    <w:rsid w:val="009208F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paragraph" w:customStyle="1" w:styleId="Standard">
    <w:name w:val="Standard"/>
    <w:rsid w:val="00657253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6;&#1091;&#1073;&#1072;&#1089;&#1086;&#1074;&#1072;\AppData\Roaming\Microsoft\&#1064;&#1072;&#1073;&#1083;&#1086;&#1085;&#1099;\&#1055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D8B12C-8E3E-48F2-A3C0-FAF16FE0E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0</TotalTime>
  <Pages>20</Pages>
  <Words>4544</Words>
  <Characters>25902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2020-12-23T07:06:00Z</cp:lastPrinted>
  <dcterms:created xsi:type="dcterms:W3CDTF">2021-02-02T11:02:00Z</dcterms:created>
  <dcterms:modified xsi:type="dcterms:W3CDTF">2021-02-02T11:02:00Z</dcterms:modified>
</cp:coreProperties>
</file>