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FA" w:rsidRPr="00B278FA" w:rsidRDefault="00B278FA" w:rsidP="00B278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04850" cy="876300"/>
            <wp:effectExtent l="0" t="0" r="0" b="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8FA" w:rsidRPr="00B278FA" w:rsidRDefault="00B278FA" w:rsidP="00B2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4"/>
          <w:sz w:val="16"/>
          <w:szCs w:val="16"/>
        </w:rPr>
      </w:pPr>
    </w:p>
    <w:p w:rsidR="00B278FA" w:rsidRPr="00B278FA" w:rsidRDefault="00B278FA" w:rsidP="00B278FA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278FA">
        <w:rPr>
          <w:rFonts w:ascii="Times New Roman" w:eastAsia="Times New Roman" w:hAnsi="Times New Roman" w:cs="Times New Roman"/>
          <w:b/>
          <w:spacing w:val="44"/>
          <w:sz w:val="32"/>
          <w:szCs w:val="32"/>
        </w:rPr>
        <w:t>Ростовская область</w:t>
      </w:r>
    </w:p>
    <w:p w:rsidR="00B278FA" w:rsidRPr="00B278FA" w:rsidRDefault="00B278FA" w:rsidP="00B278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74"/>
          <w:sz w:val="42"/>
          <w:szCs w:val="28"/>
        </w:rPr>
      </w:pPr>
      <w:r w:rsidRPr="00B278FA">
        <w:rPr>
          <w:rFonts w:ascii="Times New Roman" w:eastAsia="Times New Roman" w:hAnsi="Times New Roman" w:cs="Times New Roman"/>
          <w:b/>
          <w:spacing w:val="40"/>
          <w:sz w:val="42"/>
          <w:szCs w:val="28"/>
        </w:rPr>
        <w:t>Администрация</w:t>
      </w:r>
      <w:r w:rsidRPr="00B278FA">
        <w:rPr>
          <w:rFonts w:ascii="Times New Roman" w:eastAsia="Times New Roman" w:hAnsi="Times New Roman" w:cs="Times New Roman"/>
          <w:b/>
          <w:spacing w:val="74"/>
          <w:sz w:val="42"/>
          <w:szCs w:val="28"/>
        </w:rPr>
        <w:t xml:space="preserve"> Целинского района</w:t>
      </w:r>
    </w:p>
    <w:p w:rsidR="00B278FA" w:rsidRPr="00B278FA" w:rsidRDefault="00B278FA" w:rsidP="00B278FA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pacing w:val="50"/>
          <w:sz w:val="26"/>
          <w:szCs w:val="28"/>
        </w:rPr>
      </w:pPr>
      <w:r w:rsidRPr="00B278FA">
        <w:rPr>
          <w:rFonts w:ascii="Times New Roman" w:eastAsia="Times New Roman" w:hAnsi="Times New Roman" w:cs="Times New Roman"/>
          <w:b/>
          <w:spacing w:val="50"/>
          <w:sz w:val="26"/>
          <w:szCs w:val="28"/>
        </w:rPr>
        <w:t>РАСПОРЯЖЕНИЕ</w:t>
      </w:r>
    </w:p>
    <w:p w:rsidR="007A2BBD" w:rsidRPr="007A2BBD" w:rsidRDefault="007A2BBD" w:rsidP="007A2BBD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BBD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2E9FAB41" wp14:editId="3E7996D5">
                <wp:simplePos x="0" y="0"/>
                <wp:positionH relativeFrom="column">
                  <wp:posOffset>4283710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3810"/>
                <wp:wrapNone/>
                <wp:docPr id="5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2BBD" w:rsidRDefault="007A2BBD" w:rsidP="007A2BBD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37.3pt;margin-top:1in;width:158.4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" o:allowincell="f" filled="f" stroked="f">
                <v:textbox>
                  <w:txbxContent>
                    <w:p w:rsidR="007A2BBD" w:rsidRDefault="007A2BBD" w:rsidP="007A2BBD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D1B52">
        <w:rPr>
          <w:rFonts w:ascii="Times New Roman" w:eastAsia="Times New Roman" w:hAnsi="Times New Roman" w:cs="Times New Roman"/>
          <w:sz w:val="28"/>
          <w:szCs w:val="28"/>
        </w:rPr>
        <w:t>30.12.2020</w:t>
      </w:r>
      <w:r w:rsid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="004D1B52">
        <w:rPr>
          <w:rFonts w:ascii="Times New Roman" w:eastAsia="Times New Roman" w:hAnsi="Times New Roman" w:cs="Times New Roman"/>
          <w:sz w:val="28"/>
          <w:szCs w:val="28"/>
        </w:rPr>
        <w:t>694</w:t>
      </w:r>
      <w:r w:rsidRPr="007A2BB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7A2B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7A2BBD">
        <w:rPr>
          <w:rFonts w:ascii="Times New Roman" w:eastAsia="Times New Roman" w:hAnsi="Times New Roman" w:cs="Times New Roman"/>
          <w:sz w:val="28"/>
          <w:szCs w:val="28"/>
        </w:rPr>
        <w:t>.Ц</w:t>
      </w:r>
      <w:proofErr w:type="gramEnd"/>
      <w:r w:rsidRPr="007A2BBD">
        <w:rPr>
          <w:rFonts w:ascii="Times New Roman" w:eastAsia="Times New Roman" w:hAnsi="Times New Roman" w:cs="Times New Roman"/>
          <w:sz w:val="28"/>
          <w:szCs w:val="28"/>
        </w:rPr>
        <w:t>елина</w:t>
      </w:r>
      <w:proofErr w:type="spellEnd"/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Toc214362276"/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плана</w:t>
      </w:r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муниципальной</w:t>
      </w:r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Целинского района</w:t>
      </w:r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«Информационное общество» </w:t>
      </w:r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на 2021 год</w:t>
      </w: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6B2F" w:rsidRPr="00F46B2F" w:rsidRDefault="00F46B2F" w:rsidP="00F46B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-20"/>
          <w:sz w:val="28"/>
          <w:szCs w:val="28"/>
        </w:rPr>
      </w:pPr>
      <w:r w:rsidRPr="00F46B2F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постановлением Администрации Целинского района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Pr="00F46B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06.02.2018 № 102 «Об утверждении Порядка разработки, реализации и оценки эффективности муниципальных программ Целинского района:</w:t>
      </w: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Calibri" w:hAnsi="Times New Roman" w:cs="Times New Roman"/>
          <w:color w:val="000000"/>
          <w:sz w:val="28"/>
          <w:szCs w:val="28"/>
        </w:rPr>
        <w:t>1. Утвердить план реализации муниципальной программы Целинского района «Информационное общество» на 2021 год согласно приложению к настоящему распоряжению.</w:t>
      </w: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Calibri" w:hAnsi="Times New Roman" w:cs="Times New Roman"/>
          <w:color w:val="000000"/>
          <w:sz w:val="28"/>
          <w:szCs w:val="28"/>
        </w:rPr>
        <w:t>2. Настоящее распоряжение вступает в силу с 1 января 2021 года.</w:t>
      </w: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Calibri" w:hAnsi="Times New Roman" w:cs="Times New Roman"/>
          <w:color w:val="000000"/>
          <w:sz w:val="28"/>
          <w:szCs w:val="28"/>
        </w:rPr>
        <w:t>3. </w:t>
      </w:r>
      <w:proofErr w:type="gramStart"/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распоряжения возложить на заместителя главы Администрации</w:t>
      </w:r>
      <w:r w:rsidR="003B3E69" w:rsidRPr="003B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Целинского района </w:t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Корневу Н.В.</w:t>
      </w: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</w:t>
      </w:r>
    </w:p>
    <w:p w:rsidR="00F46B2F" w:rsidRPr="00F46B2F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Целинского района</w:t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О.К.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6B2F">
        <w:rPr>
          <w:rFonts w:ascii="Times New Roman" w:eastAsia="Times New Roman" w:hAnsi="Times New Roman" w:cs="Times New Roman"/>
          <w:color w:val="000000"/>
          <w:sz w:val="28"/>
          <w:szCs w:val="28"/>
        </w:rPr>
        <w:t>Косенко</w:t>
      </w:r>
    </w:p>
    <w:p w:rsidR="00F46B2F" w:rsidRPr="004D1B52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B52">
        <w:rPr>
          <w:rFonts w:ascii="Times New Roman" w:eastAsia="Times New Roman" w:hAnsi="Times New Roman" w:cs="Times New Roman"/>
          <w:sz w:val="28"/>
          <w:szCs w:val="28"/>
        </w:rPr>
        <w:t>Управляющий делами</w:t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</w:r>
      <w:r w:rsidRPr="004D1B52">
        <w:rPr>
          <w:rFonts w:ascii="Times New Roman" w:eastAsia="Times New Roman" w:hAnsi="Times New Roman" w:cs="Times New Roman"/>
          <w:sz w:val="28"/>
          <w:szCs w:val="28"/>
        </w:rPr>
        <w:tab/>
        <w:t>И.А. Текучева</w:t>
      </w:r>
    </w:p>
    <w:p w:rsidR="00F46B2F" w:rsidRPr="004D1B52" w:rsidRDefault="00F46B2F" w:rsidP="00F46B2F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6B2F" w:rsidRPr="00F46B2F" w:rsidRDefault="00F46B2F" w:rsidP="00F46B2F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46B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Проект вносит </w:t>
      </w:r>
      <w:r w:rsidRPr="00F46B2F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46B2F">
        <w:rPr>
          <w:rFonts w:ascii="Times New Roman" w:eastAsia="Times New Roman" w:hAnsi="Times New Roman" w:cs="Times New Roman"/>
          <w:color w:val="000000"/>
          <w:sz w:val="20"/>
          <w:szCs w:val="20"/>
        </w:rPr>
        <w:t>Директор МАУ МФЦ</w:t>
      </w:r>
    </w:p>
    <w:p w:rsidR="00F46B2F" w:rsidRPr="00F46B2F" w:rsidRDefault="00F46B2F" w:rsidP="00F46B2F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6B2F">
        <w:rPr>
          <w:rFonts w:ascii="Times New Roman" w:eastAsia="Times New Roman" w:hAnsi="Times New Roman" w:cs="Times New Roman"/>
          <w:color w:val="000000"/>
          <w:sz w:val="20"/>
          <w:szCs w:val="20"/>
        </w:rPr>
        <w:t>Целинского района</w:t>
      </w:r>
      <w:bookmarkEnd w:id="1"/>
    </w:p>
    <w:p w:rsidR="00F46B2F" w:rsidRPr="00F46B2F" w:rsidRDefault="00F46B2F" w:rsidP="00F46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46B2F" w:rsidRPr="00F46B2F">
          <w:footerReference w:type="default" r:id="rId8"/>
          <w:pgSz w:w="11907" w:h="16840"/>
          <w:pgMar w:top="1134" w:right="567" w:bottom="1134" w:left="1134" w:header="720" w:footer="720" w:gutter="0"/>
          <w:cols w:space="720"/>
        </w:sectPr>
      </w:pPr>
    </w:p>
    <w:p w:rsidR="00F46B2F" w:rsidRPr="00F46B2F" w:rsidRDefault="00F46B2F" w:rsidP="00F46B2F">
      <w:pPr>
        <w:pageBreakBefore/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</w:t>
      </w:r>
    </w:p>
    <w:p w:rsidR="00F46B2F" w:rsidRPr="00F46B2F" w:rsidRDefault="00F46B2F" w:rsidP="00F46B2F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>к распоряжению</w:t>
      </w:r>
    </w:p>
    <w:p w:rsidR="00F46B2F" w:rsidRPr="00F46B2F" w:rsidRDefault="00F46B2F" w:rsidP="00F46B2F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 xml:space="preserve">Администрации </w:t>
      </w:r>
    </w:p>
    <w:p w:rsidR="00F46B2F" w:rsidRPr="00F46B2F" w:rsidRDefault="00F46B2F" w:rsidP="00F46B2F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>Целинского района</w:t>
      </w:r>
    </w:p>
    <w:p w:rsidR="00F46B2F" w:rsidRPr="00F46B2F" w:rsidRDefault="00F46B2F" w:rsidP="00F46B2F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 xml:space="preserve">от </w:t>
      </w:r>
      <w:r w:rsidR="004D1B52">
        <w:rPr>
          <w:rFonts w:ascii="Times New Roman" w:eastAsia="Times New Roman" w:hAnsi="Times New Roman" w:cs="Times New Roman"/>
          <w:sz w:val="24"/>
          <w:szCs w:val="28"/>
        </w:rPr>
        <w:t>30.12.2020</w:t>
      </w:r>
    </w:p>
    <w:p w:rsidR="00F46B2F" w:rsidRPr="00F46B2F" w:rsidRDefault="00F46B2F" w:rsidP="00F46B2F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 xml:space="preserve">№ </w:t>
      </w:r>
      <w:r w:rsidR="004D1B52">
        <w:rPr>
          <w:rFonts w:ascii="Times New Roman" w:eastAsia="Times New Roman" w:hAnsi="Times New Roman" w:cs="Times New Roman"/>
          <w:sz w:val="24"/>
          <w:szCs w:val="28"/>
        </w:rPr>
        <w:t>694</w:t>
      </w:r>
    </w:p>
    <w:p w:rsidR="00F46B2F" w:rsidRPr="00F46B2F" w:rsidRDefault="00F46B2F" w:rsidP="00F46B2F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>ПЛАН РЕАЛИЗАЦИИ</w:t>
      </w:r>
    </w:p>
    <w:p w:rsidR="00F46B2F" w:rsidRDefault="00F46B2F" w:rsidP="00F46B2F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F46B2F"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муниципальной программы Целинского района </w:t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8"/>
        </w:rPr>
        <w:t>«Информационное общество» на 2021 год.</w:t>
      </w:r>
    </w:p>
    <w:p w:rsidR="00F46B2F" w:rsidRPr="00F46B2F" w:rsidRDefault="00F46B2F" w:rsidP="00F46B2F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tbl>
      <w:tblPr>
        <w:tblW w:w="1561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2693"/>
        <w:gridCol w:w="1418"/>
        <w:gridCol w:w="1134"/>
        <w:gridCol w:w="1701"/>
        <w:gridCol w:w="1417"/>
        <w:gridCol w:w="1276"/>
        <w:gridCol w:w="1434"/>
      </w:tblGrid>
      <w:tr w:rsidR="00F46B2F" w:rsidRPr="00F46B2F" w:rsidTr="00F46B2F">
        <w:trPr>
          <w:trHeight w:val="322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 реализации</w:t>
            </w:r>
          </w:p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расходов, (тыс. рублей)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2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Подпрограмма 1 </w:t>
            </w: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«Развитие цифровых технологий»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t>Основное мероприятие 1.1.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 Создание и разви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тие цифровой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наличие на территории Целинского района современной информационной и телекоммуникационной инфраструктуры;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повышение уровня информированности населения о деятель</w:t>
            </w:r>
            <w:r w:rsidRPr="00F46B2F">
              <w:rPr>
                <w:rFonts w:ascii="Times New Roman" w:eastAsia="Times New Roman" w:hAnsi="Times New Roman" w:cs="Times New Roman"/>
              </w:rPr>
              <w:softHyphen/>
              <w:t>ности органов испол</w:t>
            </w:r>
            <w:r w:rsidRPr="00F46B2F">
              <w:rPr>
                <w:rFonts w:ascii="Times New Roman" w:eastAsia="Times New Roman" w:hAnsi="Times New Roman" w:cs="Times New Roman"/>
              </w:rPr>
              <w:softHyphen/>
              <w:t>нительной власти и органов местного самоуправления;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 xml:space="preserve">повышение спроса 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на информационн</w:t>
            </w:r>
            <w:proofErr w:type="gramStart"/>
            <w:r w:rsidRPr="00F46B2F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F46B2F">
              <w:rPr>
                <w:rFonts w:ascii="Times New Roman" w:eastAsia="Times New Roman" w:hAnsi="Times New Roman" w:cs="Times New Roman"/>
              </w:rPr>
              <w:br/>
              <w:t>коммуникационные технологии со стороны органов исполнитель</w:t>
            </w:r>
            <w:r w:rsidRPr="00F46B2F">
              <w:rPr>
                <w:rFonts w:ascii="Times New Roman" w:eastAsia="Times New Roman" w:hAnsi="Times New Roman" w:cs="Times New Roman"/>
              </w:rPr>
              <w:softHyphen/>
              <w:t xml:space="preserve">ной власти, повышение готовности и мотивации работников органов исполнительной власти и органов местного самоуправления 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lastRenderedPageBreak/>
              <w:t>Мероприятие 1.1.1.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Развитие и обеспечение функционирования межведомственной системы электронного документооборота и делопроизводства "Дело" и системы "Архивное дело"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Архивный сектор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организация поддержки и развития межведомственной системы электронного документооборота и делопроизводства "Дело" в муниципальном образовании «</w:t>
            </w:r>
            <w:proofErr w:type="spellStart"/>
            <w:r w:rsidRPr="00F46B2F">
              <w:rPr>
                <w:rFonts w:ascii="Times New Roman" w:eastAsia="Times New Roman" w:hAnsi="Times New Roman" w:cs="Times New Roman"/>
              </w:rPr>
              <w:t>Целинский</w:t>
            </w:r>
            <w:proofErr w:type="spellEnd"/>
            <w:r w:rsidRPr="00F46B2F">
              <w:rPr>
                <w:rFonts w:ascii="Times New Roman" w:eastAsia="Times New Roman" w:hAnsi="Times New Roman" w:cs="Times New Roman"/>
              </w:rPr>
              <w:t xml:space="preserve"> район». Обеспечение функционирования системы «Архивное дело» для хранения электронных документов и электронных копий документов в Администрации Целинского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  <w:b/>
              </w:rPr>
              <w:t xml:space="preserve">Контрольное событие 1.1. 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 xml:space="preserve">Обеспечение рабочих </w:t>
            </w:r>
            <w:r w:rsidRPr="00F46B2F">
              <w:rPr>
                <w:rFonts w:ascii="Times New Roman" w:eastAsia="Times New Roman" w:hAnsi="Times New Roman" w:cs="Times New Roman"/>
              </w:rPr>
              <w:lastRenderedPageBreak/>
              <w:t>мест в органах местного самоуправления Целинского района межведомственной системой электронного документооборота и делопроизводства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 xml:space="preserve">Отдел координации работы отраслей строительства, </w:t>
            </w:r>
            <w:r w:rsidRPr="00F46B2F">
              <w:rPr>
                <w:rFonts w:ascii="Times New Roman" w:eastAsia="Times New Roman" w:hAnsi="Times New Roman" w:cs="Times New Roman"/>
              </w:rPr>
              <w:lastRenderedPageBreak/>
              <w:t>транспорта, связи и топливно-энергетических ресурсов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 xml:space="preserve">доведение доли рабочих мест  в органах местного самоуправления </w:t>
            </w:r>
            <w:r w:rsidRPr="00F46B2F">
              <w:rPr>
                <w:rFonts w:ascii="Times New Roman" w:eastAsia="Times New Roman" w:hAnsi="Times New Roman" w:cs="Times New Roman"/>
              </w:rPr>
              <w:lastRenderedPageBreak/>
              <w:t>Целинского района,  включенных в межведомственную  систему  электронного документооборота и делопроизводства до запланированного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F46B2F" w:rsidRPr="00F46B2F" w:rsidTr="00F46B2F">
        <w:trPr>
          <w:trHeight w:val="2008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1.2.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повышение уровня развития цифровых АТС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15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  <w:b/>
              </w:rPr>
              <w:t>Контрольное событие 1.2.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обновление и содержание информационной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F46B2F" w:rsidRPr="00F46B2F" w:rsidTr="00F46B2F">
        <w:trPr>
          <w:trHeight w:val="232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  <w:b/>
              </w:rPr>
              <w:t>Основное мероприятие 1.3.</w:t>
            </w:r>
            <w:r w:rsidRPr="00F46B2F">
              <w:rPr>
                <w:rFonts w:ascii="Times New Roman" w:eastAsia="Times New Roman" w:hAnsi="Times New Roman" w:cs="Times New Roman"/>
              </w:rPr>
              <w:t xml:space="preserve"> Внедрение </w:t>
            </w:r>
            <w:proofErr w:type="gramStart"/>
            <w:r w:rsidRPr="00F46B2F">
              <w:rPr>
                <w:rFonts w:ascii="Times New Roman" w:eastAsia="Times New Roman" w:hAnsi="Times New Roman" w:cs="Times New Roman"/>
              </w:rPr>
              <w:t>цифровых</w:t>
            </w:r>
            <w:proofErr w:type="gramEnd"/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технологий в сферах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муниципального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управления и оказания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муниципальных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услуг, в том числе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 xml:space="preserve">в интересах населения 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gramStart"/>
            <w:r w:rsidRPr="00F46B2F">
              <w:rPr>
                <w:rFonts w:ascii="Times New Roman" w:eastAsia="Times New Roman" w:hAnsi="Times New Roman" w:cs="Times New Roman"/>
              </w:rPr>
              <w:t>цифровых</w:t>
            </w:r>
            <w:proofErr w:type="gramEnd"/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технологий и платформенных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решений в сферах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муниципального управления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 xml:space="preserve">и оказания 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муниципальных услуг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в электронном виде, в том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46B2F">
              <w:rPr>
                <w:rFonts w:ascii="Times New Roman" w:eastAsia="Times New Roman" w:hAnsi="Times New Roman" w:cs="Times New Roman"/>
              </w:rPr>
              <w:t>числе</w:t>
            </w:r>
            <w:proofErr w:type="gramEnd"/>
            <w:r w:rsidRPr="00F46B2F">
              <w:rPr>
                <w:rFonts w:ascii="Times New Roman" w:eastAsia="Times New Roman" w:hAnsi="Times New Roman" w:cs="Times New Roman"/>
              </w:rPr>
              <w:t>, в интересах населения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Целинского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  <w:b/>
              </w:rPr>
              <w:t>Мероприятие 1.3.1.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 xml:space="preserve">Популяризация </w:t>
            </w:r>
            <w:r w:rsidRPr="00F46B2F">
              <w:rPr>
                <w:rFonts w:ascii="Times New Roman" w:eastAsia="Times New Roman" w:hAnsi="Times New Roman" w:cs="Times New Roman"/>
              </w:rPr>
              <w:lastRenderedPageBreak/>
              <w:t>государственных и муниципальных услуг в электронной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Главный специалист по информационной </w:t>
            </w:r>
            <w:r w:rsidRPr="00F46B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 xml:space="preserve">повышение интереса граждан Целинского </w:t>
            </w:r>
            <w:r w:rsidRPr="00F46B2F">
              <w:rPr>
                <w:rFonts w:ascii="Times New Roman" w:eastAsia="Times New Roman" w:hAnsi="Times New Roman" w:cs="Times New Roman"/>
              </w:rPr>
              <w:lastRenderedPageBreak/>
              <w:t xml:space="preserve">района к возможностям портала </w:t>
            </w:r>
            <w:proofErr w:type="spellStart"/>
            <w:r w:rsidRPr="00F46B2F">
              <w:rPr>
                <w:rFonts w:ascii="Times New Roman" w:eastAsia="Times New Roman" w:hAnsi="Times New Roman" w:cs="Times New Roman"/>
              </w:rPr>
              <w:t>госуслуг</w:t>
            </w:r>
            <w:proofErr w:type="spellEnd"/>
            <w:r w:rsidRPr="00F46B2F">
              <w:rPr>
                <w:rFonts w:ascii="Times New Roman" w:eastAsia="Times New Roman" w:hAnsi="Times New Roman" w:cs="Times New Roman"/>
              </w:rPr>
              <w:t xml:space="preserve"> и преимуществам получения государственных и муниципальных услуг в электронном виде, обеспечение перехода на получение электронных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46B2F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Контрольное событие 1.3.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Подача заявлений на предоставление государственных и муниципальных услуг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 xml:space="preserve">увеличение доли граждан, использующих механизм получения государственных и муниципальных услуг в электронном виде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F46B2F" w:rsidRPr="00F46B2F" w:rsidTr="00F46B2F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t xml:space="preserve">Подпрограмма 2 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«Оптимизация и повышение качества 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br/>
              <w:t>предоставления государ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ственных и муниципальных услуг 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в </w:t>
            </w:r>
            <w:proofErr w:type="spellStart"/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Целинском</w:t>
            </w:r>
            <w:proofErr w:type="spellEnd"/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 районе,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Муниципальное автономное учреждение Целинского района «Многофункциональный центр  предоставления государственных и муниципальных услуг»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9645,9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278,4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9367,5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154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lastRenderedPageBreak/>
              <w:t>Основное мероприятие 2.1.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 Развитие деятельности многофункционального центра предо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ставления государ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ственных и муни</w:t>
            </w: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ципальных услуг Целинского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расширение возмож</w:t>
            </w:r>
            <w:r w:rsidRPr="00F46B2F">
              <w:rPr>
                <w:rFonts w:ascii="Times New Roman" w:eastAsia="Times New Roman" w:hAnsi="Times New Roman" w:cs="Times New Roman"/>
              </w:rPr>
              <w:softHyphen/>
              <w:t>ностей и повышение качества предостав</w:t>
            </w:r>
            <w:r w:rsidRPr="00F46B2F">
              <w:rPr>
                <w:rFonts w:ascii="Times New Roman" w:eastAsia="Times New Roman" w:hAnsi="Times New Roman" w:cs="Times New Roman"/>
              </w:rPr>
              <w:softHyphen/>
              <w:t>ления государственных и муниципальных услуг на базе МФЦ;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создание мобильной группы;</w:t>
            </w:r>
          </w:p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увеличение уровня профессионализма специалистов МФЦ в области использования информационных и телекоммуникационных технологий.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9645,9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278,4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9367,5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154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Мероприятие 2.1.1.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Финансовое обеспечение выполнения муниципального задания на </w:t>
            </w: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организацию предоставления государственных и муниципальных услуг в многофункциональном центре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модернизация и совершенствование процесса предоставления государственных и муниципальных услуг на базе МФЦ; повышение показателя удовлетворенности граждан и организаций качество предоставления услуг; соблюдение Федерального закона от 27.07.2010 № 210-ФЗ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9351,3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9351,3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154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lastRenderedPageBreak/>
              <w:t xml:space="preserve">Мероприятие 2.1.2. 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Реализация непрерывного обучения работников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повышение качества обслуживания в многофункциональном центре предоставления государственных и муниципальных услуг за счет непрерывного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154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Мероприятие 2.1.3.</w:t>
            </w:r>
          </w:p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Реализация принципа экстерриториальности при предоставлении государственных и муниципальных услуг</w:t>
            </w:r>
          </w:p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обеспечение возможности предоставления услуг заявителям в многофункциональном центре предоставления государственных и муниципальных услуг независимо от места их регистрации на территории Ростовской области, в том числе в качестве субъектов предпринимательской деятельности, места расположения на территории Ростовской области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84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Мероприятие 2.1.4.</w:t>
            </w:r>
          </w:p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предоставления областных услуг на базе многофункциональных центров предоставления государственных и </w:t>
            </w:r>
            <w:r w:rsidRPr="00F46B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муниципальных услуг Ростовской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lastRenderedPageBreak/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</w:t>
            </w:r>
            <w:proofErr w:type="gramStart"/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возможности получения услуг органов исполнительной власти Ростовской</w:t>
            </w:r>
            <w:proofErr w:type="gramEnd"/>
            <w:r w:rsidRPr="00F46B2F">
              <w:rPr>
                <w:rFonts w:ascii="Times New Roman" w:eastAsia="Times New Roman" w:hAnsi="Times New Roman" w:cs="Times New Roman"/>
                <w:color w:val="000000"/>
              </w:rPr>
              <w:t xml:space="preserve"> области (структурных подразделений Правительства Ростовской области) в многофункциональном </w:t>
            </w:r>
            <w:r w:rsidRPr="00F46B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центре предоставления государственных и муниципальных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lastRenderedPageBreak/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264,8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250,2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14,6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46B2F" w:rsidRPr="00F46B2F" w:rsidTr="00F46B2F">
        <w:trPr>
          <w:trHeight w:val="154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Контрольное событие 2.1.1.</w:t>
            </w:r>
          </w:p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муниципального автономного учреждения Целинского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 xml:space="preserve">Обеспечить предоставление населению полного спектра государственных и муниципальных услуг, предоставляемых на базе МФЦ Целинского района, с использованием интегрированной информационной системы единой сети МФЦ Ростовской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F46B2F" w:rsidRPr="00F46B2F" w:rsidTr="00F46B2F">
        <w:trPr>
          <w:trHeight w:val="154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Контрольное событие 2.1.2.</w:t>
            </w:r>
          </w:p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 xml:space="preserve">Обучение не менее 14 работников многофункционального центра предоставления государственных и муниципальных услуг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B2F">
              <w:rPr>
                <w:rFonts w:ascii="Times New Roman" w:eastAsia="Times New Roman" w:hAnsi="Times New Roman" w:cs="Times New Roman"/>
                <w:color w:val="000000"/>
              </w:rPr>
              <w:t>организация непрерывного процесса повышения уровня знаний и навыков сотрудников многофункционального центра предоставления государственных и муниципальных услуг посредством очного и дистанционного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2F" w:rsidRPr="00F46B2F" w:rsidRDefault="00F46B2F" w:rsidP="00F46B2F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2F">
              <w:rPr>
                <w:rFonts w:ascii="Times New Roman" w:eastAsia="Times New Roman" w:hAnsi="Times New Roman" w:cs="Times New Roman"/>
              </w:rPr>
              <w:t>Х</w:t>
            </w:r>
          </w:p>
        </w:tc>
      </w:tr>
    </w:tbl>
    <w:p w:rsidR="00F46B2F" w:rsidRPr="00F46B2F" w:rsidRDefault="00F46B2F" w:rsidP="00F46B2F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6B2F" w:rsidRPr="00F46B2F" w:rsidRDefault="00F46B2F" w:rsidP="00F46B2F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6B2F" w:rsidRPr="00F46B2F" w:rsidRDefault="00F46B2F" w:rsidP="00F46B2F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6B2F" w:rsidRPr="00F46B2F" w:rsidRDefault="00F46B2F" w:rsidP="00F46B2F">
      <w:pPr>
        <w:widowControl w:val="0"/>
        <w:autoSpaceDE w:val="0"/>
        <w:autoSpaceDN w:val="0"/>
        <w:adjustRightInd w:val="0"/>
        <w:spacing w:after="0" w:line="240" w:lineRule="auto"/>
        <w:ind w:left="708" w:right="-142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Управляющий делами</w:t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46B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И.А Текучева</w:t>
      </w:r>
    </w:p>
    <w:p w:rsidR="00684A57" w:rsidRPr="007A2BBD" w:rsidRDefault="00684A57">
      <w:pPr>
        <w:rPr>
          <w:rFonts w:ascii="Times New Roman" w:hAnsi="Times New Roman" w:cs="Times New Roman"/>
          <w:sz w:val="28"/>
          <w:szCs w:val="28"/>
        </w:rPr>
      </w:pPr>
    </w:p>
    <w:sectPr w:rsidR="00684A57" w:rsidRPr="007A2BBD" w:rsidSect="00F46B2F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DB" w:rsidRDefault="00FA02DB" w:rsidP="003B3E69">
      <w:pPr>
        <w:spacing w:after="0" w:line="240" w:lineRule="auto"/>
      </w:pPr>
      <w:r>
        <w:separator/>
      </w:r>
    </w:p>
  </w:endnote>
  <w:endnote w:type="continuationSeparator" w:id="0">
    <w:p w:rsidR="00FA02DB" w:rsidRDefault="00FA02DB" w:rsidP="003B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E69" w:rsidRPr="003B3E69" w:rsidRDefault="003B3E69">
    <w:pPr>
      <w:pStyle w:val="a7"/>
      <w:rPr>
        <w:rFonts w:ascii="Times New Roman" w:hAnsi="Times New Roman" w:cs="Times New Roman"/>
      </w:rPr>
    </w:pPr>
    <w:r w:rsidRPr="003B3E69">
      <w:rPr>
        <w:rFonts w:ascii="Times New Roman" w:hAnsi="Times New Roman" w:cs="Times New Roman"/>
      </w:rPr>
      <w:fldChar w:fldCharType="begin"/>
    </w:r>
    <w:r w:rsidRPr="003B3E69">
      <w:rPr>
        <w:rFonts w:ascii="Times New Roman" w:hAnsi="Times New Roman" w:cs="Times New Roman"/>
      </w:rPr>
      <w:instrText xml:space="preserve"> FILENAME  \p  \* MERGEFORMAT </w:instrText>
    </w:r>
    <w:r w:rsidRPr="003B3E69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D:\TXT\Распоряжения 2020\Об утверждении плана на 2021 мфц.docx</w:t>
    </w:r>
    <w:r w:rsidRPr="003B3E69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DB" w:rsidRDefault="00FA02DB" w:rsidP="003B3E69">
      <w:pPr>
        <w:spacing w:after="0" w:line="240" w:lineRule="auto"/>
      </w:pPr>
      <w:r>
        <w:separator/>
      </w:r>
    </w:p>
  </w:footnote>
  <w:footnote w:type="continuationSeparator" w:id="0">
    <w:p w:rsidR="00FA02DB" w:rsidRDefault="00FA02DB" w:rsidP="003B3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2F"/>
    <w:rsid w:val="000044CC"/>
    <w:rsid w:val="00080BE2"/>
    <w:rsid w:val="003B3E69"/>
    <w:rsid w:val="004D1B52"/>
    <w:rsid w:val="00684A57"/>
    <w:rsid w:val="007A2BBD"/>
    <w:rsid w:val="00855BF2"/>
    <w:rsid w:val="00B278FA"/>
    <w:rsid w:val="00F46B2F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8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B3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3E69"/>
  </w:style>
  <w:style w:type="paragraph" w:styleId="a7">
    <w:name w:val="footer"/>
    <w:basedOn w:val="a"/>
    <w:link w:val="a8"/>
    <w:uiPriority w:val="99"/>
    <w:unhideWhenUsed/>
    <w:rsid w:val="003B3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8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B3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3E69"/>
  </w:style>
  <w:style w:type="paragraph" w:styleId="a7">
    <w:name w:val="footer"/>
    <w:basedOn w:val="a"/>
    <w:link w:val="a8"/>
    <w:uiPriority w:val="99"/>
    <w:unhideWhenUsed/>
    <w:rsid w:val="003B3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0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91;&#1073;&#1086;&#1085;&#1086;&#1089;&#1086;&#1074;&#1072;\AppData\Roaming\Microsoft\&#1064;&#1072;&#1073;&#1083;&#1086;&#1085;&#1099;\&#1056;&#1072;&#1089;&#1087;&#1086;&#1088;&#1103;&#1078;&#1077;&#1085;&#1080;&#1077;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Распоряжение..</Template>
  <TotalTime>0</TotalTime>
  <Pages>8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Дубоносова</dc:creator>
  <cp:lastModifiedBy>Пользователь</cp:lastModifiedBy>
  <cp:revision>2</cp:revision>
  <cp:lastPrinted>2021-01-11T08:23:00Z</cp:lastPrinted>
  <dcterms:created xsi:type="dcterms:W3CDTF">2021-02-02T08:36:00Z</dcterms:created>
  <dcterms:modified xsi:type="dcterms:W3CDTF">2021-02-02T08:36:00Z</dcterms:modified>
</cp:coreProperties>
</file>