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4DC8" w:rsidRDefault="00742DFF" w:rsidP="00706C38">
      <w:pPr>
        <w:ind w:firstLine="0"/>
        <w:jc w:val="center"/>
        <w:rPr>
          <w:noProof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704850" cy="895350"/>
            <wp:effectExtent l="0" t="0" r="0" b="0"/>
            <wp:docPr id="1" name="Рисунок 1" descr="Целинский р-н (герб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Целинский р-н (герб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77CD" w:rsidRPr="006277CD" w:rsidRDefault="006277CD" w:rsidP="00706C38">
      <w:pPr>
        <w:ind w:firstLine="0"/>
        <w:jc w:val="center"/>
        <w:rPr>
          <w:b/>
          <w:spacing w:val="44"/>
          <w:sz w:val="16"/>
          <w:szCs w:val="16"/>
        </w:rPr>
      </w:pPr>
    </w:p>
    <w:p w:rsidR="007D5C61" w:rsidRDefault="00B44DC8" w:rsidP="00706C38">
      <w:pPr>
        <w:spacing w:line="360" w:lineRule="auto"/>
        <w:ind w:firstLine="0"/>
        <w:jc w:val="center"/>
        <w:rPr>
          <w:b/>
          <w:spacing w:val="44"/>
          <w:sz w:val="32"/>
          <w:szCs w:val="32"/>
        </w:rPr>
      </w:pPr>
      <w:r w:rsidRPr="002A030D">
        <w:rPr>
          <w:b/>
          <w:spacing w:val="44"/>
          <w:sz w:val="32"/>
          <w:szCs w:val="32"/>
        </w:rPr>
        <w:t>Ростовская область</w:t>
      </w:r>
    </w:p>
    <w:p w:rsidR="007D5C61" w:rsidRDefault="005258B6" w:rsidP="00706C38">
      <w:pPr>
        <w:spacing w:line="360" w:lineRule="auto"/>
        <w:ind w:firstLine="0"/>
        <w:jc w:val="center"/>
        <w:rPr>
          <w:b/>
          <w:spacing w:val="74"/>
          <w:sz w:val="42"/>
        </w:rPr>
      </w:pPr>
      <w:r>
        <w:rPr>
          <w:b/>
          <w:spacing w:val="40"/>
          <w:sz w:val="42"/>
        </w:rPr>
        <w:t>Администрация</w:t>
      </w:r>
      <w:r w:rsidR="007D5C61">
        <w:rPr>
          <w:b/>
          <w:spacing w:val="74"/>
          <w:sz w:val="42"/>
        </w:rPr>
        <w:t xml:space="preserve"> Целинского района</w:t>
      </w:r>
    </w:p>
    <w:p w:rsidR="008351F2" w:rsidRDefault="009A63B7" w:rsidP="00706C38">
      <w:pPr>
        <w:spacing w:line="480" w:lineRule="auto"/>
        <w:ind w:firstLine="0"/>
        <w:jc w:val="center"/>
        <w:rPr>
          <w:b/>
          <w:spacing w:val="50"/>
          <w:sz w:val="26"/>
        </w:rPr>
      </w:pPr>
      <w:r>
        <w:rPr>
          <w:b/>
          <w:spacing w:val="50"/>
          <w:sz w:val="26"/>
        </w:rPr>
        <w:t>РАСПОРЯЖЕНИЯ</w:t>
      </w:r>
    </w:p>
    <w:p w:rsidR="003556DC" w:rsidRPr="00F0605A" w:rsidRDefault="00742DFF" w:rsidP="00F07B8E">
      <w:pPr>
        <w:spacing w:line="480" w:lineRule="auto"/>
        <w:ind w:firstLine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1" layoutInCell="0" allowOverlap="1" wp14:anchorId="04431AD7" wp14:editId="1D69574A">
                <wp:simplePos x="0" y="0"/>
                <wp:positionH relativeFrom="column">
                  <wp:posOffset>4400550</wp:posOffset>
                </wp:positionH>
                <wp:positionV relativeFrom="page">
                  <wp:posOffset>914400</wp:posOffset>
                </wp:positionV>
                <wp:extent cx="2011680" cy="548640"/>
                <wp:effectExtent l="0" t="0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1680" cy="548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E6586" w:rsidRPr="00267259" w:rsidRDefault="002E6586" w:rsidP="0026725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46.5pt;margin-top:1in;width:158.4pt;height:43.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" o:allowincell="f" filled="f" stroked="f">
                <v:textbox>
                  <w:txbxContent>
                    <w:p w:rsidR="002E6586" w:rsidRPr="00267259" w:rsidRDefault="002E6586" w:rsidP="00267259"/>
                  </w:txbxContent>
                </v:textbox>
                <w10:wrap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1" layoutInCell="0" allowOverlap="1" wp14:anchorId="54244AF1" wp14:editId="0F5BDE90">
                <wp:simplePos x="0" y="0"/>
                <wp:positionH relativeFrom="column">
                  <wp:posOffset>4400550</wp:posOffset>
                </wp:positionH>
                <wp:positionV relativeFrom="page">
                  <wp:posOffset>914400</wp:posOffset>
                </wp:positionV>
                <wp:extent cx="2011680" cy="548640"/>
                <wp:effectExtent l="0" t="0" r="0" b="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1680" cy="548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556DC" w:rsidRPr="001E15E3" w:rsidRDefault="003556DC" w:rsidP="003556D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346.5pt;margin-top:1in;width:158.4pt;height:43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" o:allowincell="f" filled="f" stroked="f">
                <v:textbox>
                  <w:txbxContent>
                    <w:p w:rsidR="003556DC" w:rsidRPr="001E15E3" w:rsidRDefault="003556DC" w:rsidP="003556DC"/>
                  </w:txbxContent>
                </v:textbox>
                <w10:wrap anchory="page"/>
                <w10:anchorlock/>
              </v:shape>
            </w:pict>
          </mc:Fallback>
        </mc:AlternateContent>
      </w:r>
      <w:r w:rsidR="009B0F86">
        <w:t>04.02.2021</w:t>
      </w:r>
      <w:r w:rsidR="00F07B8E">
        <w:t xml:space="preserve">    </w:t>
      </w:r>
      <w:r w:rsidR="003556DC" w:rsidRPr="00F0605A">
        <w:t xml:space="preserve">  </w:t>
      </w:r>
      <w:r w:rsidR="00741DF7">
        <w:t xml:space="preserve">          </w:t>
      </w:r>
      <w:r w:rsidR="00F24FAD">
        <w:t xml:space="preserve">              </w:t>
      </w:r>
      <w:r w:rsidR="009B0F86">
        <w:t xml:space="preserve">          </w:t>
      </w:r>
      <w:r w:rsidR="00F24FAD">
        <w:t xml:space="preserve">   </w:t>
      </w:r>
      <w:r w:rsidR="00741DF7">
        <w:t xml:space="preserve">     </w:t>
      </w:r>
      <w:r w:rsidR="003556DC" w:rsidRPr="00F0605A">
        <w:t xml:space="preserve">№ </w:t>
      </w:r>
      <w:r w:rsidR="009B0F86">
        <w:t>50</w:t>
      </w:r>
      <w:r w:rsidR="003556DC" w:rsidRPr="00F0605A">
        <w:t xml:space="preserve">      </w:t>
      </w:r>
      <w:r w:rsidR="003556DC" w:rsidRPr="00F0605A">
        <w:tab/>
      </w:r>
      <w:r w:rsidR="00F07B8E">
        <w:t xml:space="preserve">              </w:t>
      </w:r>
      <w:r w:rsidR="003556DC">
        <w:t xml:space="preserve">    </w:t>
      </w:r>
      <w:r w:rsidR="00F07B8E">
        <w:t xml:space="preserve">                  </w:t>
      </w:r>
      <w:r w:rsidR="003556DC" w:rsidRPr="00F0605A">
        <w:t>п.Целина</w:t>
      </w:r>
    </w:p>
    <w:p w:rsidR="00B277B9" w:rsidRDefault="00B277B9" w:rsidP="00B277B9">
      <w:pPr>
        <w:ind w:firstLine="0"/>
      </w:pPr>
      <w:bookmarkStart w:id="1" w:name="_Toc214362276"/>
      <w:r>
        <w:t>О внесении изменений</w:t>
      </w:r>
    </w:p>
    <w:p w:rsidR="00AA743B" w:rsidRDefault="00B277B9" w:rsidP="00B277B9">
      <w:pPr>
        <w:ind w:firstLine="0"/>
      </w:pPr>
      <w:r>
        <w:t xml:space="preserve">в распоряжение </w:t>
      </w:r>
    </w:p>
    <w:p w:rsidR="00B277B9" w:rsidRDefault="00B277B9" w:rsidP="00B277B9">
      <w:pPr>
        <w:ind w:firstLine="0"/>
      </w:pPr>
      <w:r>
        <w:t>Администрации</w:t>
      </w:r>
    </w:p>
    <w:p w:rsidR="00B277B9" w:rsidRDefault="00B277B9" w:rsidP="00B277B9">
      <w:pPr>
        <w:ind w:firstLine="0"/>
      </w:pPr>
      <w:r>
        <w:t>Целинского района</w:t>
      </w:r>
    </w:p>
    <w:p w:rsidR="00B277B9" w:rsidRPr="00F0605A" w:rsidRDefault="00B277B9" w:rsidP="00B277B9">
      <w:pPr>
        <w:ind w:firstLine="0"/>
      </w:pPr>
      <w:r>
        <w:t>от 30.12.2020 № 694</w:t>
      </w:r>
    </w:p>
    <w:p w:rsidR="00B277B9" w:rsidRPr="00F0605A" w:rsidRDefault="00B277B9" w:rsidP="00B277B9"/>
    <w:p w:rsidR="00B277B9" w:rsidRPr="00784BC5" w:rsidRDefault="00B277B9" w:rsidP="00B277B9">
      <w:pPr>
        <w:ind w:right="0"/>
        <w:rPr>
          <w:rFonts w:eastAsia="Calibri"/>
          <w:spacing w:val="-20"/>
        </w:rPr>
      </w:pPr>
      <w:r>
        <w:rPr>
          <w:rFonts w:eastAsia="Calibri"/>
        </w:rPr>
        <w:t>В связи с необходимостью корректировки объемов финансирования отдельных программных мероприятий:</w:t>
      </w:r>
      <w:r>
        <w:rPr>
          <w:rFonts w:eastAsia="Calibri"/>
        </w:rPr>
        <w:tab/>
      </w:r>
    </w:p>
    <w:p w:rsidR="00B277B9" w:rsidRDefault="00B277B9" w:rsidP="00B277B9">
      <w:pPr>
        <w:rPr>
          <w:rFonts w:eastAsia="Calibri"/>
        </w:rPr>
      </w:pPr>
      <w:r>
        <w:rPr>
          <w:rFonts w:eastAsia="Calibri"/>
        </w:rPr>
        <w:t xml:space="preserve">1. Внести в распоряжение Администрации Целинского района от </w:t>
      </w:r>
      <w:r>
        <w:t>30.12.2020      № 694</w:t>
      </w:r>
      <w:r>
        <w:rPr>
          <w:rFonts w:eastAsia="Calibri"/>
        </w:rPr>
        <w:t xml:space="preserve"> «Об утверждении плана реализации муниципальной программы Целинского района «Информационное общество на 2021 год» следующие изменения:</w:t>
      </w:r>
    </w:p>
    <w:p w:rsidR="00B277B9" w:rsidRPr="0024403C" w:rsidRDefault="00B277B9" w:rsidP="00B277B9">
      <w:pPr>
        <w:ind w:right="0" w:firstLine="709"/>
        <w:rPr>
          <w:color w:val="auto"/>
        </w:rPr>
      </w:pPr>
      <w:r w:rsidRPr="0024403C">
        <w:rPr>
          <w:color w:val="auto"/>
        </w:rPr>
        <w:t>1.1. Приложение № 1 изложить в редакции согласно прило</w:t>
      </w:r>
      <w:r>
        <w:rPr>
          <w:color w:val="auto"/>
        </w:rPr>
        <w:t>жению к настоящему распоряжению</w:t>
      </w:r>
      <w:r w:rsidRPr="0024403C">
        <w:rPr>
          <w:rFonts w:eastAsia="Calibri"/>
          <w:color w:val="auto"/>
        </w:rPr>
        <w:t>.</w:t>
      </w:r>
    </w:p>
    <w:p w:rsidR="00B277B9" w:rsidRDefault="00B277B9" w:rsidP="00B277B9">
      <w:pPr>
        <w:tabs>
          <w:tab w:val="left" w:pos="709"/>
        </w:tabs>
        <w:rPr>
          <w:rFonts w:eastAsia="Calibri"/>
        </w:rPr>
      </w:pPr>
      <w:r>
        <w:rPr>
          <w:rFonts w:eastAsia="Calibri"/>
        </w:rPr>
        <w:t>2. Разместить настоящее распоряжение на официальном сайте Администрации Целинского района в информационно-телекоммуникационной сети «Интернет».</w:t>
      </w:r>
    </w:p>
    <w:p w:rsidR="00B277B9" w:rsidRDefault="00B277B9" w:rsidP="00B277B9">
      <w:r>
        <w:rPr>
          <w:rFonts w:eastAsia="Calibri"/>
        </w:rPr>
        <w:t>3. </w:t>
      </w:r>
      <w:r>
        <w:t xml:space="preserve">Контроль за исполнением распоряжения возложить на заместителя главы </w:t>
      </w:r>
      <w:r w:rsidRPr="00C57300">
        <w:t xml:space="preserve">Администрации </w:t>
      </w:r>
      <w:r>
        <w:t>района Корневу Н.В.</w:t>
      </w:r>
    </w:p>
    <w:p w:rsidR="00114601" w:rsidRDefault="00114601" w:rsidP="00114601"/>
    <w:p w:rsidR="003556DC" w:rsidRDefault="003556DC" w:rsidP="003556DC"/>
    <w:p w:rsidR="003556DC" w:rsidRDefault="003556DC" w:rsidP="003556DC">
      <w:r>
        <w:t>Глава Администрации</w:t>
      </w:r>
    </w:p>
    <w:p w:rsidR="003556DC" w:rsidRDefault="003556DC" w:rsidP="003556DC">
      <w:r>
        <w:t>Целинского района</w:t>
      </w:r>
      <w:r>
        <w:tab/>
      </w:r>
      <w:r w:rsidR="00AA743B">
        <w:tab/>
      </w:r>
      <w:r>
        <w:tab/>
      </w:r>
      <w:r>
        <w:tab/>
      </w:r>
      <w:r>
        <w:tab/>
      </w:r>
      <w:r>
        <w:tab/>
      </w:r>
      <w:r>
        <w:tab/>
      </w:r>
      <w:r w:rsidR="006B7FE0">
        <w:t>О</w:t>
      </w:r>
      <w:r>
        <w:t>.</w:t>
      </w:r>
      <w:r w:rsidR="006B7FE0">
        <w:t>К</w:t>
      </w:r>
      <w:r>
        <w:t>.</w:t>
      </w:r>
      <w:r w:rsidR="00AA743B">
        <w:t xml:space="preserve"> </w:t>
      </w:r>
      <w:r w:rsidR="006B7FE0">
        <w:t>Косенко</w:t>
      </w:r>
    </w:p>
    <w:p w:rsidR="003556DC" w:rsidRPr="009B0F86" w:rsidRDefault="003556DC" w:rsidP="003556DC">
      <w:pPr>
        <w:rPr>
          <w:color w:val="auto"/>
        </w:rPr>
      </w:pPr>
      <w:r w:rsidRPr="009B0F86">
        <w:rPr>
          <w:color w:val="auto"/>
        </w:rPr>
        <w:t>Управляющий делами</w:t>
      </w:r>
      <w:r w:rsidRPr="009B0F86">
        <w:rPr>
          <w:color w:val="auto"/>
        </w:rPr>
        <w:tab/>
      </w:r>
      <w:r w:rsidRPr="009B0F86">
        <w:rPr>
          <w:color w:val="auto"/>
        </w:rPr>
        <w:tab/>
      </w:r>
      <w:r w:rsidRPr="009B0F86">
        <w:rPr>
          <w:color w:val="auto"/>
        </w:rPr>
        <w:tab/>
      </w:r>
      <w:r w:rsidRPr="009B0F86">
        <w:rPr>
          <w:color w:val="auto"/>
        </w:rPr>
        <w:tab/>
      </w:r>
      <w:r w:rsidR="00AA743B" w:rsidRPr="009B0F86">
        <w:rPr>
          <w:color w:val="auto"/>
        </w:rPr>
        <w:tab/>
      </w:r>
      <w:r w:rsidR="00AA743B" w:rsidRPr="009B0F86">
        <w:rPr>
          <w:color w:val="auto"/>
        </w:rPr>
        <w:tab/>
      </w:r>
      <w:r w:rsidRPr="009B0F86">
        <w:rPr>
          <w:color w:val="auto"/>
        </w:rPr>
        <w:tab/>
        <w:t>И.А.</w:t>
      </w:r>
      <w:r w:rsidR="00AA743B" w:rsidRPr="009B0F86">
        <w:rPr>
          <w:color w:val="auto"/>
        </w:rPr>
        <w:t xml:space="preserve"> </w:t>
      </w:r>
      <w:r w:rsidRPr="009B0F86">
        <w:rPr>
          <w:color w:val="auto"/>
        </w:rPr>
        <w:t>Текучева</w:t>
      </w:r>
    </w:p>
    <w:p w:rsidR="003556DC" w:rsidRDefault="003556DC" w:rsidP="003556DC">
      <w:pPr>
        <w:rPr>
          <w:sz w:val="26"/>
          <w:szCs w:val="26"/>
        </w:rPr>
      </w:pPr>
    </w:p>
    <w:p w:rsidR="003556DC" w:rsidRDefault="003556DC" w:rsidP="003556DC">
      <w:pPr>
        <w:tabs>
          <w:tab w:val="left" w:pos="3210"/>
        </w:tabs>
        <w:ind w:firstLine="0"/>
        <w:rPr>
          <w:sz w:val="20"/>
          <w:szCs w:val="20"/>
        </w:rPr>
      </w:pPr>
    </w:p>
    <w:p w:rsidR="00D343C4" w:rsidRDefault="00D343C4" w:rsidP="003556DC">
      <w:pPr>
        <w:tabs>
          <w:tab w:val="left" w:pos="3210"/>
        </w:tabs>
        <w:ind w:firstLine="0"/>
        <w:rPr>
          <w:sz w:val="20"/>
          <w:szCs w:val="20"/>
        </w:rPr>
      </w:pPr>
    </w:p>
    <w:p w:rsidR="0024403C" w:rsidRDefault="0024403C" w:rsidP="003556DC">
      <w:pPr>
        <w:tabs>
          <w:tab w:val="left" w:pos="3210"/>
        </w:tabs>
        <w:ind w:firstLine="0"/>
        <w:rPr>
          <w:sz w:val="20"/>
          <w:szCs w:val="20"/>
        </w:rPr>
      </w:pPr>
    </w:p>
    <w:p w:rsidR="003556DC" w:rsidRDefault="003556DC" w:rsidP="003556DC">
      <w:pPr>
        <w:tabs>
          <w:tab w:val="left" w:pos="3210"/>
        </w:tabs>
        <w:ind w:firstLine="0"/>
        <w:rPr>
          <w:sz w:val="20"/>
          <w:szCs w:val="20"/>
        </w:rPr>
      </w:pPr>
      <w:r>
        <w:rPr>
          <w:sz w:val="20"/>
          <w:szCs w:val="20"/>
        </w:rPr>
        <w:t xml:space="preserve">Проект вносит </w:t>
      </w:r>
      <w:r>
        <w:rPr>
          <w:sz w:val="20"/>
          <w:szCs w:val="20"/>
        </w:rPr>
        <w:tab/>
      </w:r>
    </w:p>
    <w:p w:rsidR="003556DC" w:rsidRDefault="003556DC" w:rsidP="003556DC">
      <w:pPr>
        <w:ind w:firstLine="0"/>
        <w:rPr>
          <w:sz w:val="20"/>
          <w:szCs w:val="20"/>
        </w:rPr>
      </w:pPr>
      <w:r>
        <w:rPr>
          <w:sz w:val="20"/>
          <w:szCs w:val="20"/>
        </w:rPr>
        <w:t>Директор МАУ МФЦ</w:t>
      </w:r>
    </w:p>
    <w:p w:rsidR="003556DC" w:rsidRDefault="003556DC" w:rsidP="003556DC">
      <w:pPr>
        <w:ind w:firstLine="0"/>
        <w:rPr>
          <w:rFonts w:eastAsia="Calibri"/>
          <w:sz w:val="24"/>
          <w:szCs w:val="24"/>
        </w:rPr>
      </w:pPr>
      <w:r>
        <w:rPr>
          <w:sz w:val="20"/>
          <w:szCs w:val="20"/>
        </w:rPr>
        <w:t>Целинского района</w:t>
      </w:r>
      <w:bookmarkEnd w:id="1"/>
    </w:p>
    <w:p w:rsidR="00431D97" w:rsidRDefault="00431D97" w:rsidP="00431D97">
      <w:pPr>
        <w:sectPr w:rsidR="00431D97" w:rsidSect="00784BC5">
          <w:footerReference w:type="even" r:id="rId9"/>
          <w:footerReference w:type="default" r:id="rId10"/>
          <w:type w:val="continuous"/>
          <w:pgSz w:w="11907" w:h="16840"/>
          <w:pgMar w:top="1134" w:right="567" w:bottom="1134" w:left="1134" w:header="720" w:footer="720" w:gutter="0"/>
          <w:cols w:space="720"/>
          <w:docGrid w:linePitch="381"/>
        </w:sectPr>
      </w:pPr>
    </w:p>
    <w:p w:rsidR="00960234" w:rsidRPr="00CC348B" w:rsidRDefault="00960234" w:rsidP="00AA743B">
      <w:pPr>
        <w:pageBreakBefore/>
        <w:ind w:left="12191" w:right="0" w:firstLine="0"/>
        <w:jc w:val="left"/>
        <w:rPr>
          <w:color w:val="auto"/>
        </w:rPr>
      </w:pPr>
      <w:r>
        <w:rPr>
          <w:color w:val="auto"/>
        </w:rPr>
        <w:lastRenderedPageBreak/>
        <w:t>П</w:t>
      </w:r>
      <w:r w:rsidRPr="00CC348B">
        <w:rPr>
          <w:color w:val="auto"/>
        </w:rPr>
        <w:t xml:space="preserve">риложение </w:t>
      </w:r>
    </w:p>
    <w:p w:rsidR="00960234" w:rsidRDefault="00960234" w:rsidP="00AA743B">
      <w:pPr>
        <w:ind w:left="12191" w:right="0" w:firstLine="0"/>
        <w:jc w:val="left"/>
        <w:rPr>
          <w:color w:val="auto"/>
        </w:rPr>
      </w:pPr>
      <w:r w:rsidRPr="00CC348B">
        <w:rPr>
          <w:color w:val="auto"/>
        </w:rPr>
        <w:t xml:space="preserve">к </w:t>
      </w:r>
      <w:r>
        <w:rPr>
          <w:color w:val="auto"/>
        </w:rPr>
        <w:t>распоряжению</w:t>
      </w:r>
    </w:p>
    <w:p w:rsidR="00960234" w:rsidRDefault="00960234" w:rsidP="00AA743B">
      <w:pPr>
        <w:ind w:left="12191" w:right="0" w:firstLine="0"/>
        <w:jc w:val="left"/>
        <w:rPr>
          <w:color w:val="auto"/>
        </w:rPr>
      </w:pPr>
      <w:r>
        <w:rPr>
          <w:color w:val="auto"/>
        </w:rPr>
        <w:t xml:space="preserve">Администрации </w:t>
      </w:r>
    </w:p>
    <w:p w:rsidR="00960234" w:rsidRPr="00CC348B" w:rsidRDefault="00960234" w:rsidP="00AA743B">
      <w:pPr>
        <w:ind w:left="12191" w:right="0" w:firstLine="0"/>
        <w:jc w:val="left"/>
        <w:rPr>
          <w:color w:val="auto"/>
        </w:rPr>
      </w:pPr>
      <w:r>
        <w:rPr>
          <w:color w:val="auto"/>
        </w:rPr>
        <w:t>Целинского района</w:t>
      </w:r>
    </w:p>
    <w:p w:rsidR="00AA743B" w:rsidRDefault="006B7FE0" w:rsidP="00AA743B">
      <w:pPr>
        <w:ind w:left="12191" w:right="0" w:firstLine="0"/>
        <w:jc w:val="left"/>
        <w:rPr>
          <w:color w:val="auto"/>
        </w:rPr>
      </w:pPr>
      <w:r>
        <w:rPr>
          <w:color w:val="auto"/>
        </w:rPr>
        <w:t>о</w:t>
      </w:r>
      <w:r w:rsidR="00960234" w:rsidRPr="00CC348B">
        <w:rPr>
          <w:color w:val="auto"/>
        </w:rPr>
        <w:t>т</w:t>
      </w:r>
      <w:r w:rsidR="00B277B9">
        <w:rPr>
          <w:color w:val="auto"/>
        </w:rPr>
        <w:t xml:space="preserve"> </w:t>
      </w:r>
      <w:r w:rsidR="009B0F86">
        <w:rPr>
          <w:color w:val="auto"/>
        </w:rPr>
        <w:t>04.02.2021</w:t>
      </w:r>
      <w:r w:rsidR="00B277B9">
        <w:rPr>
          <w:color w:val="auto"/>
        </w:rPr>
        <w:t xml:space="preserve"> </w:t>
      </w:r>
    </w:p>
    <w:p w:rsidR="00960234" w:rsidRDefault="00960234" w:rsidP="00AA743B">
      <w:pPr>
        <w:ind w:left="12191" w:right="0" w:firstLine="0"/>
        <w:jc w:val="left"/>
        <w:rPr>
          <w:color w:val="auto"/>
        </w:rPr>
      </w:pPr>
      <w:r>
        <w:rPr>
          <w:color w:val="auto"/>
        </w:rPr>
        <w:t>№</w:t>
      </w:r>
      <w:r w:rsidR="006B7FE0">
        <w:rPr>
          <w:color w:val="auto"/>
        </w:rPr>
        <w:t xml:space="preserve"> </w:t>
      </w:r>
      <w:r w:rsidR="009B0F86">
        <w:rPr>
          <w:color w:val="auto"/>
        </w:rPr>
        <w:t>50</w:t>
      </w:r>
    </w:p>
    <w:p w:rsidR="00AA743B" w:rsidRDefault="00AA743B" w:rsidP="00327505">
      <w:pPr>
        <w:ind w:left="6237" w:right="0" w:firstLine="0"/>
        <w:jc w:val="center"/>
        <w:rPr>
          <w:color w:val="auto"/>
        </w:rPr>
      </w:pPr>
    </w:p>
    <w:p w:rsidR="00960234" w:rsidRDefault="00960234" w:rsidP="00960234">
      <w:pPr>
        <w:tabs>
          <w:tab w:val="left" w:pos="1200"/>
        </w:tabs>
        <w:autoSpaceDE w:val="0"/>
        <w:autoSpaceDN w:val="0"/>
        <w:adjustRightInd w:val="0"/>
        <w:ind w:right="0" w:firstLine="0"/>
        <w:jc w:val="center"/>
        <w:rPr>
          <w:color w:val="auto"/>
        </w:rPr>
      </w:pPr>
      <w:r>
        <w:rPr>
          <w:color w:val="auto"/>
        </w:rPr>
        <w:t>ПЛАН</w:t>
      </w:r>
      <w:r w:rsidR="004D301F">
        <w:rPr>
          <w:color w:val="auto"/>
        </w:rPr>
        <w:t xml:space="preserve"> РЕАЛИЗАЦИИ</w:t>
      </w:r>
    </w:p>
    <w:p w:rsidR="000660CA" w:rsidRDefault="00960234" w:rsidP="00742DFF">
      <w:pPr>
        <w:tabs>
          <w:tab w:val="left" w:pos="1200"/>
        </w:tabs>
        <w:autoSpaceDE w:val="0"/>
        <w:autoSpaceDN w:val="0"/>
        <w:adjustRightInd w:val="0"/>
        <w:ind w:right="0" w:firstLine="0"/>
        <w:jc w:val="center"/>
      </w:pPr>
      <w:r>
        <w:rPr>
          <w:color w:val="auto"/>
        </w:rPr>
        <w:t xml:space="preserve">муниципальной программы Целинского района </w:t>
      </w:r>
      <w:r w:rsidRPr="00F0605A">
        <w:t>«Информационное общество»</w:t>
      </w:r>
      <w:r w:rsidR="004A7A81">
        <w:t xml:space="preserve"> на 2021</w:t>
      </w:r>
      <w:r w:rsidR="00AA743B">
        <w:t xml:space="preserve"> год</w:t>
      </w:r>
    </w:p>
    <w:tbl>
      <w:tblPr>
        <w:tblW w:w="1601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2268"/>
        <w:gridCol w:w="2693"/>
        <w:gridCol w:w="1418"/>
        <w:gridCol w:w="1134"/>
        <w:gridCol w:w="1701"/>
        <w:gridCol w:w="1417"/>
        <w:gridCol w:w="1276"/>
        <w:gridCol w:w="1844"/>
      </w:tblGrid>
      <w:tr w:rsidR="00327505" w:rsidRPr="00742DFF" w:rsidTr="00327505">
        <w:trPr>
          <w:trHeight w:val="322"/>
        </w:trPr>
        <w:tc>
          <w:tcPr>
            <w:tcW w:w="2268" w:type="dxa"/>
            <w:vMerge w:val="restart"/>
            <w:shd w:val="clear" w:color="auto" w:fill="auto"/>
          </w:tcPr>
          <w:p w:rsidR="00327505" w:rsidRPr="00742DFF" w:rsidRDefault="00327505" w:rsidP="00742DFF">
            <w:pPr>
              <w:pStyle w:val="ab"/>
              <w:jc w:val="center"/>
            </w:pPr>
            <w:r w:rsidRPr="00742DFF">
              <w:t>Наименование подпрограммы, контрольного события программы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327505" w:rsidRPr="00742DFF" w:rsidRDefault="00327505" w:rsidP="00742DFF">
            <w:pPr>
              <w:pStyle w:val="ab"/>
              <w:jc w:val="center"/>
            </w:pPr>
            <w:r w:rsidRPr="00742DFF">
              <w:t>Ответственный исполнитель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327505" w:rsidRPr="00742DFF" w:rsidRDefault="00327505" w:rsidP="00742DFF">
            <w:pPr>
              <w:pStyle w:val="ab"/>
              <w:jc w:val="center"/>
            </w:pPr>
            <w:r w:rsidRPr="00742DFF">
              <w:t>Ожидаемый результат</w:t>
            </w:r>
          </w:p>
          <w:p w:rsidR="00327505" w:rsidRPr="00742DFF" w:rsidRDefault="00327505" w:rsidP="00742DFF">
            <w:pPr>
              <w:pStyle w:val="ab"/>
              <w:jc w:val="center"/>
            </w:pPr>
            <w:r w:rsidRPr="00742DFF">
              <w:t>(краткое описание)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327505" w:rsidRPr="00742DFF" w:rsidRDefault="00327505" w:rsidP="00742DFF">
            <w:pPr>
              <w:pStyle w:val="ab"/>
              <w:jc w:val="center"/>
            </w:pPr>
            <w:r w:rsidRPr="00742DFF">
              <w:t>Плановый срок реализации</w:t>
            </w:r>
          </w:p>
          <w:p w:rsidR="00327505" w:rsidRPr="00742DFF" w:rsidRDefault="00327505" w:rsidP="00742DFF">
            <w:pPr>
              <w:pStyle w:val="ab"/>
              <w:jc w:val="center"/>
            </w:pPr>
          </w:p>
        </w:tc>
        <w:tc>
          <w:tcPr>
            <w:tcW w:w="7372" w:type="dxa"/>
            <w:gridSpan w:val="5"/>
          </w:tcPr>
          <w:p w:rsidR="00327505" w:rsidRPr="00742DFF" w:rsidRDefault="00327505" w:rsidP="00742DFF">
            <w:pPr>
              <w:pStyle w:val="ab"/>
              <w:jc w:val="center"/>
            </w:pPr>
            <w:r>
              <w:t>Объем расходов, (тыс. рублей)</w:t>
            </w:r>
          </w:p>
        </w:tc>
      </w:tr>
      <w:tr w:rsidR="00327505" w:rsidRPr="00742DFF" w:rsidTr="00327505">
        <w:tc>
          <w:tcPr>
            <w:tcW w:w="2268" w:type="dxa"/>
            <w:vMerge/>
            <w:shd w:val="clear" w:color="auto" w:fill="auto"/>
          </w:tcPr>
          <w:p w:rsidR="00327505" w:rsidRPr="00742DFF" w:rsidRDefault="00327505" w:rsidP="00742DFF">
            <w:pPr>
              <w:pStyle w:val="ab"/>
              <w:jc w:val="center"/>
            </w:pPr>
          </w:p>
        </w:tc>
        <w:tc>
          <w:tcPr>
            <w:tcW w:w="2268" w:type="dxa"/>
            <w:vMerge/>
            <w:shd w:val="clear" w:color="auto" w:fill="auto"/>
          </w:tcPr>
          <w:p w:rsidR="00327505" w:rsidRPr="00742DFF" w:rsidRDefault="00327505" w:rsidP="00742DFF">
            <w:pPr>
              <w:pStyle w:val="ab"/>
              <w:jc w:val="center"/>
            </w:pPr>
          </w:p>
        </w:tc>
        <w:tc>
          <w:tcPr>
            <w:tcW w:w="2693" w:type="dxa"/>
            <w:vMerge/>
            <w:shd w:val="clear" w:color="auto" w:fill="auto"/>
          </w:tcPr>
          <w:p w:rsidR="00327505" w:rsidRPr="00742DFF" w:rsidRDefault="00327505" w:rsidP="00742DFF">
            <w:pPr>
              <w:pStyle w:val="ab"/>
              <w:jc w:val="center"/>
            </w:pPr>
          </w:p>
        </w:tc>
        <w:tc>
          <w:tcPr>
            <w:tcW w:w="1418" w:type="dxa"/>
            <w:vMerge/>
            <w:shd w:val="clear" w:color="auto" w:fill="auto"/>
          </w:tcPr>
          <w:p w:rsidR="00327505" w:rsidRPr="00742DFF" w:rsidRDefault="00327505" w:rsidP="00742DFF">
            <w:pPr>
              <w:pStyle w:val="ab"/>
              <w:jc w:val="center"/>
            </w:pPr>
          </w:p>
        </w:tc>
        <w:tc>
          <w:tcPr>
            <w:tcW w:w="1134" w:type="dxa"/>
          </w:tcPr>
          <w:p w:rsidR="00327505" w:rsidRPr="00742DFF" w:rsidRDefault="00327505" w:rsidP="00742DFF">
            <w:pPr>
              <w:pStyle w:val="ab"/>
              <w:jc w:val="center"/>
            </w:pPr>
            <w:r w:rsidRPr="00742DFF">
              <w:t>Всего</w:t>
            </w:r>
          </w:p>
        </w:tc>
        <w:tc>
          <w:tcPr>
            <w:tcW w:w="1701" w:type="dxa"/>
          </w:tcPr>
          <w:p w:rsidR="00327505" w:rsidRPr="00742DFF" w:rsidRDefault="00327505" w:rsidP="007C292D">
            <w:pPr>
              <w:pStyle w:val="ab"/>
              <w:jc w:val="center"/>
            </w:pPr>
            <w:r>
              <w:t>Федеральный бюджет</w:t>
            </w:r>
          </w:p>
        </w:tc>
        <w:tc>
          <w:tcPr>
            <w:tcW w:w="1417" w:type="dxa"/>
          </w:tcPr>
          <w:p w:rsidR="00327505" w:rsidRPr="00742DFF" w:rsidRDefault="00327505" w:rsidP="007C292D">
            <w:pPr>
              <w:pStyle w:val="ab"/>
              <w:jc w:val="center"/>
            </w:pPr>
            <w:r w:rsidRPr="00742DFF">
              <w:t>Областной бюджет</w:t>
            </w:r>
          </w:p>
        </w:tc>
        <w:tc>
          <w:tcPr>
            <w:tcW w:w="1276" w:type="dxa"/>
          </w:tcPr>
          <w:p w:rsidR="00327505" w:rsidRPr="00742DFF" w:rsidRDefault="00327505" w:rsidP="007C292D">
            <w:pPr>
              <w:pStyle w:val="ab"/>
              <w:jc w:val="center"/>
            </w:pPr>
            <w:r w:rsidRPr="00742DFF">
              <w:t>Местный бюджет</w:t>
            </w:r>
          </w:p>
        </w:tc>
        <w:tc>
          <w:tcPr>
            <w:tcW w:w="1844" w:type="dxa"/>
          </w:tcPr>
          <w:p w:rsidR="00327505" w:rsidRPr="00742DFF" w:rsidRDefault="00327505" w:rsidP="007C292D">
            <w:pPr>
              <w:pStyle w:val="ab"/>
              <w:jc w:val="center"/>
            </w:pPr>
            <w:r w:rsidRPr="00742DFF">
              <w:t>Внебюджетные источники</w:t>
            </w:r>
          </w:p>
        </w:tc>
      </w:tr>
      <w:tr w:rsidR="00327505" w:rsidRPr="00742DFF" w:rsidTr="00327505">
        <w:tc>
          <w:tcPr>
            <w:tcW w:w="2268" w:type="dxa"/>
            <w:shd w:val="clear" w:color="auto" w:fill="auto"/>
          </w:tcPr>
          <w:p w:rsidR="00327505" w:rsidRPr="00742DFF" w:rsidRDefault="00327505" w:rsidP="00863888">
            <w:pPr>
              <w:tabs>
                <w:tab w:val="left" w:pos="1200"/>
              </w:tabs>
              <w:autoSpaceDE w:val="0"/>
              <w:autoSpaceDN w:val="0"/>
              <w:adjustRightInd w:val="0"/>
              <w:ind w:right="0" w:firstLine="0"/>
              <w:jc w:val="left"/>
              <w:rPr>
                <w:b/>
                <w:color w:val="auto"/>
                <w:sz w:val="22"/>
                <w:szCs w:val="22"/>
              </w:rPr>
            </w:pPr>
            <w:r w:rsidRPr="00742DFF">
              <w:rPr>
                <w:b/>
                <w:sz w:val="22"/>
                <w:szCs w:val="22"/>
              </w:rPr>
              <w:t xml:space="preserve">Подпрограмма 1 </w:t>
            </w:r>
            <w:r w:rsidRPr="00742DFF">
              <w:rPr>
                <w:sz w:val="22"/>
                <w:szCs w:val="22"/>
              </w:rPr>
              <w:t>«Развитие цифровых технологий»</w:t>
            </w:r>
          </w:p>
        </w:tc>
        <w:tc>
          <w:tcPr>
            <w:tcW w:w="2268" w:type="dxa"/>
            <w:shd w:val="clear" w:color="auto" w:fill="auto"/>
          </w:tcPr>
          <w:p w:rsidR="00327505" w:rsidRPr="00742DFF" w:rsidRDefault="00327505" w:rsidP="005434CD">
            <w:pPr>
              <w:pStyle w:val="ab"/>
              <w:jc w:val="center"/>
              <w:rPr>
                <w:sz w:val="22"/>
                <w:szCs w:val="22"/>
              </w:rPr>
            </w:pPr>
            <w:r w:rsidRPr="00742DFF">
              <w:rPr>
                <w:sz w:val="22"/>
                <w:szCs w:val="22"/>
              </w:rPr>
              <w:t>Отдел координации работы отраслей строительства, транспорта, связи и топливно-энергетических ресурсов Администрации Целинского района</w:t>
            </w:r>
          </w:p>
        </w:tc>
        <w:tc>
          <w:tcPr>
            <w:tcW w:w="2693" w:type="dxa"/>
            <w:shd w:val="clear" w:color="auto" w:fill="auto"/>
          </w:tcPr>
          <w:p w:rsidR="00327505" w:rsidRPr="00742DFF" w:rsidRDefault="00327505" w:rsidP="004D301F">
            <w:pPr>
              <w:ind w:firstLine="0"/>
              <w:jc w:val="center"/>
              <w:rPr>
                <w:kern w:val="2"/>
                <w:sz w:val="22"/>
                <w:szCs w:val="22"/>
              </w:rPr>
            </w:pPr>
            <w:r w:rsidRPr="00742DFF">
              <w:rPr>
                <w:kern w:val="2"/>
                <w:sz w:val="22"/>
                <w:szCs w:val="22"/>
              </w:rPr>
              <w:t>Х</w:t>
            </w:r>
          </w:p>
        </w:tc>
        <w:tc>
          <w:tcPr>
            <w:tcW w:w="1418" w:type="dxa"/>
            <w:shd w:val="clear" w:color="auto" w:fill="auto"/>
          </w:tcPr>
          <w:p w:rsidR="00327505" w:rsidRPr="00742DFF" w:rsidRDefault="00327505" w:rsidP="00863888">
            <w:pPr>
              <w:tabs>
                <w:tab w:val="left" w:pos="1200"/>
              </w:tabs>
              <w:autoSpaceDE w:val="0"/>
              <w:autoSpaceDN w:val="0"/>
              <w:adjustRightInd w:val="0"/>
              <w:ind w:right="0" w:firstLine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Х</w:t>
            </w:r>
          </w:p>
        </w:tc>
        <w:tc>
          <w:tcPr>
            <w:tcW w:w="1134" w:type="dxa"/>
          </w:tcPr>
          <w:p w:rsidR="00327505" w:rsidRPr="00742DFF" w:rsidRDefault="00F46883" w:rsidP="00863888">
            <w:pPr>
              <w:tabs>
                <w:tab w:val="left" w:pos="1200"/>
              </w:tabs>
              <w:autoSpaceDE w:val="0"/>
              <w:autoSpaceDN w:val="0"/>
              <w:adjustRightInd w:val="0"/>
              <w:ind w:right="0" w:firstLine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327505" w:rsidRDefault="00327505" w:rsidP="00863888">
            <w:pPr>
              <w:tabs>
                <w:tab w:val="left" w:pos="1200"/>
              </w:tabs>
              <w:autoSpaceDE w:val="0"/>
              <w:autoSpaceDN w:val="0"/>
              <w:adjustRightInd w:val="0"/>
              <w:ind w:right="0" w:firstLine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:rsidR="00327505" w:rsidRPr="00742DFF" w:rsidRDefault="00327505" w:rsidP="00863888">
            <w:pPr>
              <w:tabs>
                <w:tab w:val="left" w:pos="1200"/>
              </w:tabs>
              <w:autoSpaceDE w:val="0"/>
              <w:autoSpaceDN w:val="0"/>
              <w:adjustRightInd w:val="0"/>
              <w:ind w:right="0" w:firstLine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327505" w:rsidRPr="00742DFF" w:rsidRDefault="00F46883" w:rsidP="00863888">
            <w:pPr>
              <w:tabs>
                <w:tab w:val="left" w:pos="1200"/>
              </w:tabs>
              <w:autoSpaceDE w:val="0"/>
              <w:autoSpaceDN w:val="0"/>
              <w:adjustRightInd w:val="0"/>
              <w:ind w:right="0" w:firstLine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</w:t>
            </w:r>
          </w:p>
        </w:tc>
        <w:tc>
          <w:tcPr>
            <w:tcW w:w="1844" w:type="dxa"/>
          </w:tcPr>
          <w:p w:rsidR="00327505" w:rsidRPr="00742DFF" w:rsidRDefault="00327505" w:rsidP="00863888">
            <w:pPr>
              <w:tabs>
                <w:tab w:val="left" w:pos="1200"/>
              </w:tabs>
              <w:autoSpaceDE w:val="0"/>
              <w:autoSpaceDN w:val="0"/>
              <w:adjustRightInd w:val="0"/>
              <w:ind w:right="0" w:firstLine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</w:t>
            </w:r>
          </w:p>
        </w:tc>
      </w:tr>
      <w:tr w:rsidR="00327505" w:rsidRPr="00742DFF" w:rsidTr="00327505">
        <w:tc>
          <w:tcPr>
            <w:tcW w:w="2268" w:type="dxa"/>
            <w:shd w:val="clear" w:color="auto" w:fill="auto"/>
          </w:tcPr>
          <w:p w:rsidR="00327505" w:rsidRPr="00742DFF" w:rsidRDefault="00327505" w:rsidP="00863888">
            <w:pPr>
              <w:tabs>
                <w:tab w:val="left" w:pos="1200"/>
              </w:tabs>
              <w:autoSpaceDE w:val="0"/>
              <w:autoSpaceDN w:val="0"/>
              <w:adjustRightInd w:val="0"/>
              <w:ind w:right="0" w:firstLine="0"/>
              <w:jc w:val="left"/>
              <w:rPr>
                <w:sz w:val="22"/>
                <w:szCs w:val="22"/>
              </w:rPr>
            </w:pPr>
            <w:r w:rsidRPr="00742DFF">
              <w:rPr>
                <w:b/>
                <w:kern w:val="2"/>
                <w:sz w:val="22"/>
                <w:szCs w:val="22"/>
              </w:rPr>
              <w:t>Основное мероприятие 1.1.</w:t>
            </w:r>
            <w:r w:rsidRPr="00742DFF">
              <w:rPr>
                <w:kern w:val="2"/>
                <w:sz w:val="22"/>
                <w:szCs w:val="22"/>
              </w:rPr>
              <w:t xml:space="preserve"> Создание и разви</w:t>
            </w:r>
            <w:r w:rsidRPr="00742DFF">
              <w:rPr>
                <w:kern w:val="2"/>
                <w:sz w:val="22"/>
                <w:szCs w:val="22"/>
              </w:rPr>
              <w:softHyphen/>
              <w:t>тие цифровой инфраструктуры</w:t>
            </w:r>
          </w:p>
        </w:tc>
        <w:tc>
          <w:tcPr>
            <w:tcW w:w="2268" w:type="dxa"/>
            <w:shd w:val="clear" w:color="auto" w:fill="auto"/>
          </w:tcPr>
          <w:p w:rsidR="00327505" w:rsidRPr="00742DFF" w:rsidRDefault="00327505" w:rsidP="005434CD">
            <w:pPr>
              <w:pStyle w:val="ab"/>
              <w:jc w:val="center"/>
              <w:rPr>
                <w:sz w:val="22"/>
                <w:szCs w:val="22"/>
              </w:rPr>
            </w:pPr>
            <w:r w:rsidRPr="00742DFF">
              <w:rPr>
                <w:sz w:val="22"/>
                <w:szCs w:val="22"/>
              </w:rPr>
              <w:t>Отдел координации работы отраслей строительства, транспорта, связи и топливно-энергетических ресурсов Администрации Целинского района</w:t>
            </w:r>
          </w:p>
          <w:p w:rsidR="00327505" w:rsidRPr="00742DFF" w:rsidRDefault="00327505" w:rsidP="00863888">
            <w:pPr>
              <w:tabs>
                <w:tab w:val="left" w:pos="1200"/>
              </w:tabs>
              <w:autoSpaceDE w:val="0"/>
              <w:autoSpaceDN w:val="0"/>
              <w:adjustRightInd w:val="0"/>
              <w:ind w:right="0"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auto"/>
          </w:tcPr>
          <w:p w:rsidR="00327505" w:rsidRPr="00742DFF" w:rsidRDefault="00327505" w:rsidP="00742DFF">
            <w:pPr>
              <w:pStyle w:val="ab"/>
              <w:rPr>
                <w:sz w:val="22"/>
                <w:szCs w:val="22"/>
              </w:rPr>
            </w:pPr>
            <w:r w:rsidRPr="00742DFF">
              <w:rPr>
                <w:sz w:val="22"/>
                <w:szCs w:val="22"/>
              </w:rPr>
              <w:t>наличие на территории Целинского района современной информационной и телекоммуникационной инфраструктуры;</w:t>
            </w:r>
          </w:p>
          <w:p w:rsidR="00327505" w:rsidRPr="00742DFF" w:rsidRDefault="00327505" w:rsidP="00742DFF">
            <w:pPr>
              <w:pStyle w:val="ab"/>
              <w:rPr>
                <w:sz w:val="22"/>
                <w:szCs w:val="22"/>
              </w:rPr>
            </w:pPr>
            <w:r w:rsidRPr="00742DFF">
              <w:rPr>
                <w:sz w:val="22"/>
                <w:szCs w:val="22"/>
              </w:rPr>
              <w:t>повышение уровня информированности населения о деятель</w:t>
            </w:r>
            <w:r w:rsidRPr="00742DFF">
              <w:rPr>
                <w:sz w:val="22"/>
                <w:szCs w:val="22"/>
              </w:rPr>
              <w:softHyphen/>
              <w:t>ности органов испол</w:t>
            </w:r>
            <w:r w:rsidRPr="00742DFF">
              <w:rPr>
                <w:sz w:val="22"/>
                <w:szCs w:val="22"/>
              </w:rPr>
              <w:softHyphen/>
              <w:t xml:space="preserve">нительной власти и органов местного </w:t>
            </w:r>
            <w:r w:rsidRPr="00742DFF">
              <w:rPr>
                <w:sz w:val="22"/>
                <w:szCs w:val="22"/>
              </w:rPr>
              <w:lastRenderedPageBreak/>
              <w:t>самоуправления;</w:t>
            </w:r>
          </w:p>
          <w:p w:rsidR="00327505" w:rsidRPr="00742DFF" w:rsidRDefault="00327505" w:rsidP="00742DFF">
            <w:pPr>
              <w:pStyle w:val="ab"/>
              <w:rPr>
                <w:sz w:val="22"/>
                <w:szCs w:val="22"/>
              </w:rPr>
            </w:pPr>
            <w:r w:rsidRPr="00742DFF">
              <w:rPr>
                <w:sz w:val="22"/>
                <w:szCs w:val="22"/>
              </w:rPr>
              <w:t xml:space="preserve">повышение спроса </w:t>
            </w:r>
          </w:p>
          <w:p w:rsidR="00327505" w:rsidRPr="00742DFF" w:rsidRDefault="00327505" w:rsidP="00742DFF">
            <w:pPr>
              <w:pStyle w:val="ab"/>
              <w:rPr>
                <w:sz w:val="22"/>
                <w:szCs w:val="22"/>
              </w:rPr>
            </w:pPr>
            <w:r w:rsidRPr="00742DFF">
              <w:rPr>
                <w:sz w:val="22"/>
                <w:szCs w:val="22"/>
              </w:rPr>
              <w:t>на информационно-</w:t>
            </w:r>
            <w:r w:rsidRPr="00742DFF">
              <w:rPr>
                <w:sz w:val="22"/>
                <w:szCs w:val="22"/>
              </w:rPr>
              <w:br/>
              <w:t>коммуникационные технологии со стороны органов исполнитель</w:t>
            </w:r>
            <w:r w:rsidRPr="00742DFF">
              <w:rPr>
                <w:sz w:val="22"/>
                <w:szCs w:val="22"/>
              </w:rPr>
              <w:softHyphen/>
              <w:t xml:space="preserve">ной власти, повышение готовности и мотивации работников органов исполнительной власти и органов местного самоуправления </w:t>
            </w:r>
          </w:p>
          <w:p w:rsidR="00327505" w:rsidRPr="00742DFF" w:rsidRDefault="00327505" w:rsidP="00742DFF">
            <w:pPr>
              <w:pStyle w:val="ab"/>
              <w:rPr>
                <w:sz w:val="22"/>
                <w:szCs w:val="22"/>
              </w:rPr>
            </w:pPr>
            <w:r w:rsidRPr="00742DFF">
              <w:rPr>
                <w:sz w:val="22"/>
                <w:szCs w:val="22"/>
              </w:rPr>
              <w:t>к использованию современных информационно-коммуникационных технологий в своей деятельности</w:t>
            </w:r>
          </w:p>
        </w:tc>
        <w:tc>
          <w:tcPr>
            <w:tcW w:w="1418" w:type="dxa"/>
            <w:shd w:val="clear" w:color="auto" w:fill="auto"/>
          </w:tcPr>
          <w:p w:rsidR="00327505" w:rsidRPr="00742DFF" w:rsidRDefault="00327505" w:rsidP="00742DFF">
            <w:pPr>
              <w:tabs>
                <w:tab w:val="left" w:pos="1200"/>
              </w:tabs>
              <w:autoSpaceDE w:val="0"/>
              <w:autoSpaceDN w:val="0"/>
              <w:adjustRightInd w:val="0"/>
              <w:ind w:right="0" w:firstLine="0"/>
              <w:jc w:val="center"/>
              <w:rPr>
                <w:color w:val="auto"/>
                <w:sz w:val="22"/>
                <w:szCs w:val="22"/>
              </w:rPr>
            </w:pPr>
            <w:r w:rsidRPr="00742DFF">
              <w:rPr>
                <w:color w:val="auto"/>
                <w:sz w:val="22"/>
                <w:szCs w:val="22"/>
              </w:rPr>
              <w:lastRenderedPageBreak/>
              <w:t>Весь период</w:t>
            </w:r>
          </w:p>
        </w:tc>
        <w:tc>
          <w:tcPr>
            <w:tcW w:w="1134" w:type="dxa"/>
          </w:tcPr>
          <w:p w:rsidR="00327505" w:rsidRPr="00742DFF" w:rsidRDefault="00327505" w:rsidP="00863888">
            <w:pPr>
              <w:tabs>
                <w:tab w:val="left" w:pos="1200"/>
              </w:tabs>
              <w:autoSpaceDE w:val="0"/>
              <w:autoSpaceDN w:val="0"/>
              <w:adjustRightInd w:val="0"/>
              <w:ind w:right="0" w:firstLine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327505" w:rsidRDefault="00327505" w:rsidP="00863888">
            <w:pPr>
              <w:tabs>
                <w:tab w:val="left" w:pos="1200"/>
              </w:tabs>
              <w:autoSpaceDE w:val="0"/>
              <w:autoSpaceDN w:val="0"/>
              <w:adjustRightInd w:val="0"/>
              <w:ind w:right="0" w:firstLine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:rsidR="00327505" w:rsidRPr="00742DFF" w:rsidRDefault="00327505" w:rsidP="00863888">
            <w:pPr>
              <w:tabs>
                <w:tab w:val="left" w:pos="1200"/>
              </w:tabs>
              <w:autoSpaceDE w:val="0"/>
              <w:autoSpaceDN w:val="0"/>
              <w:adjustRightInd w:val="0"/>
              <w:ind w:right="0" w:firstLine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327505" w:rsidRPr="00742DFF" w:rsidRDefault="00327505" w:rsidP="00863888">
            <w:pPr>
              <w:tabs>
                <w:tab w:val="left" w:pos="1200"/>
              </w:tabs>
              <w:autoSpaceDE w:val="0"/>
              <w:autoSpaceDN w:val="0"/>
              <w:adjustRightInd w:val="0"/>
              <w:ind w:right="0" w:firstLine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</w:t>
            </w:r>
          </w:p>
        </w:tc>
        <w:tc>
          <w:tcPr>
            <w:tcW w:w="1844" w:type="dxa"/>
          </w:tcPr>
          <w:p w:rsidR="00327505" w:rsidRPr="00742DFF" w:rsidRDefault="00327505" w:rsidP="00863888">
            <w:pPr>
              <w:tabs>
                <w:tab w:val="left" w:pos="1200"/>
              </w:tabs>
              <w:autoSpaceDE w:val="0"/>
              <w:autoSpaceDN w:val="0"/>
              <w:adjustRightInd w:val="0"/>
              <w:ind w:right="0" w:firstLine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</w:t>
            </w:r>
          </w:p>
        </w:tc>
      </w:tr>
      <w:tr w:rsidR="00327505" w:rsidRPr="00742DFF" w:rsidTr="00327505">
        <w:tc>
          <w:tcPr>
            <w:tcW w:w="2268" w:type="dxa"/>
            <w:shd w:val="clear" w:color="auto" w:fill="auto"/>
          </w:tcPr>
          <w:p w:rsidR="00327505" w:rsidRDefault="00327505" w:rsidP="005A6687">
            <w:pPr>
              <w:tabs>
                <w:tab w:val="left" w:pos="1200"/>
              </w:tabs>
              <w:autoSpaceDE w:val="0"/>
              <w:autoSpaceDN w:val="0"/>
              <w:adjustRightInd w:val="0"/>
              <w:ind w:right="0" w:firstLine="0"/>
              <w:jc w:val="left"/>
              <w:rPr>
                <w:b/>
                <w:kern w:val="2"/>
                <w:sz w:val="22"/>
                <w:szCs w:val="22"/>
              </w:rPr>
            </w:pPr>
            <w:r>
              <w:rPr>
                <w:b/>
                <w:kern w:val="2"/>
                <w:sz w:val="22"/>
                <w:szCs w:val="22"/>
              </w:rPr>
              <w:lastRenderedPageBreak/>
              <w:t>Мероприятие 1.1.1</w:t>
            </w:r>
            <w:r w:rsidRPr="006306F7">
              <w:rPr>
                <w:b/>
                <w:kern w:val="2"/>
                <w:sz w:val="22"/>
                <w:szCs w:val="22"/>
              </w:rPr>
              <w:t>.</w:t>
            </w:r>
          </w:p>
          <w:p w:rsidR="00327505" w:rsidRPr="006306F7" w:rsidRDefault="00327505" w:rsidP="005A6687">
            <w:pPr>
              <w:tabs>
                <w:tab w:val="left" w:pos="1200"/>
              </w:tabs>
              <w:autoSpaceDE w:val="0"/>
              <w:autoSpaceDN w:val="0"/>
              <w:adjustRightInd w:val="0"/>
              <w:ind w:right="0" w:firstLine="0"/>
              <w:jc w:val="left"/>
              <w:rPr>
                <w:kern w:val="2"/>
                <w:sz w:val="22"/>
                <w:szCs w:val="22"/>
              </w:rPr>
            </w:pPr>
            <w:r w:rsidRPr="006306F7">
              <w:rPr>
                <w:kern w:val="2"/>
                <w:sz w:val="22"/>
                <w:szCs w:val="22"/>
              </w:rPr>
              <w:t>Развитие и обеспечение функционирования межведомственной системы электронного документооборота и делопроизводства "Дело" и системы "Архивное дело"</w:t>
            </w:r>
          </w:p>
        </w:tc>
        <w:tc>
          <w:tcPr>
            <w:tcW w:w="2268" w:type="dxa"/>
            <w:shd w:val="clear" w:color="auto" w:fill="auto"/>
          </w:tcPr>
          <w:p w:rsidR="00327505" w:rsidRDefault="00327505" w:rsidP="005A6687">
            <w:pPr>
              <w:tabs>
                <w:tab w:val="left" w:pos="1200"/>
              </w:tabs>
              <w:autoSpaceDE w:val="0"/>
              <w:autoSpaceDN w:val="0"/>
              <w:adjustRightInd w:val="0"/>
              <w:ind w:right="0" w:firstLine="0"/>
              <w:jc w:val="center"/>
              <w:rPr>
                <w:sz w:val="25"/>
                <w:szCs w:val="25"/>
              </w:rPr>
            </w:pPr>
            <w:r w:rsidRPr="00742DFF">
              <w:rPr>
                <w:sz w:val="22"/>
                <w:szCs w:val="22"/>
              </w:rPr>
              <w:t>Главный специалист по информационной безопасности и информационным технологиям Администрации Целинского район</w:t>
            </w:r>
            <w:r>
              <w:rPr>
                <w:sz w:val="22"/>
                <w:szCs w:val="22"/>
              </w:rPr>
              <w:t>а</w:t>
            </w:r>
            <w:r>
              <w:rPr>
                <w:sz w:val="25"/>
                <w:szCs w:val="25"/>
              </w:rPr>
              <w:t>,</w:t>
            </w:r>
          </w:p>
          <w:p w:rsidR="00327505" w:rsidRPr="006306F7" w:rsidRDefault="00327505" w:rsidP="005A6687">
            <w:pPr>
              <w:tabs>
                <w:tab w:val="left" w:pos="1200"/>
              </w:tabs>
              <w:autoSpaceDE w:val="0"/>
              <w:autoSpaceDN w:val="0"/>
              <w:adjustRightInd w:val="0"/>
              <w:ind w:right="0" w:firstLine="0"/>
              <w:jc w:val="center"/>
              <w:rPr>
                <w:sz w:val="22"/>
                <w:szCs w:val="22"/>
              </w:rPr>
            </w:pPr>
            <w:r w:rsidRPr="006306F7">
              <w:rPr>
                <w:sz w:val="22"/>
                <w:szCs w:val="22"/>
              </w:rPr>
              <w:t>Архивный сектор Администрации Целинского района</w:t>
            </w:r>
          </w:p>
        </w:tc>
        <w:tc>
          <w:tcPr>
            <w:tcW w:w="2693" w:type="dxa"/>
            <w:shd w:val="clear" w:color="auto" w:fill="auto"/>
          </w:tcPr>
          <w:p w:rsidR="00327505" w:rsidRPr="00742DFF" w:rsidRDefault="00327505" w:rsidP="005A6687">
            <w:pPr>
              <w:pStyle w:val="ab"/>
              <w:rPr>
                <w:sz w:val="22"/>
                <w:szCs w:val="22"/>
              </w:rPr>
            </w:pPr>
            <w:r w:rsidRPr="006306F7">
              <w:rPr>
                <w:sz w:val="22"/>
                <w:szCs w:val="22"/>
              </w:rPr>
              <w:t>организация поддержки и развития межведомственной системы электронного документооборота и делопроизводства "Дело" в муниципальн</w:t>
            </w:r>
            <w:r>
              <w:rPr>
                <w:sz w:val="22"/>
                <w:szCs w:val="22"/>
              </w:rPr>
              <w:t>ом</w:t>
            </w:r>
            <w:r w:rsidRPr="006306F7">
              <w:rPr>
                <w:sz w:val="22"/>
                <w:szCs w:val="22"/>
              </w:rPr>
              <w:t xml:space="preserve"> образовани</w:t>
            </w:r>
            <w:r>
              <w:rPr>
                <w:sz w:val="22"/>
                <w:szCs w:val="22"/>
              </w:rPr>
              <w:t>и</w:t>
            </w:r>
            <w:r w:rsidRPr="006306F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«Целинский район»</w:t>
            </w:r>
            <w:r w:rsidRPr="006306F7">
              <w:rPr>
                <w:sz w:val="22"/>
                <w:szCs w:val="22"/>
              </w:rPr>
              <w:t xml:space="preserve">. Обеспечение функционирования системы «Архивное дело» для хранения электронных документов и электронных копий документов </w:t>
            </w:r>
            <w:r>
              <w:rPr>
                <w:sz w:val="22"/>
                <w:szCs w:val="22"/>
              </w:rPr>
              <w:t>в Администрации Целинского района</w:t>
            </w:r>
          </w:p>
        </w:tc>
        <w:tc>
          <w:tcPr>
            <w:tcW w:w="1418" w:type="dxa"/>
            <w:shd w:val="clear" w:color="auto" w:fill="auto"/>
          </w:tcPr>
          <w:p w:rsidR="00327505" w:rsidRPr="00742DFF" w:rsidRDefault="00327505" w:rsidP="005A6687">
            <w:pPr>
              <w:tabs>
                <w:tab w:val="left" w:pos="1200"/>
              </w:tabs>
              <w:autoSpaceDE w:val="0"/>
              <w:autoSpaceDN w:val="0"/>
              <w:adjustRightInd w:val="0"/>
              <w:ind w:right="0" w:firstLine="0"/>
              <w:jc w:val="center"/>
              <w:rPr>
                <w:color w:val="auto"/>
                <w:sz w:val="22"/>
                <w:szCs w:val="22"/>
              </w:rPr>
            </w:pPr>
            <w:r w:rsidRPr="00742DFF">
              <w:rPr>
                <w:color w:val="auto"/>
                <w:sz w:val="22"/>
                <w:szCs w:val="22"/>
              </w:rPr>
              <w:t>Весь период</w:t>
            </w:r>
          </w:p>
        </w:tc>
        <w:tc>
          <w:tcPr>
            <w:tcW w:w="1134" w:type="dxa"/>
          </w:tcPr>
          <w:p w:rsidR="00327505" w:rsidRPr="00742DFF" w:rsidRDefault="00327505" w:rsidP="005A6687">
            <w:pPr>
              <w:tabs>
                <w:tab w:val="left" w:pos="1200"/>
              </w:tabs>
              <w:autoSpaceDE w:val="0"/>
              <w:autoSpaceDN w:val="0"/>
              <w:adjustRightInd w:val="0"/>
              <w:ind w:right="0" w:firstLine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327505" w:rsidRDefault="00327505" w:rsidP="005A6687">
            <w:pPr>
              <w:tabs>
                <w:tab w:val="left" w:pos="1200"/>
              </w:tabs>
              <w:autoSpaceDE w:val="0"/>
              <w:autoSpaceDN w:val="0"/>
              <w:adjustRightInd w:val="0"/>
              <w:ind w:right="0" w:firstLine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:rsidR="00327505" w:rsidRPr="00742DFF" w:rsidRDefault="00327505" w:rsidP="005A6687">
            <w:pPr>
              <w:tabs>
                <w:tab w:val="left" w:pos="1200"/>
              </w:tabs>
              <w:autoSpaceDE w:val="0"/>
              <w:autoSpaceDN w:val="0"/>
              <w:adjustRightInd w:val="0"/>
              <w:ind w:right="0" w:firstLine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327505" w:rsidRPr="00742DFF" w:rsidRDefault="00327505" w:rsidP="005A6687">
            <w:pPr>
              <w:tabs>
                <w:tab w:val="left" w:pos="1200"/>
              </w:tabs>
              <w:autoSpaceDE w:val="0"/>
              <w:autoSpaceDN w:val="0"/>
              <w:adjustRightInd w:val="0"/>
              <w:ind w:right="0" w:firstLine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</w:t>
            </w:r>
          </w:p>
        </w:tc>
        <w:tc>
          <w:tcPr>
            <w:tcW w:w="1844" w:type="dxa"/>
          </w:tcPr>
          <w:p w:rsidR="00327505" w:rsidRPr="00742DFF" w:rsidRDefault="00327505" w:rsidP="005A6687">
            <w:pPr>
              <w:tabs>
                <w:tab w:val="left" w:pos="1200"/>
              </w:tabs>
              <w:autoSpaceDE w:val="0"/>
              <w:autoSpaceDN w:val="0"/>
              <w:adjustRightInd w:val="0"/>
              <w:ind w:right="0" w:firstLine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</w:t>
            </w:r>
          </w:p>
        </w:tc>
      </w:tr>
      <w:tr w:rsidR="00327505" w:rsidRPr="00742DFF" w:rsidTr="00327505">
        <w:tc>
          <w:tcPr>
            <w:tcW w:w="2268" w:type="dxa"/>
            <w:shd w:val="clear" w:color="auto" w:fill="auto"/>
          </w:tcPr>
          <w:p w:rsidR="00327505" w:rsidRDefault="00327505" w:rsidP="005A6687">
            <w:pPr>
              <w:pStyle w:val="ab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Контрольное событие 1.1. </w:t>
            </w:r>
          </w:p>
          <w:p w:rsidR="00327505" w:rsidRPr="00396DA2" w:rsidRDefault="00327505" w:rsidP="00327505">
            <w:pPr>
              <w:pStyle w:val="ab"/>
              <w:rPr>
                <w:sz w:val="22"/>
                <w:szCs w:val="22"/>
              </w:rPr>
            </w:pPr>
            <w:r w:rsidRPr="00396DA2">
              <w:rPr>
                <w:sz w:val="22"/>
                <w:szCs w:val="22"/>
              </w:rPr>
              <w:t xml:space="preserve">Обеспечение рабочих </w:t>
            </w:r>
            <w:r w:rsidRPr="00396DA2">
              <w:rPr>
                <w:sz w:val="22"/>
                <w:szCs w:val="22"/>
              </w:rPr>
              <w:lastRenderedPageBreak/>
              <w:t xml:space="preserve">мест </w:t>
            </w:r>
            <w:r>
              <w:rPr>
                <w:sz w:val="22"/>
                <w:szCs w:val="22"/>
              </w:rPr>
              <w:t>в органах</w:t>
            </w:r>
            <w:r w:rsidRPr="00396DA2">
              <w:rPr>
                <w:sz w:val="22"/>
                <w:szCs w:val="22"/>
              </w:rPr>
              <w:t xml:space="preserve"> местного самоуправления </w:t>
            </w:r>
            <w:r>
              <w:rPr>
                <w:sz w:val="22"/>
                <w:szCs w:val="22"/>
              </w:rPr>
              <w:t xml:space="preserve">Целинского района </w:t>
            </w:r>
            <w:r w:rsidRPr="00396DA2">
              <w:rPr>
                <w:sz w:val="22"/>
                <w:szCs w:val="22"/>
              </w:rPr>
              <w:t xml:space="preserve">межведомственной системой электронного документооборота </w:t>
            </w:r>
            <w:r>
              <w:rPr>
                <w:sz w:val="22"/>
                <w:szCs w:val="22"/>
              </w:rPr>
              <w:t>и делопроизводства</w:t>
            </w:r>
          </w:p>
        </w:tc>
        <w:tc>
          <w:tcPr>
            <w:tcW w:w="2268" w:type="dxa"/>
            <w:shd w:val="clear" w:color="auto" w:fill="auto"/>
          </w:tcPr>
          <w:p w:rsidR="00327505" w:rsidRPr="00742DFF" w:rsidRDefault="00327505" w:rsidP="005434CD">
            <w:pPr>
              <w:pStyle w:val="ab"/>
              <w:jc w:val="center"/>
              <w:rPr>
                <w:sz w:val="22"/>
                <w:szCs w:val="22"/>
              </w:rPr>
            </w:pPr>
            <w:r w:rsidRPr="00742DFF">
              <w:rPr>
                <w:sz w:val="22"/>
                <w:szCs w:val="22"/>
              </w:rPr>
              <w:lastRenderedPageBreak/>
              <w:t xml:space="preserve">Отдел координации работы отраслей строительства, </w:t>
            </w:r>
            <w:r w:rsidRPr="00742DFF">
              <w:rPr>
                <w:sz w:val="22"/>
                <w:szCs w:val="22"/>
              </w:rPr>
              <w:lastRenderedPageBreak/>
              <w:t>транспорта, связи и топливно-энергетических ресурсов Администрации Целинского района</w:t>
            </w:r>
          </w:p>
        </w:tc>
        <w:tc>
          <w:tcPr>
            <w:tcW w:w="2693" w:type="dxa"/>
            <w:shd w:val="clear" w:color="auto" w:fill="auto"/>
          </w:tcPr>
          <w:p w:rsidR="00327505" w:rsidRPr="00742DFF" w:rsidRDefault="00327505" w:rsidP="00327505">
            <w:pPr>
              <w:pStyle w:val="ab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доведение доли рабочих мест  в органах местного самоуправления </w:t>
            </w:r>
            <w:r>
              <w:rPr>
                <w:sz w:val="22"/>
                <w:szCs w:val="22"/>
              </w:rPr>
              <w:lastRenderedPageBreak/>
              <w:t xml:space="preserve">Целинского района,  включенных в межведомственную  систему  </w:t>
            </w:r>
            <w:r w:rsidRPr="00396DA2">
              <w:rPr>
                <w:sz w:val="22"/>
                <w:szCs w:val="22"/>
              </w:rPr>
              <w:t xml:space="preserve">электронного документооборота </w:t>
            </w:r>
            <w:r>
              <w:rPr>
                <w:sz w:val="22"/>
                <w:szCs w:val="22"/>
              </w:rPr>
              <w:t>и делопроизводства до запланированного уровня</w:t>
            </w:r>
          </w:p>
        </w:tc>
        <w:tc>
          <w:tcPr>
            <w:tcW w:w="1418" w:type="dxa"/>
            <w:shd w:val="clear" w:color="auto" w:fill="auto"/>
          </w:tcPr>
          <w:p w:rsidR="00327505" w:rsidRPr="00742DFF" w:rsidRDefault="00327505" w:rsidP="005A6687">
            <w:pPr>
              <w:tabs>
                <w:tab w:val="left" w:pos="1200"/>
              </w:tabs>
              <w:autoSpaceDE w:val="0"/>
              <w:autoSpaceDN w:val="0"/>
              <w:adjustRightInd w:val="0"/>
              <w:ind w:right="0" w:firstLine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lastRenderedPageBreak/>
              <w:t>31.12.20</w:t>
            </w:r>
            <w:r w:rsidR="00CA17BC">
              <w:rPr>
                <w:color w:val="auto"/>
                <w:sz w:val="22"/>
                <w:szCs w:val="22"/>
              </w:rPr>
              <w:t>2</w:t>
            </w:r>
            <w:r w:rsidR="004A7A81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327505" w:rsidRDefault="00327505" w:rsidP="005A6687">
            <w:pPr>
              <w:tabs>
                <w:tab w:val="left" w:pos="1200"/>
              </w:tabs>
              <w:autoSpaceDE w:val="0"/>
              <w:autoSpaceDN w:val="0"/>
              <w:adjustRightInd w:val="0"/>
              <w:ind w:right="0" w:firstLine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Х</w:t>
            </w:r>
          </w:p>
        </w:tc>
        <w:tc>
          <w:tcPr>
            <w:tcW w:w="1701" w:type="dxa"/>
          </w:tcPr>
          <w:p w:rsidR="00327505" w:rsidRDefault="00327505" w:rsidP="005A6687">
            <w:pPr>
              <w:tabs>
                <w:tab w:val="left" w:pos="1200"/>
              </w:tabs>
              <w:autoSpaceDE w:val="0"/>
              <w:autoSpaceDN w:val="0"/>
              <w:adjustRightInd w:val="0"/>
              <w:ind w:right="0" w:firstLine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Х</w:t>
            </w:r>
          </w:p>
        </w:tc>
        <w:tc>
          <w:tcPr>
            <w:tcW w:w="1417" w:type="dxa"/>
            <w:shd w:val="clear" w:color="auto" w:fill="auto"/>
          </w:tcPr>
          <w:p w:rsidR="00327505" w:rsidRDefault="00327505" w:rsidP="005A6687">
            <w:pPr>
              <w:tabs>
                <w:tab w:val="left" w:pos="1200"/>
              </w:tabs>
              <w:autoSpaceDE w:val="0"/>
              <w:autoSpaceDN w:val="0"/>
              <w:adjustRightInd w:val="0"/>
              <w:ind w:right="0" w:firstLine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Х</w:t>
            </w:r>
          </w:p>
        </w:tc>
        <w:tc>
          <w:tcPr>
            <w:tcW w:w="1276" w:type="dxa"/>
            <w:shd w:val="clear" w:color="auto" w:fill="auto"/>
          </w:tcPr>
          <w:p w:rsidR="00327505" w:rsidRDefault="00327505" w:rsidP="005A6687">
            <w:pPr>
              <w:tabs>
                <w:tab w:val="left" w:pos="1200"/>
              </w:tabs>
              <w:autoSpaceDE w:val="0"/>
              <w:autoSpaceDN w:val="0"/>
              <w:adjustRightInd w:val="0"/>
              <w:ind w:right="0" w:firstLine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Х</w:t>
            </w:r>
          </w:p>
        </w:tc>
        <w:tc>
          <w:tcPr>
            <w:tcW w:w="1844" w:type="dxa"/>
            <w:shd w:val="clear" w:color="auto" w:fill="auto"/>
          </w:tcPr>
          <w:p w:rsidR="00327505" w:rsidRDefault="00327505" w:rsidP="005A6687">
            <w:pPr>
              <w:tabs>
                <w:tab w:val="left" w:pos="1200"/>
              </w:tabs>
              <w:autoSpaceDE w:val="0"/>
              <w:autoSpaceDN w:val="0"/>
              <w:adjustRightInd w:val="0"/>
              <w:ind w:right="0" w:firstLine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Х</w:t>
            </w:r>
          </w:p>
        </w:tc>
      </w:tr>
      <w:tr w:rsidR="00327505" w:rsidRPr="00742DFF" w:rsidTr="00123BB2">
        <w:trPr>
          <w:trHeight w:val="2008"/>
        </w:trPr>
        <w:tc>
          <w:tcPr>
            <w:tcW w:w="2268" w:type="dxa"/>
            <w:shd w:val="clear" w:color="auto" w:fill="auto"/>
          </w:tcPr>
          <w:p w:rsidR="00327505" w:rsidRPr="00742DFF" w:rsidRDefault="00327505" w:rsidP="000660CA">
            <w:pPr>
              <w:pStyle w:val="ab"/>
              <w:rPr>
                <w:b/>
                <w:sz w:val="22"/>
                <w:szCs w:val="22"/>
              </w:rPr>
            </w:pPr>
            <w:r w:rsidRPr="00742DFF">
              <w:rPr>
                <w:b/>
                <w:sz w:val="22"/>
                <w:szCs w:val="22"/>
              </w:rPr>
              <w:lastRenderedPageBreak/>
              <w:t>Основное мероприятие 1.2.</w:t>
            </w:r>
          </w:p>
          <w:p w:rsidR="00327505" w:rsidRPr="00742DFF" w:rsidRDefault="00327505" w:rsidP="000660CA">
            <w:pPr>
              <w:pStyle w:val="ab"/>
              <w:rPr>
                <w:sz w:val="22"/>
                <w:szCs w:val="22"/>
              </w:rPr>
            </w:pPr>
            <w:r w:rsidRPr="00742DFF">
              <w:rPr>
                <w:sz w:val="22"/>
                <w:szCs w:val="22"/>
              </w:rPr>
              <w:t>Улучшение методов и форм  развития эксплуатации сетей телефонной связи, содержание цифровых АТС</w:t>
            </w:r>
          </w:p>
        </w:tc>
        <w:tc>
          <w:tcPr>
            <w:tcW w:w="2268" w:type="dxa"/>
            <w:shd w:val="clear" w:color="auto" w:fill="auto"/>
          </w:tcPr>
          <w:p w:rsidR="00327505" w:rsidRPr="00742DFF" w:rsidRDefault="00327505" w:rsidP="00863888">
            <w:pPr>
              <w:tabs>
                <w:tab w:val="left" w:pos="1200"/>
              </w:tabs>
              <w:autoSpaceDE w:val="0"/>
              <w:autoSpaceDN w:val="0"/>
              <w:adjustRightInd w:val="0"/>
              <w:ind w:right="0" w:firstLine="0"/>
              <w:jc w:val="center"/>
              <w:rPr>
                <w:sz w:val="22"/>
                <w:szCs w:val="22"/>
              </w:rPr>
            </w:pPr>
            <w:r w:rsidRPr="00742DFF">
              <w:rPr>
                <w:sz w:val="22"/>
                <w:szCs w:val="22"/>
              </w:rPr>
              <w:t>Отдел координации работы отраслей строительства, транспорта, связи и ТЭР Администрации Целинского района</w:t>
            </w:r>
          </w:p>
        </w:tc>
        <w:tc>
          <w:tcPr>
            <w:tcW w:w="2693" w:type="dxa"/>
            <w:shd w:val="clear" w:color="auto" w:fill="auto"/>
          </w:tcPr>
          <w:p w:rsidR="00327505" w:rsidRPr="00742DFF" w:rsidRDefault="00327505" w:rsidP="00742DFF">
            <w:pPr>
              <w:tabs>
                <w:tab w:val="left" w:pos="1200"/>
              </w:tabs>
              <w:autoSpaceDE w:val="0"/>
              <w:autoSpaceDN w:val="0"/>
              <w:adjustRightInd w:val="0"/>
              <w:ind w:right="0" w:firstLine="0"/>
              <w:jc w:val="left"/>
              <w:rPr>
                <w:color w:val="auto"/>
                <w:sz w:val="22"/>
                <w:szCs w:val="22"/>
              </w:rPr>
            </w:pPr>
            <w:r w:rsidRPr="00742DFF">
              <w:rPr>
                <w:kern w:val="2"/>
                <w:sz w:val="22"/>
                <w:szCs w:val="22"/>
              </w:rPr>
              <w:t>повышение уровня развития цифровых АТС</w:t>
            </w:r>
          </w:p>
        </w:tc>
        <w:tc>
          <w:tcPr>
            <w:tcW w:w="1418" w:type="dxa"/>
            <w:shd w:val="clear" w:color="auto" w:fill="auto"/>
          </w:tcPr>
          <w:p w:rsidR="00327505" w:rsidRPr="00742DFF" w:rsidRDefault="00327505" w:rsidP="00742DFF">
            <w:pPr>
              <w:tabs>
                <w:tab w:val="left" w:pos="1200"/>
              </w:tabs>
              <w:autoSpaceDE w:val="0"/>
              <w:autoSpaceDN w:val="0"/>
              <w:adjustRightInd w:val="0"/>
              <w:ind w:right="0" w:firstLine="0"/>
              <w:jc w:val="center"/>
              <w:rPr>
                <w:color w:val="auto"/>
                <w:sz w:val="22"/>
                <w:szCs w:val="22"/>
              </w:rPr>
            </w:pPr>
            <w:r w:rsidRPr="00742DFF">
              <w:rPr>
                <w:color w:val="auto"/>
                <w:sz w:val="22"/>
                <w:szCs w:val="22"/>
              </w:rPr>
              <w:t>Весь период</w:t>
            </w:r>
          </w:p>
        </w:tc>
        <w:tc>
          <w:tcPr>
            <w:tcW w:w="1134" w:type="dxa"/>
          </w:tcPr>
          <w:p w:rsidR="00327505" w:rsidRPr="00742DFF" w:rsidRDefault="00F46883" w:rsidP="00742DFF">
            <w:pPr>
              <w:tabs>
                <w:tab w:val="left" w:pos="1200"/>
              </w:tabs>
              <w:autoSpaceDE w:val="0"/>
              <w:autoSpaceDN w:val="0"/>
              <w:adjustRightInd w:val="0"/>
              <w:ind w:right="0" w:firstLine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327505" w:rsidRDefault="00327505" w:rsidP="00742DFF">
            <w:pPr>
              <w:tabs>
                <w:tab w:val="left" w:pos="1200"/>
              </w:tabs>
              <w:autoSpaceDE w:val="0"/>
              <w:autoSpaceDN w:val="0"/>
              <w:adjustRightInd w:val="0"/>
              <w:ind w:right="0" w:firstLine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:rsidR="00327505" w:rsidRPr="00742DFF" w:rsidRDefault="00327505" w:rsidP="00742DFF">
            <w:pPr>
              <w:tabs>
                <w:tab w:val="left" w:pos="1200"/>
              </w:tabs>
              <w:autoSpaceDE w:val="0"/>
              <w:autoSpaceDN w:val="0"/>
              <w:adjustRightInd w:val="0"/>
              <w:ind w:right="0" w:firstLine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327505" w:rsidRPr="00742DFF" w:rsidRDefault="00F46883" w:rsidP="00742DFF">
            <w:pPr>
              <w:tabs>
                <w:tab w:val="left" w:pos="1200"/>
              </w:tabs>
              <w:autoSpaceDE w:val="0"/>
              <w:autoSpaceDN w:val="0"/>
              <w:adjustRightInd w:val="0"/>
              <w:ind w:right="0" w:firstLine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</w:t>
            </w:r>
          </w:p>
        </w:tc>
        <w:tc>
          <w:tcPr>
            <w:tcW w:w="1844" w:type="dxa"/>
          </w:tcPr>
          <w:p w:rsidR="00327505" w:rsidRPr="00742DFF" w:rsidRDefault="00327505" w:rsidP="00742DFF">
            <w:pPr>
              <w:tabs>
                <w:tab w:val="left" w:pos="1200"/>
              </w:tabs>
              <w:autoSpaceDE w:val="0"/>
              <w:autoSpaceDN w:val="0"/>
              <w:adjustRightInd w:val="0"/>
              <w:ind w:right="0" w:firstLine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</w:t>
            </w:r>
          </w:p>
        </w:tc>
      </w:tr>
      <w:tr w:rsidR="00327505" w:rsidRPr="00742DFF" w:rsidTr="00327505">
        <w:trPr>
          <w:trHeight w:val="1557"/>
        </w:trPr>
        <w:tc>
          <w:tcPr>
            <w:tcW w:w="2268" w:type="dxa"/>
            <w:shd w:val="clear" w:color="auto" w:fill="auto"/>
          </w:tcPr>
          <w:p w:rsidR="00327505" w:rsidRDefault="00327505" w:rsidP="000660CA">
            <w:pPr>
              <w:pStyle w:val="ab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Контрольное событие 1.2.</w:t>
            </w:r>
          </w:p>
          <w:p w:rsidR="00327505" w:rsidRPr="007A33F4" w:rsidRDefault="00327505" w:rsidP="007A33F4">
            <w:pPr>
              <w:pStyle w:val="ab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доступа к информационно-телекоммуникационной сети «Интернет»</w:t>
            </w:r>
          </w:p>
        </w:tc>
        <w:tc>
          <w:tcPr>
            <w:tcW w:w="2268" w:type="dxa"/>
            <w:shd w:val="clear" w:color="auto" w:fill="auto"/>
          </w:tcPr>
          <w:p w:rsidR="00327505" w:rsidRPr="00742DFF" w:rsidRDefault="00327505" w:rsidP="00863888">
            <w:pPr>
              <w:tabs>
                <w:tab w:val="left" w:pos="1200"/>
              </w:tabs>
              <w:autoSpaceDE w:val="0"/>
              <w:autoSpaceDN w:val="0"/>
              <w:adjustRightInd w:val="0"/>
              <w:ind w:right="0" w:firstLine="0"/>
              <w:jc w:val="center"/>
              <w:rPr>
                <w:sz w:val="22"/>
                <w:szCs w:val="22"/>
              </w:rPr>
            </w:pPr>
            <w:r w:rsidRPr="00742DFF">
              <w:rPr>
                <w:sz w:val="22"/>
                <w:szCs w:val="22"/>
              </w:rPr>
              <w:t>Отдел координации работы отраслей строительства, транспорта, связи и ТЭР Администрации Целинского района</w:t>
            </w:r>
          </w:p>
        </w:tc>
        <w:tc>
          <w:tcPr>
            <w:tcW w:w="2693" w:type="dxa"/>
            <w:shd w:val="clear" w:color="auto" w:fill="auto"/>
          </w:tcPr>
          <w:p w:rsidR="00327505" w:rsidRPr="00742DFF" w:rsidRDefault="00327505" w:rsidP="00742DFF">
            <w:pPr>
              <w:tabs>
                <w:tab w:val="left" w:pos="1200"/>
              </w:tabs>
              <w:autoSpaceDE w:val="0"/>
              <w:autoSpaceDN w:val="0"/>
              <w:adjustRightInd w:val="0"/>
              <w:ind w:right="0" w:firstLine="0"/>
              <w:jc w:val="left"/>
              <w:rPr>
                <w:kern w:val="2"/>
                <w:sz w:val="22"/>
                <w:szCs w:val="22"/>
              </w:rPr>
            </w:pPr>
            <w:r>
              <w:rPr>
                <w:kern w:val="2"/>
                <w:sz w:val="22"/>
                <w:szCs w:val="22"/>
              </w:rPr>
              <w:t>обновление и содержание информационной инфраструктуры</w:t>
            </w:r>
          </w:p>
        </w:tc>
        <w:tc>
          <w:tcPr>
            <w:tcW w:w="1418" w:type="dxa"/>
            <w:shd w:val="clear" w:color="auto" w:fill="auto"/>
          </w:tcPr>
          <w:p w:rsidR="00327505" w:rsidRPr="00742DFF" w:rsidRDefault="00327505" w:rsidP="00742DFF">
            <w:pPr>
              <w:tabs>
                <w:tab w:val="left" w:pos="1200"/>
              </w:tabs>
              <w:autoSpaceDE w:val="0"/>
              <w:autoSpaceDN w:val="0"/>
              <w:adjustRightInd w:val="0"/>
              <w:ind w:right="0" w:firstLine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31.12.20</w:t>
            </w:r>
            <w:r w:rsidR="00CA17BC">
              <w:rPr>
                <w:color w:val="auto"/>
                <w:sz w:val="22"/>
                <w:szCs w:val="22"/>
              </w:rPr>
              <w:t>2</w:t>
            </w:r>
            <w:r w:rsidR="004A7A81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327505" w:rsidRDefault="00327505" w:rsidP="005A6687">
            <w:pPr>
              <w:tabs>
                <w:tab w:val="left" w:pos="1200"/>
              </w:tabs>
              <w:autoSpaceDE w:val="0"/>
              <w:autoSpaceDN w:val="0"/>
              <w:adjustRightInd w:val="0"/>
              <w:ind w:right="0" w:firstLine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Х</w:t>
            </w:r>
          </w:p>
        </w:tc>
        <w:tc>
          <w:tcPr>
            <w:tcW w:w="1701" w:type="dxa"/>
          </w:tcPr>
          <w:p w:rsidR="00327505" w:rsidRDefault="00327505" w:rsidP="005A6687">
            <w:pPr>
              <w:tabs>
                <w:tab w:val="left" w:pos="1200"/>
              </w:tabs>
              <w:autoSpaceDE w:val="0"/>
              <w:autoSpaceDN w:val="0"/>
              <w:adjustRightInd w:val="0"/>
              <w:ind w:right="0" w:firstLine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Х</w:t>
            </w:r>
          </w:p>
        </w:tc>
        <w:tc>
          <w:tcPr>
            <w:tcW w:w="1417" w:type="dxa"/>
          </w:tcPr>
          <w:p w:rsidR="00327505" w:rsidRDefault="00327505" w:rsidP="005A6687">
            <w:pPr>
              <w:tabs>
                <w:tab w:val="left" w:pos="1200"/>
              </w:tabs>
              <w:autoSpaceDE w:val="0"/>
              <w:autoSpaceDN w:val="0"/>
              <w:adjustRightInd w:val="0"/>
              <w:ind w:right="0" w:firstLine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Х</w:t>
            </w:r>
          </w:p>
        </w:tc>
        <w:tc>
          <w:tcPr>
            <w:tcW w:w="1276" w:type="dxa"/>
          </w:tcPr>
          <w:p w:rsidR="00327505" w:rsidRDefault="00327505" w:rsidP="005A6687">
            <w:pPr>
              <w:tabs>
                <w:tab w:val="left" w:pos="1200"/>
              </w:tabs>
              <w:autoSpaceDE w:val="0"/>
              <w:autoSpaceDN w:val="0"/>
              <w:adjustRightInd w:val="0"/>
              <w:ind w:right="0" w:firstLine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Х</w:t>
            </w:r>
          </w:p>
        </w:tc>
        <w:tc>
          <w:tcPr>
            <w:tcW w:w="1844" w:type="dxa"/>
          </w:tcPr>
          <w:p w:rsidR="00327505" w:rsidRDefault="00327505" w:rsidP="005A6687">
            <w:pPr>
              <w:tabs>
                <w:tab w:val="left" w:pos="1200"/>
              </w:tabs>
              <w:autoSpaceDE w:val="0"/>
              <w:autoSpaceDN w:val="0"/>
              <w:adjustRightInd w:val="0"/>
              <w:ind w:right="0" w:firstLine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Х</w:t>
            </w:r>
          </w:p>
        </w:tc>
      </w:tr>
      <w:tr w:rsidR="00327505" w:rsidRPr="00742DFF" w:rsidTr="00327505">
        <w:trPr>
          <w:trHeight w:val="2325"/>
        </w:trPr>
        <w:tc>
          <w:tcPr>
            <w:tcW w:w="2268" w:type="dxa"/>
            <w:shd w:val="clear" w:color="auto" w:fill="auto"/>
          </w:tcPr>
          <w:p w:rsidR="00327505" w:rsidRPr="00742DFF" w:rsidRDefault="00327505" w:rsidP="000660CA">
            <w:pPr>
              <w:pStyle w:val="ab"/>
              <w:rPr>
                <w:sz w:val="22"/>
                <w:szCs w:val="22"/>
              </w:rPr>
            </w:pPr>
            <w:r w:rsidRPr="00742DFF">
              <w:rPr>
                <w:b/>
                <w:sz w:val="22"/>
                <w:szCs w:val="22"/>
              </w:rPr>
              <w:t>Основное мероприятие 1.3.</w:t>
            </w:r>
            <w:r w:rsidRPr="00742DFF">
              <w:rPr>
                <w:sz w:val="22"/>
                <w:szCs w:val="22"/>
              </w:rPr>
              <w:t xml:space="preserve"> Внедрение цифровых</w:t>
            </w:r>
          </w:p>
          <w:p w:rsidR="00327505" w:rsidRPr="00742DFF" w:rsidRDefault="00327505" w:rsidP="000660CA">
            <w:pPr>
              <w:pStyle w:val="ab"/>
              <w:rPr>
                <w:sz w:val="22"/>
                <w:szCs w:val="22"/>
              </w:rPr>
            </w:pPr>
            <w:r w:rsidRPr="00742DFF">
              <w:rPr>
                <w:sz w:val="22"/>
                <w:szCs w:val="22"/>
              </w:rPr>
              <w:t>технологий в сферах</w:t>
            </w:r>
          </w:p>
          <w:p w:rsidR="00327505" w:rsidRPr="00742DFF" w:rsidRDefault="00327505" w:rsidP="000660CA">
            <w:pPr>
              <w:pStyle w:val="ab"/>
              <w:rPr>
                <w:sz w:val="22"/>
                <w:szCs w:val="22"/>
              </w:rPr>
            </w:pPr>
            <w:r w:rsidRPr="00742DFF">
              <w:rPr>
                <w:sz w:val="22"/>
                <w:szCs w:val="22"/>
              </w:rPr>
              <w:t>муниципального</w:t>
            </w:r>
          </w:p>
          <w:p w:rsidR="00327505" w:rsidRPr="00742DFF" w:rsidRDefault="00327505" w:rsidP="000660CA">
            <w:pPr>
              <w:pStyle w:val="ab"/>
              <w:rPr>
                <w:sz w:val="22"/>
                <w:szCs w:val="22"/>
              </w:rPr>
            </w:pPr>
            <w:r w:rsidRPr="00742DFF">
              <w:rPr>
                <w:sz w:val="22"/>
                <w:szCs w:val="22"/>
              </w:rPr>
              <w:t>управления и оказания</w:t>
            </w:r>
          </w:p>
          <w:p w:rsidR="00327505" w:rsidRPr="00742DFF" w:rsidRDefault="00327505" w:rsidP="000660CA">
            <w:pPr>
              <w:pStyle w:val="ab"/>
              <w:rPr>
                <w:sz w:val="22"/>
                <w:szCs w:val="22"/>
              </w:rPr>
            </w:pPr>
            <w:r w:rsidRPr="00742DFF">
              <w:rPr>
                <w:sz w:val="22"/>
                <w:szCs w:val="22"/>
              </w:rPr>
              <w:t>муниципальных</w:t>
            </w:r>
          </w:p>
          <w:p w:rsidR="00327505" w:rsidRPr="00742DFF" w:rsidRDefault="00327505" w:rsidP="000660CA">
            <w:pPr>
              <w:pStyle w:val="ab"/>
              <w:rPr>
                <w:sz w:val="22"/>
                <w:szCs w:val="22"/>
              </w:rPr>
            </w:pPr>
            <w:r w:rsidRPr="00742DFF">
              <w:rPr>
                <w:sz w:val="22"/>
                <w:szCs w:val="22"/>
              </w:rPr>
              <w:t>услуг, в том числе</w:t>
            </w:r>
          </w:p>
          <w:p w:rsidR="00327505" w:rsidRPr="00742DFF" w:rsidRDefault="00327505" w:rsidP="000660CA">
            <w:pPr>
              <w:pStyle w:val="ab"/>
              <w:rPr>
                <w:sz w:val="22"/>
                <w:szCs w:val="22"/>
              </w:rPr>
            </w:pPr>
            <w:r w:rsidRPr="00742DFF">
              <w:rPr>
                <w:sz w:val="22"/>
                <w:szCs w:val="22"/>
              </w:rPr>
              <w:t xml:space="preserve">в интересах населения </w:t>
            </w:r>
          </w:p>
          <w:p w:rsidR="00327505" w:rsidRPr="00742DFF" w:rsidRDefault="00327505" w:rsidP="00863888">
            <w:pPr>
              <w:tabs>
                <w:tab w:val="left" w:pos="1200"/>
              </w:tabs>
              <w:autoSpaceDE w:val="0"/>
              <w:autoSpaceDN w:val="0"/>
              <w:adjustRightInd w:val="0"/>
              <w:ind w:right="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327505" w:rsidRPr="00742DFF" w:rsidRDefault="00327505" w:rsidP="00863888">
            <w:pPr>
              <w:tabs>
                <w:tab w:val="left" w:pos="1200"/>
              </w:tabs>
              <w:autoSpaceDE w:val="0"/>
              <w:autoSpaceDN w:val="0"/>
              <w:adjustRightInd w:val="0"/>
              <w:ind w:right="0" w:firstLine="0"/>
              <w:jc w:val="center"/>
              <w:rPr>
                <w:sz w:val="22"/>
                <w:szCs w:val="22"/>
              </w:rPr>
            </w:pPr>
            <w:r w:rsidRPr="00742DFF">
              <w:rPr>
                <w:sz w:val="22"/>
                <w:szCs w:val="22"/>
              </w:rPr>
              <w:t>Главный специалист по информационной безопасности и информационным технологиям Администрации Целинского района</w:t>
            </w:r>
          </w:p>
        </w:tc>
        <w:tc>
          <w:tcPr>
            <w:tcW w:w="2693" w:type="dxa"/>
            <w:shd w:val="clear" w:color="auto" w:fill="auto"/>
          </w:tcPr>
          <w:p w:rsidR="00327505" w:rsidRPr="00742DFF" w:rsidRDefault="00327505" w:rsidP="000660CA">
            <w:pPr>
              <w:pStyle w:val="ab"/>
              <w:rPr>
                <w:sz w:val="22"/>
                <w:szCs w:val="22"/>
              </w:rPr>
            </w:pPr>
            <w:r w:rsidRPr="00742DFF">
              <w:rPr>
                <w:sz w:val="22"/>
                <w:szCs w:val="22"/>
              </w:rPr>
              <w:t>внедрение цифровых</w:t>
            </w:r>
          </w:p>
          <w:p w:rsidR="00327505" w:rsidRPr="00742DFF" w:rsidRDefault="00327505" w:rsidP="000660CA">
            <w:pPr>
              <w:pStyle w:val="ab"/>
              <w:rPr>
                <w:sz w:val="22"/>
                <w:szCs w:val="22"/>
              </w:rPr>
            </w:pPr>
            <w:r w:rsidRPr="00742DFF">
              <w:rPr>
                <w:sz w:val="22"/>
                <w:szCs w:val="22"/>
              </w:rPr>
              <w:t>технологий и платформенных</w:t>
            </w:r>
          </w:p>
          <w:p w:rsidR="00327505" w:rsidRPr="00742DFF" w:rsidRDefault="00327505" w:rsidP="000660CA">
            <w:pPr>
              <w:pStyle w:val="ab"/>
              <w:rPr>
                <w:sz w:val="22"/>
                <w:szCs w:val="22"/>
              </w:rPr>
            </w:pPr>
            <w:r w:rsidRPr="00742DFF">
              <w:rPr>
                <w:sz w:val="22"/>
                <w:szCs w:val="22"/>
              </w:rPr>
              <w:t>решений в сферах</w:t>
            </w:r>
          </w:p>
          <w:p w:rsidR="00327505" w:rsidRPr="00742DFF" w:rsidRDefault="00327505" w:rsidP="000660CA">
            <w:pPr>
              <w:pStyle w:val="ab"/>
              <w:rPr>
                <w:sz w:val="22"/>
                <w:szCs w:val="22"/>
              </w:rPr>
            </w:pPr>
            <w:r w:rsidRPr="00742DFF">
              <w:rPr>
                <w:sz w:val="22"/>
                <w:szCs w:val="22"/>
              </w:rPr>
              <w:t>муниципального управления</w:t>
            </w:r>
          </w:p>
          <w:p w:rsidR="00327505" w:rsidRPr="00742DFF" w:rsidRDefault="00327505" w:rsidP="000660CA">
            <w:pPr>
              <w:pStyle w:val="ab"/>
              <w:rPr>
                <w:sz w:val="22"/>
                <w:szCs w:val="22"/>
              </w:rPr>
            </w:pPr>
            <w:r w:rsidRPr="00742DFF">
              <w:rPr>
                <w:sz w:val="22"/>
                <w:szCs w:val="22"/>
              </w:rPr>
              <w:t xml:space="preserve">и оказания </w:t>
            </w:r>
          </w:p>
          <w:p w:rsidR="00327505" w:rsidRPr="00742DFF" w:rsidRDefault="00327505" w:rsidP="000660CA">
            <w:pPr>
              <w:pStyle w:val="ab"/>
              <w:rPr>
                <w:sz w:val="22"/>
                <w:szCs w:val="22"/>
              </w:rPr>
            </w:pPr>
            <w:r w:rsidRPr="00742DFF">
              <w:rPr>
                <w:sz w:val="22"/>
                <w:szCs w:val="22"/>
              </w:rPr>
              <w:t>муниципальных услуг</w:t>
            </w:r>
          </w:p>
          <w:p w:rsidR="00327505" w:rsidRPr="00742DFF" w:rsidRDefault="00327505" w:rsidP="000660CA">
            <w:pPr>
              <w:pStyle w:val="ab"/>
              <w:rPr>
                <w:sz w:val="22"/>
                <w:szCs w:val="22"/>
              </w:rPr>
            </w:pPr>
            <w:r w:rsidRPr="00742DFF">
              <w:rPr>
                <w:sz w:val="22"/>
                <w:szCs w:val="22"/>
              </w:rPr>
              <w:t>в электронном виде, в том</w:t>
            </w:r>
          </w:p>
          <w:p w:rsidR="00327505" w:rsidRPr="00742DFF" w:rsidRDefault="00327505" w:rsidP="000660CA">
            <w:pPr>
              <w:pStyle w:val="ab"/>
              <w:rPr>
                <w:sz w:val="22"/>
                <w:szCs w:val="22"/>
              </w:rPr>
            </w:pPr>
            <w:r w:rsidRPr="00742DFF">
              <w:rPr>
                <w:sz w:val="22"/>
                <w:szCs w:val="22"/>
              </w:rPr>
              <w:t>числе, в интересах населения</w:t>
            </w:r>
          </w:p>
          <w:p w:rsidR="00327505" w:rsidRPr="00742DFF" w:rsidRDefault="00327505" w:rsidP="000660CA">
            <w:pPr>
              <w:pStyle w:val="ab"/>
              <w:rPr>
                <w:sz w:val="22"/>
                <w:szCs w:val="22"/>
              </w:rPr>
            </w:pPr>
            <w:r w:rsidRPr="00742DFF">
              <w:rPr>
                <w:sz w:val="22"/>
                <w:szCs w:val="22"/>
              </w:rPr>
              <w:t>Целинского района</w:t>
            </w:r>
          </w:p>
        </w:tc>
        <w:tc>
          <w:tcPr>
            <w:tcW w:w="1418" w:type="dxa"/>
            <w:shd w:val="clear" w:color="auto" w:fill="auto"/>
          </w:tcPr>
          <w:p w:rsidR="00327505" w:rsidRPr="00742DFF" w:rsidRDefault="00327505" w:rsidP="00742DFF">
            <w:pPr>
              <w:tabs>
                <w:tab w:val="left" w:pos="1200"/>
              </w:tabs>
              <w:autoSpaceDE w:val="0"/>
              <w:autoSpaceDN w:val="0"/>
              <w:adjustRightInd w:val="0"/>
              <w:ind w:right="0" w:firstLine="0"/>
              <w:jc w:val="center"/>
              <w:rPr>
                <w:color w:val="auto"/>
                <w:sz w:val="22"/>
                <w:szCs w:val="22"/>
              </w:rPr>
            </w:pPr>
            <w:r w:rsidRPr="00742DFF">
              <w:rPr>
                <w:color w:val="auto"/>
                <w:sz w:val="22"/>
                <w:szCs w:val="22"/>
              </w:rPr>
              <w:t>Весь период</w:t>
            </w:r>
          </w:p>
        </w:tc>
        <w:tc>
          <w:tcPr>
            <w:tcW w:w="1134" w:type="dxa"/>
          </w:tcPr>
          <w:p w:rsidR="00327505" w:rsidRPr="00742DFF" w:rsidRDefault="00327505" w:rsidP="00863888">
            <w:pPr>
              <w:tabs>
                <w:tab w:val="left" w:pos="1200"/>
              </w:tabs>
              <w:autoSpaceDE w:val="0"/>
              <w:autoSpaceDN w:val="0"/>
              <w:adjustRightInd w:val="0"/>
              <w:ind w:right="0" w:firstLine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327505" w:rsidRDefault="00327505" w:rsidP="00863888">
            <w:pPr>
              <w:tabs>
                <w:tab w:val="left" w:pos="1200"/>
              </w:tabs>
              <w:autoSpaceDE w:val="0"/>
              <w:autoSpaceDN w:val="0"/>
              <w:adjustRightInd w:val="0"/>
              <w:ind w:right="0" w:firstLine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:rsidR="00327505" w:rsidRPr="00742DFF" w:rsidRDefault="00327505" w:rsidP="00863888">
            <w:pPr>
              <w:tabs>
                <w:tab w:val="left" w:pos="1200"/>
              </w:tabs>
              <w:autoSpaceDE w:val="0"/>
              <w:autoSpaceDN w:val="0"/>
              <w:adjustRightInd w:val="0"/>
              <w:ind w:right="0" w:firstLine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327505" w:rsidRPr="00742DFF" w:rsidRDefault="00327505" w:rsidP="00863888">
            <w:pPr>
              <w:tabs>
                <w:tab w:val="left" w:pos="1200"/>
              </w:tabs>
              <w:autoSpaceDE w:val="0"/>
              <w:autoSpaceDN w:val="0"/>
              <w:adjustRightInd w:val="0"/>
              <w:ind w:right="0" w:firstLine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</w:t>
            </w:r>
          </w:p>
        </w:tc>
        <w:tc>
          <w:tcPr>
            <w:tcW w:w="1844" w:type="dxa"/>
          </w:tcPr>
          <w:p w:rsidR="00327505" w:rsidRPr="00742DFF" w:rsidRDefault="00327505" w:rsidP="00863888">
            <w:pPr>
              <w:tabs>
                <w:tab w:val="left" w:pos="1200"/>
              </w:tabs>
              <w:autoSpaceDE w:val="0"/>
              <w:autoSpaceDN w:val="0"/>
              <w:adjustRightInd w:val="0"/>
              <w:ind w:right="0" w:firstLine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</w:t>
            </w:r>
          </w:p>
        </w:tc>
      </w:tr>
      <w:tr w:rsidR="00327505" w:rsidRPr="00742DFF" w:rsidTr="00327505">
        <w:tc>
          <w:tcPr>
            <w:tcW w:w="2268" w:type="dxa"/>
            <w:shd w:val="clear" w:color="auto" w:fill="auto"/>
          </w:tcPr>
          <w:p w:rsidR="00327505" w:rsidRDefault="00327505" w:rsidP="005A6687">
            <w:pPr>
              <w:pStyle w:val="ab"/>
              <w:rPr>
                <w:b/>
                <w:sz w:val="22"/>
                <w:szCs w:val="22"/>
              </w:rPr>
            </w:pPr>
            <w:r w:rsidRPr="006306F7">
              <w:rPr>
                <w:b/>
                <w:sz w:val="22"/>
                <w:szCs w:val="22"/>
              </w:rPr>
              <w:t>Мероприятие 1.3.</w:t>
            </w:r>
            <w:r>
              <w:rPr>
                <w:b/>
                <w:sz w:val="22"/>
                <w:szCs w:val="22"/>
              </w:rPr>
              <w:t>1</w:t>
            </w:r>
            <w:r w:rsidRPr="006306F7">
              <w:rPr>
                <w:b/>
                <w:sz w:val="22"/>
                <w:szCs w:val="22"/>
              </w:rPr>
              <w:t>.</w:t>
            </w:r>
          </w:p>
          <w:p w:rsidR="00327505" w:rsidRPr="00742DFF" w:rsidRDefault="00327505" w:rsidP="005A6687">
            <w:pPr>
              <w:pStyle w:val="ab"/>
              <w:rPr>
                <w:b/>
                <w:sz w:val="22"/>
                <w:szCs w:val="22"/>
              </w:rPr>
            </w:pPr>
            <w:r w:rsidRPr="006306F7">
              <w:rPr>
                <w:sz w:val="22"/>
                <w:szCs w:val="22"/>
              </w:rPr>
              <w:t xml:space="preserve">Популяризация государственных и </w:t>
            </w:r>
            <w:r w:rsidRPr="006306F7">
              <w:rPr>
                <w:sz w:val="22"/>
                <w:szCs w:val="22"/>
              </w:rPr>
              <w:lastRenderedPageBreak/>
              <w:t>муниципальных услуг в электронной форме</w:t>
            </w:r>
          </w:p>
        </w:tc>
        <w:tc>
          <w:tcPr>
            <w:tcW w:w="2268" w:type="dxa"/>
            <w:shd w:val="clear" w:color="auto" w:fill="auto"/>
          </w:tcPr>
          <w:p w:rsidR="00327505" w:rsidRPr="00742DFF" w:rsidRDefault="00327505" w:rsidP="005A6687">
            <w:pPr>
              <w:tabs>
                <w:tab w:val="left" w:pos="1200"/>
              </w:tabs>
              <w:autoSpaceDE w:val="0"/>
              <w:autoSpaceDN w:val="0"/>
              <w:adjustRightInd w:val="0"/>
              <w:ind w:right="0" w:firstLine="0"/>
              <w:jc w:val="center"/>
              <w:rPr>
                <w:sz w:val="22"/>
                <w:szCs w:val="22"/>
              </w:rPr>
            </w:pPr>
            <w:r w:rsidRPr="00742DFF">
              <w:rPr>
                <w:sz w:val="22"/>
                <w:szCs w:val="22"/>
              </w:rPr>
              <w:lastRenderedPageBreak/>
              <w:t xml:space="preserve">Главный специалист по информационной безопасности и </w:t>
            </w:r>
            <w:r w:rsidRPr="00742DFF">
              <w:rPr>
                <w:sz w:val="22"/>
                <w:szCs w:val="22"/>
              </w:rPr>
              <w:lastRenderedPageBreak/>
              <w:t>информационным технологиям Администрации Целинского район</w:t>
            </w:r>
            <w:r>
              <w:rPr>
                <w:sz w:val="22"/>
                <w:szCs w:val="22"/>
              </w:rPr>
              <w:t>а</w:t>
            </w:r>
          </w:p>
        </w:tc>
        <w:tc>
          <w:tcPr>
            <w:tcW w:w="2693" w:type="dxa"/>
            <w:shd w:val="clear" w:color="auto" w:fill="auto"/>
          </w:tcPr>
          <w:p w:rsidR="00327505" w:rsidRPr="00742DFF" w:rsidRDefault="00327505" w:rsidP="005A6687">
            <w:pPr>
              <w:pStyle w:val="ab"/>
              <w:rPr>
                <w:sz w:val="22"/>
                <w:szCs w:val="22"/>
              </w:rPr>
            </w:pPr>
            <w:r w:rsidRPr="006306F7">
              <w:rPr>
                <w:sz w:val="22"/>
                <w:szCs w:val="22"/>
              </w:rPr>
              <w:lastRenderedPageBreak/>
              <w:t xml:space="preserve">повышение интереса граждан </w:t>
            </w:r>
            <w:r>
              <w:rPr>
                <w:sz w:val="22"/>
                <w:szCs w:val="22"/>
              </w:rPr>
              <w:t xml:space="preserve">Целинского района </w:t>
            </w:r>
            <w:r w:rsidRPr="006306F7">
              <w:rPr>
                <w:sz w:val="22"/>
                <w:szCs w:val="22"/>
              </w:rPr>
              <w:t xml:space="preserve">к возможностям </w:t>
            </w:r>
            <w:r w:rsidRPr="006306F7">
              <w:rPr>
                <w:sz w:val="22"/>
                <w:szCs w:val="22"/>
              </w:rPr>
              <w:lastRenderedPageBreak/>
              <w:t>портала госуслуг и преимуществам получения государственных и муниципальных услуг в электронном виде, обеспечение перехода на получение электронных услуг</w:t>
            </w:r>
          </w:p>
        </w:tc>
        <w:tc>
          <w:tcPr>
            <w:tcW w:w="1418" w:type="dxa"/>
            <w:shd w:val="clear" w:color="auto" w:fill="auto"/>
          </w:tcPr>
          <w:p w:rsidR="00327505" w:rsidRPr="00742DFF" w:rsidRDefault="00327505" w:rsidP="005A6687">
            <w:pPr>
              <w:tabs>
                <w:tab w:val="left" w:pos="1200"/>
              </w:tabs>
              <w:autoSpaceDE w:val="0"/>
              <w:autoSpaceDN w:val="0"/>
              <w:adjustRightInd w:val="0"/>
              <w:ind w:right="0" w:firstLine="0"/>
              <w:jc w:val="center"/>
              <w:rPr>
                <w:color w:val="auto"/>
                <w:sz w:val="22"/>
                <w:szCs w:val="22"/>
              </w:rPr>
            </w:pPr>
            <w:r w:rsidRPr="00742DFF">
              <w:rPr>
                <w:color w:val="auto"/>
                <w:sz w:val="22"/>
                <w:szCs w:val="22"/>
              </w:rPr>
              <w:lastRenderedPageBreak/>
              <w:t>Весь период</w:t>
            </w:r>
          </w:p>
        </w:tc>
        <w:tc>
          <w:tcPr>
            <w:tcW w:w="1134" w:type="dxa"/>
          </w:tcPr>
          <w:p w:rsidR="00327505" w:rsidRPr="00742DFF" w:rsidRDefault="00327505" w:rsidP="005A6687">
            <w:pPr>
              <w:tabs>
                <w:tab w:val="left" w:pos="1200"/>
              </w:tabs>
              <w:autoSpaceDE w:val="0"/>
              <w:autoSpaceDN w:val="0"/>
              <w:adjustRightInd w:val="0"/>
              <w:ind w:right="0" w:firstLine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327505" w:rsidRDefault="00327505" w:rsidP="005A6687">
            <w:pPr>
              <w:tabs>
                <w:tab w:val="left" w:pos="1200"/>
              </w:tabs>
              <w:autoSpaceDE w:val="0"/>
              <w:autoSpaceDN w:val="0"/>
              <w:adjustRightInd w:val="0"/>
              <w:ind w:right="0" w:firstLine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:rsidR="00327505" w:rsidRPr="00742DFF" w:rsidRDefault="00327505" w:rsidP="005A6687">
            <w:pPr>
              <w:tabs>
                <w:tab w:val="left" w:pos="1200"/>
              </w:tabs>
              <w:autoSpaceDE w:val="0"/>
              <w:autoSpaceDN w:val="0"/>
              <w:adjustRightInd w:val="0"/>
              <w:ind w:right="0" w:firstLine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327505" w:rsidRPr="00742DFF" w:rsidRDefault="00327505" w:rsidP="005A6687">
            <w:pPr>
              <w:tabs>
                <w:tab w:val="left" w:pos="1200"/>
              </w:tabs>
              <w:autoSpaceDE w:val="0"/>
              <w:autoSpaceDN w:val="0"/>
              <w:adjustRightInd w:val="0"/>
              <w:ind w:right="0" w:firstLine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</w:t>
            </w:r>
          </w:p>
        </w:tc>
        <w:tc>
          <w:tcPr>
            <w:tcW w:w="1844" w:type="dxa"/>
          </w:tcPr>
          <w:p w:rsidR="00327505" w:rsidRPr="00742DFF" w:rsidRDefault="00327505" w:rsidP="005A6687">
            <w:pPr>
              <w:tabs>
                <w:tab w:val="left" w:pos="1200"/>
              </w:tabs>
              <w:autoSpaceDE w:val="0"/>
              <w:autoSpaceDN w:val="0"/>
              <w:adjustRightInd w:val="0"/>
              <w:ind w:right="0" w:firstLine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</w:t>
            </w:r>
          </w:p>
        </w:tc>
      </w:tr>
      <w:tr w:rsidR="00327505" w:rsidRPr="00742DFF" w:rsidTr="00327505">
        <w:tc>
          <w:tcPr>
            <w:tcW w:w="2268" w:type="dxa"/>
            <w:shd w:val="clear" w:color="auto" w:fill="auto"/>
          </w:tcPr>
          <w:p w:rsidR="00327505" w:rsidRDefault="00327505" w:rsidP="000660CA">
            <w:pPr>
              <w:pStyle w:val="ab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Контрольное событие 1.3.</w:t>
            </w:r>
          </w:p>
          <w:p w:rsidR="00327505" w:rsidRPr="00327505" w:rsidRDefault="00327505" w:rsidP="00327505">
            <w:pPr>
              <w:pStyle w:val="ab"/>
              <w:rPr>
                <w:sz w:val="22"/>
                <w:szCs w:val="22"/>
              </w:rPr>
            </w:pPr>
            <w:r w:rsidRPr="00327505">
              <w:rPr>
                <w:sz w:val="22"/>
                <w:szCs w:val="22"/>
              </w:rPr>
              <w:t xml:space="preserve">Подача заявлений на предоставление </w:t>
            </w:r>
            <w:r>
              <w:rPr>
                <w:sz w:val="22"/>
                <w:szCs w:val="22"/>
              </w:rPr>
              <w:t>государственных и муниципальных услуг в электронном виде</w:t>
            </w:r>
          </w:p>
        </w:tc>
        <w:tc>
          <w:tcPr>
            <w:tcW w:w="2268" w:type="dxa"/>
            <w:shd w:val="clear" w:color="auto" w:fill="auto"/>
          </w:tcPr>
          <w:p w:rsidR="00327505" w:rsidRPr="00742DFF" w:rsidRDefault="00327505" w:rsidP="00863888">
            <w:pPr>
              <w:tabs>
                <w:tab w:val="left" w:pos="1200"/>
              </w:tabs>
              <w:autoSpaceDE w:val="0"/>
              <w:autoSpaceDN w:val="0"/>
              <w:adjustRightInd w:val="0"/>
              <w:ind w:right="0" w:firstLine="0"/>
              <w:jc w:val="center"/>
              <w:rPr>
                <w:sz w:val="22"/>
                <w:szCs w:val="22"/>
              </w:rPr>
            </w:pPr>
            <w:r w:rsidRPr="00742DFF">
              <w:rPr>
                <w:sz w:val="22"/>
                <w:szCs w:val="22"/>
              </w:rPr>
              <w:t>Главный специалист по информационной безопасности и информационным технологиям Администрации Целинского района</w:t>
            </w:r>
          </w:p>
        </w:tc>
        <w:tc>
          <w:tcPr>
            <w:tcW w:w="2693" w:type="dxa"/>
            <w:shd w:val="clear" w:color="auto" w:fill="auto"/>
          </w:tcPr>
          <w:p w:rsidR="00327505" w:rsidRPr="00742DFF" w:rsidRDefault="00327505" w:rsidP="00396DA2">
            <w:pPr>
              <w:pStyle w:val="ab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увеличение доли граждан, использующих механизм получения государственных и муниципальных услуг в электронном виде  </w:t>
            </w:r>
          </w:p>
        </w:tc>
        <w:tc>
          <w:tcPr>
            <w:tcW w:w="1418" w:type="dxa"/>
            <w:shd w:val="clear" w:color="auto" w:fill="auto"/>
          </w:tcPr>
          <w:p w:rsidR="00327505" w:rsidRPr="00742DFF" w:rsidRDefault="00327505" w:rsidP="00742DFF">
            <w:pPr>
              <w:tabs>
                <w:tab w:val="left" w:pos="1200"/>
              </w:tabs>
              <w:autoSpaceDE w:val="0"/>
              <w:autoSpaceDN w:val="0"/>
              <w:adjustRightInd w:val="0"/>
              <w:ind w:right="0" w:firstLine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31.12.20</w:t>
            </w:r>
            <w:r w:rsidR="00CA17BC">
              <w:rPr>
                <w:color w:val="auto"/>
                <w:sz w:val="22"/>
                <w:szCs w:val="22"/>
              </w:rPr>
              <w:t>2</w:t>
            </w:r>
            <w:r w:rsidR="004A7A81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327505" w:rsidRDefault="00327505" w:rsidP="005A6687">
            <w:pPr>
              <w:tabs>
                <w:tab w:val="left" w:pos="1200"/>
              </w:tabs>
              <w:autoSpaceDE w:val="0"/>
              <w:autoSpaceDN w:val="0"/>
              <w:adjustRightInd w:val="0"/>
              <w:ind w:right="0" w:firstLine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Х</w:t>
            </w:r>
          </w:p>
        </w:tc>
        <w:tc>
          <w:tcPr>
            <w:tcW w:w="1701" w:type="dxa"/>
          </w:tcPr>
          <w:p w:rsidR="00327505" w:rsidRDefault="00327505" w:rsidP="005A6687">
            <w:pPr>
              <w:tabs>
                <w:tab w:val="left" w:pos="1200"/>
              </w:tabs>
              <w:autoSpaceDE w:val="0"/>
              <w:autoSpaceDN w:val="0"/>
              <w:adjustRightInd w:val="0"/>
              <w:ind w:right="0" w:firstLine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Х</w:t>
            </w:r>
          </w:p>
        </w:tc>
        <w:tc>
          <w:tcPr>
            <w:tcW w:w="1417" w:type="dxa"/>
            <w:shd w:val="clear" w:color="auto" w:fill="auto"/>
          </w:tcPr>
          <w:p w:rsidR="00327505" w:rsidRDefault="00327505" w:rsidP="005A6687">
            <w:pPr>
              <w:tabs>
                <w:tab w:val="left" w:pos="1200"/>
              </w:tabs>
              <w:autoSpaceDE w:val="0"/>
              <w:autoSpaceDN w:val="0"/>
              <w:adjustRightInd w:val="0"/>
              <w:ind w:right="0" w:firstLine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Х</w:t>
            </w:r>
          </w:p>
        </w:tc>
        <w:tc>
          <w:tcPr>
            <w:tcW w:w="1276" w:type="dxa"/>
            <w:shd w:val="clear" w:color="auto" w:fill="auto"/>
          </w:tcPr>
          <w:p w:rsidR="00327505" w:rsidRDefault="00327505" w:rsidP="005A6687">
            <w:pPr>
              <w:tabs>
                <w:tab w:val="left" w:pos="1200"/>
              </w:tabs>
              <w:autoSpaceDE w:val="0"/>
              <w:autoSpaceDN w:val="0"/>
              <w:adjustRightInd w:val="0"/>
              <w:ind w:right="0" w:firstLine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Х</w:t>
            </w:r>
          </w:p>
        </w:tc>
        <w:tc>
          <w:tcPr>
            <w:tcW w:w="1844" w:type="dxa"/>
            <w:shd w:val="clear" w:color="auto" w:fill="auto"/>
          </w:tcPr>
          <w:p w:rsidR="00327505" w:rsidRDefault="00327505" w:rsidP="005A6687">
            <w:pPr>
              <w:tabs>
                <w:tab w:val="left" w:pos="1200"/>
              </w:tabs>
              <w:autoSpaceDE w:val="0"/>
              <w:autoSpaceDN w:val="0"/>
              <w:adjustRightInd w:val="0"/>
              <w:ind w:right="0" w:firstLine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Х</w:t>
            </w:r>
          </w:p>
        </w:tc>
      </w:tr>
      <w:tr w:rsidR="00327505" w:rsidRPr="00742DFF" w:rsidTr="00327505">
        <w:tc>
          <w:tcPr>
            <w:tcW w:w="2268" w:type="dxa"/>
            <w:shd w:val="clear" w:color="auto" w:fill="auto"/>
          </w:tcPr>
          <w:p w:rsidR="00327505" w:rsidRPr="00742DFF" w:rsidRDefault="00327505" w:rsidP="00863888">
            <w:pPr>
              <w:tabs>
                <w:tab w:val="left" w:pos="1200"/>
              </w:tabs>
              <w:autoSpaceDE w:val="0"/>
              <w:autoSpaceDN w:val="0"/>
              <w:adjustRightInd w:val="0"/>
              <w:ind w:right="0" w:firstLine="0"/>
              <w:jc w:val="left"/>
              <w:rPr>
                <w:sz w:val="22"/>
                <w:szCs w:val="22"/>
              </w:rPr>
            </w:pPr>
            <w:r w:rsidRPr="00742DFF">
              <w:rPr>
                <w:b/>
                <w:kern w:val="2"/>
                <w:sz w:val="22"/>
                <w:szCs w:val="22"/>
              </w:rPr>
              <w:t xml:space="preserve">Подпрограмма 2 </w:t>
            </w:r>
            <w:r w:rsidRPr="00742DFF">
              <w:rPr>
                <w:kern w:val="2"/>
                <w:sz w:val="22"/>
                <w:szCs w:val="22"/>
              </w:rPr>
              <w:t xml:space="preserve">«Оптимизация и повышение качества </w:t>
            </w:r>
            <w:r w:rsidRPr="00742DFF">
              <w:rPr>
                <w:kern w:val="2"/>
                <w:sz w:val="22"/>
                <w:szCs w:val="22"/>
              </w:rPr>
              <w:br/>
              <w:t xml:space="preserve">предоставления государственных и муниципальных услуг </w:t>
            </w:r>
            <w:r w:rsidRPr="00742DFF">
              <w:rPr>
                <w:kern w:val="2"/>
                <w:sz w:val="22"/>
                <w:szCs w:val="22"/>
              </w:rPr>
              <w:br/>
              <w:t>в Целинском районе, в том числе на базе многофункционального центра предоставления государственных и муниципальных услуг»</w:t>
            </w:r>
          </w:p>
        </w:tc>
        <w:tc>
          <w:tcPr>
            <w:tcW w:w="2268" w:type="dxa"/>
            <w:shd w:val="clear" w:color="auto" w:fill="auto"/>
          </w:tcPr>
          <w:p w:rsidR="00327505" w:rsidRPr="00742DFF" w:rsidRDefault="00327505" w:rsidP="00742DFF">
            <w:pPr>
              <w:pStyle w:val="ab"/>
              <w:jc w:val="center"/>
              <w:rPr>
                <w:sz w:val="22"/>
                <w:szCs w:val="22"/>
              </w:rPr>
            </w:pPr>
            <w:r w:rsidRPr="00742DFF">
              <w:rPr>
                <w:sz w:val="22"/>
                <w:szCs w:val="22"/>
              </w:rPr>
              <w:t>Муниципальное автономное учреждение Целинского района «Многофункциональный центр  предоставления государственных и муниципальных услуг»</w:t>
            </w:r>
          </w:p>
        </w:tc>
        <w:tc>
          <w:tcPr>
            <w:tcW w:w="2693" w:type="dxa"/>
            <w:shd w:val="clear" w:color="auto" w:fill="auto"/>
          </w:tcPr>
          <w:p w:rsidR="00327505" w:rsidRPr="00742DFF" w:rsidRDefault="00327505" w:rsidP="00863888">
            <w:pPr>
              <w:tabs>
                <w:tab w:val="left" w:pos="1200"/>
              </w:tabs>
              <w:autoSpaceDE w:val="0"/>
              <w:autoSpaceDN w:val="0"/>
              <w:adjustRightInd w:val="0"/>
              <w:ind w:right="0" w:firstLine="0"/>
              <w:jc w:val="center"/>
              <w:rPr>
                <w:color w:val="auto"/>
                <w:sz w:val="22"/>
                <w:szCs w:val="22"/>
              </w:rPr>
            </w:pPr>
            <w:r w:rsidRPr="00742DFF">
              <w:rPr>
                <w:sz w:val="22"/>
                <w:szCs w:val="22"/>
              </w:rPr>
              <w:t>Х</w:t>
            </w:r>
          </w:p>
        </w:tc>
        <w:tc>
          <w:tcPr>
            <w:tcW w:w="1418" w:type="dxa"/>
            <w:shd w:val="clear" w:color="auto" w:fill="auto"/>
          </w:tcPr>
          <w:p w:rsidR="00327505" w:rsidRPr="00742DFF" w:rsidRDefault="00327505" w:rsidP="00742DFF">
            <w:pPr>
              <w:tabs>
                <w:tab w:val="left" w:pos="1200"/>
              </w:tabs>
              <w:autoSpaceDE w:val="0"/>
              <w:autoSpaceDN w:val="0"/>
              <w:adjustRightInd w:val="0"/>
              <w:ind w:right="0" w:firstLine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Х</w:t>
            </w:r>
          </w:p>
        </w:tc>
        <w:tc>
          <w:tcPr>
            <w:tcW w:w="1134" w:type="dxa"/>
          </w:tcPr>
          <w:p w:rsidR="00327505" w:rsidRPr="00742DFF" w:rsidRDefault="00E95784" w:rsidP="00F07B8E">
            <w:pPr>
              <w:tabs>
                <w:tab w:val="left" w:pos="1200"/>
              </w:tabs>
              <w:autoSpaceDE w:val="0"/>
              <w:autoSpaceDN w:val="0"/>
              <w:adjustRightInd w:val="0"/>
              <w:ind w:right="0" w:firstLine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8359,0</w:t>
            </w:r>
          </w:p>
        </w:tc>
        <w:tc>
          <w:tcPr>
            <w:tcW w:w="1701" w:type="dxa"/>
          </w:tcPr>
          <w:p w:rsidR="00327505" w:rsidRDefault="00327505" w:rsidP="00F07B8E">
            <w:pPr>
              <w:tabs>
                <w:tab w:val="left" w:pos="1200"/>
              </w:tabs>
              <w:autoSpaceDE w:val="0"/>
              <w:autoSpaceDN w:val="0"/>
              <w:adjustRightInd w:val="0"/>
              <w:ind w:right="0" w:firstLine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:rsidR="00327505" w:rsidRPr="00742DFF" w:rsidRDefault="002232DE" w:rsidP="00F07B8E">
            <w:pPr>
              <w:tabs>
                <w:tab w:val="left" w:pos="1200"/>
              </w:tabs>
              <w:autoSpaceDE w:val="0"/>
              <w:autoSpaceDN w:val="0"/>
              <w:adjustRightInd w:val="0"/>
              <w:ind w:right="0" w:firstLine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278,4</w:t>
            </w:r>
          </w:p>
        </w:tc>
        <w:tc>
          <w:tcPr>
            <w:tcW w:w="1276" w:type="dxa"/>
          </w:tcPr>
          <w:p w:rsidR="00327505" w:rsidRPr="00742DFF" w:rsidRDefault="00E95784" w:rsidP="00F07B8E">
            <w:pPr>
              <w:tabs>
                <w:tab w:val="left" w:pos="1200"/>
              </w:tabs>
              <w:autoSpaceDE w:val="0"/>
              <w:autoSpaceDN w:val="0"/>
              <w:adjustRightInd w:val="0"/>
              <w:ind w:right="0" w:firstLine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8080,6</w:t>
            </w:r>
          </w:p>
        </w:tc>
        <w:tc>
          <w:tcPr>
            <w:tcW w:w="1844" w:type="dxa"/>
          </w:tcPr>
          <w:p w:rsidR="00327505" w:rsidRPr="00742DFF" w:rsidRDefault="00327505" w:rsidP="00863888">
            <w:pPr>
              <w:tabs>
                <w:tab w:val="left" w:pos="1200"/>
              </w:tabs>
              <w:autoSpaceDE w:val="0"/>
              <w:autoSpaceDN w:val="0"/>
              <w:adjustRightInd w:val="0"/>
              <w:ind w:right="0" w:firstLine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</w:t>
            </w:r>
          </w:p>
        </w:tc>
      </w:tr>
      <w:tr w:rsidR="002232DE" w:rsidRPr="00742DFF" w:rsidTr="00327505">
        <w:trPr>
          <w:trHeight w:val="1549"/>
        </w:trPr>
        <w:tc>
          <w:tcPr>
            <w:tcW w:w="2268" w:type="dxa"/>
            <w:shd w:val="clear" w:color="auto" w:fill="auto"/>
          </w:tcPr>
          <w:p w:rsidR="002232DE" w:rsidRPr="00742DFF" w:rsidRDefault="002232DE" w:rsidP="003703CA">
            <w:pPr>
              <w:tabs>
                <w:tab w:val="left" w:pos="1200"/>
              </w:tabs>
              <w:autoSpaceDE w:val="0"/>
              <w:autoSpaceDN w:val="0"/>
              <w:adjustRightInd w:val="0"/>
              <w:ind w:right="0" w:firstLine="0"/>
              <w:jc w:val="left"/>
              <w:rPr>
                <w:sz w:val="22"/>
                <w:szCs w:val="22"/>
              </w:rPr>
            </w:pPr>
            <w:r w:rsidRPr="00742DFF">
              <w:rPr>
                <w:b/>
                <w:kern w:val="2"/>
                <w:sz w:val="22"/>
                <w:szCs w:val="22"/>
              </w:rPr>
              <w:t>Основное мероприятие 2.1.</w:t>
            </w:r>
            <w:r w:rsidRPr="00742DFF">
              <w:rPr>
                <w:kern w:val="2"/>
                <w:sz w:val="22"/>
                <w:szCs w:val="22"/>
              </w:rPr>
              <w:t xml:space="preserve"> Развитие деятельности многофункционального центра предо</w:t>
            </w:r>
            <w:r w:rsidRPr="00742DFF">
              <w:rPr>
                <w:kern w:val="2"/>
                <w:sz w:val="22"/>
                <w:szCs w:val="22"/>
              </w:rPr>
              <w:softHyphen/>
            </w:r>
            <w:r w:rsidRPr="00742DFF">
              <w:rPr>
                <w:kern w:val="2"/>
                <w:sz w:val="22"/>
                <w:szCs w:val="22"/>
              </w:rPr>
              <w:lastRenderedPageBreak/>
              <w:t>ставления государ</w:t>
            </w:r>
            <w:r w:rsidRPr="00742DFF">
              <w:rPr>
                <w:kern w:val="2"/>
                <w:sz w:val="22"/>
                <w:szCs w:val="22"/>
              </w:rPr>
              <w:softHyphen/>
              <w:t>ственных и муни</w:t>
            </w:r>
            <w:r w:rsidRPr="00742DFF">
              <w:rPr>
                <w:kern w:val="2"/>
                <w:sz w:val="22"/>
                <w:szCs w:val="22"/>
              </w:rPr>
              <w:softHyphen/>
              <w:t>ципальных услуг Целинского района</w:t>
            </w:r>
          </w:p>
        </w:tc>
        <w:tc>
          <w:tcPr>
            <w:tcW w:w="2268" w:type="dxa"/>
            <w:shd w:val="clear" w:color="auto" w:fill="auto"/>
          </w:tcPr>
          <w:p w:rsidR="002232DE" w:rsidRPr="00742DFF" w:rsidRDefault="002232DE" w:rsidP="00016F6A">
            <w:pPr>
              <w:tabs>
                <w:tab w:val="left" w:pos="1200"/>
              </w:tabs>
              <w:autoSpaceDE w:val="0"/>
              <w:autoSpaceDN w:val="0"/>
              <w:adjustRightInd w:val="0"/>
              <w:ind w:right="0" w:firstLine="0"/>
              <w:rPr>
                <w:sz w:val="22"/>
                <w:szCs w:val="22"/>
              </w:rPr>
            </w:pPr>
          </w:p>
          <w:p w:rsidR="002232DE" w:rsidRPr="00742DFF" w:rsidRDefault="002232DE" w:rsidP="00863888">
            <w:pPr>
              <w:tabs>
                <w:tab w:val="left" w:pos="1200"/>
              </w:tabs>
              <w:autoSpaceDE w:val="0"/>
              <w:autoSpaceDN w:val="0"/>
              <w:adjustRightInd w:val="0"/>
              <w:ind w:right="0" w:firstLine="0"/>
              <w:jc w:val="center"/>
              <w:rPr>
                <w:sz w:val="22"/>
                <w:szCs w:val="22"/>
              </w:rPr>
            </w:pPr>
            <w:r w:rsidRPr="00742DFF">
              <w:rPr>
                <w:kern w:val="2"/>
                <w:sz w:val="22"/>
                <w:szCs w:val="22"/>
              </w:rPr>
              <w:t>МАУ МФЦ Целинского района</w:t>
            </w:r>
          </w:p>
        </w:tc>
        <w:tc>
          <w:tcPr>
            <w:tcW w:w="2693" w:type="dxa"/>
            <w:shd w:val="clear" w:color="auto" w:fill="auto"/>
          </w:tcPr>
          <w:p w:rsidR="002232DE" w:rsidRPr="00742DFF" w:rsidRDefault="002232DE" w:rsidP="00742DFF">
            <w:pPr>
              <w:pStyle w:val="ab"/>
              <w:rPr>
                <w:sz w:val="22"/>
                <w:szCs w:val="22"/>
              </w:rPr>
            </w:pPr>
            <w:r w:rsidRPr="00742DFF">
              <w:rPr>
                <w:sz w:val="22"/>
                <w:szCs w:val="22"/>
              </w:rPr>
              <w:t>расширение возмож</w:t>
            </w:r>
            <w:r w:rsidRPr="00742DFF">
              <w:rPr>
                <w:sz w:val="22"/>
                <w:szCs w:val="22"/>
              </w:rPr>
              <w:softHyphen/>
              <w:t>ностей и повышение качества предостав</w:t>
            </w:r>
            <w:r w:rsidRPr="00742DFF">
              <w:rPr>
                <w:sz w:val="22"/>
                <w:szCs w:val="22"/>
              </w:rPr>
              <w:softHyphen/>
              <w:t>ления государственных и муниципальных услуг на базе МФЦ;</w:t>
            </w:r>
          </w:p>
          <w:p w:rsidR="002232DE" w:rsidRPr="00742DFF" w:rsidRDefault="002232DE" w:rsidP="00742DFF">
            <w:pPr>
              <w:pStyle w:val="ab"/>
              <w:rPr>
                <w:sz w:val="22"/>
                <w:szCs w:val="22"/>
              </w:rPr>
            </w:pPr>
            <w:r w:rsidRPr="00742DFF">
              <w:rPr>
                <w:sz w:val="22"/>
                <w:szCs w:val="22"/>
              </w:rPr>
              <w:lastRenderedPageBreak/>
              <w:t>создание мобильной группы;</w:t>
            </w:r>
          </w:p>
          <w:p w:rsidR="002232DE" w:rsidRPr="00742DFF" w:rsidRDefault="002232DE" w:rsidP="00742DFF">
            <w:pPr>
              <w:pStyle w:val="ab"/>
              <w:rPr>
                <w:sz w:val="22"/>
                <w:szCs w:val="22"/>
              </w:rPr>
            </w:pPr>
            <w:r w:rsidRPr="00742DFF">
              <w:rPr>
                <w:sz w:val="22"/>
                <w:szCs w:val="22"/>
              </w:rPr>
              <w:t>увеличение уровня профессионализма специалистов МФЦ в области использования информационных и телекоммуникационных технологий.</w:t>
            </w:r>
          </w:p>
        </w:tc>
        <w:tc>
          <w:tcPr>
            <w:tcW w:w="1418" w:type="dxa"/>
            <w:shd w:val="clear" w:color="auto" w:fill="auto"/>
          </w:tcPr>
          <w:p w:rsidR="002232DE" w:rsidRPr="00742DFF" w:rsidRDefault="002232DE" w:rsidP="00742DFF">
            <w:pPr>
              <w:tabs>
                <w:tab w:val="left" w:pos="1200"/>
              </w:tabs>
              <w:autoSpaceDE w:val="0"/>
              <w:autoSpaceDN w:val="0"/>
              <w:adjustRightInd w:val="0"/>
              <w:ind w:right="0" w:firstLine="0"/>
              <w:jc w:val="center"/>
              <w:rPr>
                <w:color w:val="auto"/>
                <w:sz w:val="22"/>
                <w:szCs w:val="22"/>
              </w:rPr>
            </w:pPr>
            <w:r w:rsidRPr="00742DFF">
              <w:rPr>
                <w:color w:val="auto"/>
                <w:sz w:val="22"/>
                <w:szCs w:val="22"/>
              </w:rPr>
              <w:lastRenderedPageBreak/>
              <w:t>Весь период</w:t>
            </w:r>
          </w:p>
        </w:tc>
        <w:tc>
          <w:tcPr>
            <w:tcW w:w="1134" w:type="dxa"/>
          </w:tcPr>
          <w:p w:rsidR="002232DE" w:rsidRPr="00742DFF" w:rsidRDefault="00E95784" w:rsidP="00790248">
            <w:pPr>
              <w:tabs>
                <w:tab w:val="left" w:pos="1200"/>
              </w:tabs>
              <w:autoSpaceDE w:val="0"/>
              <w:autoSpaceDN w:val="0"/>
              <w:adjustRightInd w:val="0"/>
              <w:ind w:right="0" w:firstLine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8359,0</w:t>
            </w:r>
          </w:p>
        </w:tc>
        <w:tc>
          <w:tcPr>
            <w:tcW w:w="1701" w:type="dxa"/>
          </w:tcPr>
          <w:p w:rsidR="002232DE" w:rsidRDefault="002232DE" w:rsidP="00790248">
            <w:pPr>
              <w:tabs>
                <w:tab w:val="left" w:pos="1200"/>
              </w:tabs>
              <w:autoSpaceDE w:val="0"/>
              <w:autoSpaceDN w:val="0"/>
              <w:adjustRightInd w:val="0"/>
              <w:ind w:right="0" w:firstLine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:rsidR="002232DE" w:rsidRPr="00742DFF" w:rsidRDefault="002232DE" w:rsidP="00790248">
            <w:pPr>
              <w:tabs>
                <w:tab w:val="left" w:pos="1200"/>
              </w:tabs>
              <w:autoSpaceDE w:val="0"/>
              <w:autoSpaceDN w:val="0"/>
              <w:adjustRightInd w:val="0"/>
              <w:ind w:right="0" w:firstLine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278,4</w:t>
            </w:r>
          </w:p>
        </w:tc>
        <w:tc>
          <w:tcPr>
            <w:tcW w:w="1276" w:type="dxa"/>
          </w:tcPr>
          <w:p w:rsidR="002232DE" w:rsidRPr="00742DFF" w:rsidRDefault="00E95784" w:rsidP="00790248">
            <w:pPr>
              <w:tabs>
                <w:tab w:val="left" w:pos="1200"/>
              </w:tabs>
              <w:autoSpaceDE w:val="0"/>
              <w:autoSpaceDN w:val="0"/>
              <w:adjustRightInd w:val="0"/>
              <w:ind w:right="0" w:firstLine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8080,6</w:t>
            </w:r>
          </w:p>
        </w:tc>
        <w:tc>
          <w:tcPr>
            <w:tcW w:w="1844" w:type="dxa"/>
          </w:tcPr>
          <w:p w:rsidR="002232DE" w:rsidRPr="00742DFF" w:rsidRDefault="002232DE" w:rsidP="00863888">
            <w:pPr>
              <w:tabs>
                <w:tab w:val="left" w:pos="1200"/>
              </w:tabs>
              <w:autoSpaceDE w:val="0"/>
              <w:autoSpaceDN w:val="0"/>
              <w:adjustRightInd w:val="0"/>
              <w:ind w:right="0" w:firstLine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</w:t>
            </w:r>
          </w:p>
        </w:tc>
      </w:tr>
      <w:tr w:rsidR="00327505" w:rsidRPr="00742DFF" w:rsidTr="00327505">
        <w:trPr>
          <w:trHeight w:val="1549"/>
        </w:trPr>
        <w:tc>
          <w:tcPr>
            <w:tcW w:w="2268" w:type="dxa"/>
            <w:shd w:val="clear" w:color="auto" w:fill="auto"/>
          </w:tcPr>
          <w:p w:rsidR="00327505" w:rsidRDefault="00327505" w:rsidP="003703CA">
            <w:pPr>
              <w:tabs>
                <w:tab w:val="left" w:pos="1200"/>
              </w:tabs>
              <w:autoSpaceDE w:val="0"/>
              <w:autoSpaceDN w:val="0"/>
              <w:adjustRightInd w:val="0"/>
              <w:ind w:right="0" w:firstLine="0"/>
              <w:jc w:val="left"/>
              <w:rPr>
                <w:kern w:val="2"/>
                <w:sz w:val="22"/>
                <w:szCs w:val="22"/>
              </w:rPr>
            </w:pPr>
            <w:r w:rsidRPr="00DE44AE">
              <w:rPr>
                <w:kern w:val="2"/>
                <w:sz w:val="22"/>
                <w:szCs w:val="22"/>
              </w:rPr>
              <w:lastRenderedPageBreak/>
              <w:t xml:space="preserve">Мероприятие </w:t>
            </w:r>
            <w:r>
              <w:rPr>
                <w:kern w:val="2"/>
                <w:sz w:val="22"/>
                <w:szCs w:val="22"/>
              </w:rPr>
              <w:t>2.1.1.</w:t>
            </w:r>
          </w:p>
          <w:p w:rsidR="00327505" w:rsidRPr="00DE44AE" w:rsidRDefault="00327505" w:rsidP="00406E92">
            <w:pPr>
              <w:tabs>
                <w:tab w:val="left" w:pos="1200"/>
              </w:tabs>
              <w:autoSpaceDE w:val="0"/>
              <w:autoSpaceDN w:val="0"/>
              <w:adjustRightInd w:val="0"/>
              <w:ind w:right="0" w:firstLine="0"/>
              <w:jc w:val="left"/>
              <w:rPr>
                <w:kern w:val="2"/>
                <w:sz w:val="22"/>
                <w:szCs w:val="22"/>
              </w:rPr>
            </w:pPr>
            <w:r w:rsidRPr="00DE44AE">
              <w:rPr>
                <w:kern w:val="2"/>
                <w:sz w:val="22"/>
                <w:szCs w:val="22"/>
              </w:rPr>
              <w:t xml:space="preserve">Финансовое обеспечение выполнения </w:t>
            </w:r>
            <w:r>
              <w:rPr>
                <w:kern w:val="2"/>
                <w:sz w:val="22"/>
                <w:szCs w:val="22"/>
              </w:rPr>
              <w:t>муниципального</w:t>
            </w:r>
            <w:r w:rsidRPr="00DE44AE">
              <w:rPr>
                <w:kern w:val="2"/>
                <w:sz w:val="22"/>
                <w:szCs w:val="22"/>
              </w:rPr>
              <w:t xml:space="preserve"> задания </w:t>
            </w:r>
            <w:r>
              <w:rPr>
                <w:kern w:val="2"/>
                <w:sz w:val="22"/>
                <w:szCs w:val="22"/>
              </w:rPr>
              <w:t xml:space="preserve">на </w:t>
            </w:r>
            <w:r>
              <w:rPr>
                <w:sz w:val="22"/>
                <w:szCs w:val="22"/>
              </w:rPr>
              <w:t>организацию предоставления государственных и муниципальных услуг в многофункциональном центре предоставления государственных и муниципальных услуг</w:t>
            </w:r>
          </w:p>
        </w:tc>
        <w:tc>
          <w:tcPr>
            <w:tcW w:w="2268" w:type="dxa"/>
            <w:shd w:val="clear" w:color="auto" w:fill="auto"/>
          </w:tcPr>
          <w:p w:rsidR="00327505" w:rsidRPr="00742DFF" w:rsidRDefault="00327505" w:rsidP="00DE44AE">
            <w:pPr>
              <w:tabs>
                <w:tab w:val="left" w:pos="1200"/>
              </w:tabs>
              <w:autoSpaceDE w:val="0"/>
              <w:autoSpaceDN w:val="0"/>
              <w:adjustRightInd w:val="0"/>
              <w:ind w:right="0" w:firstLine="0"/>
              <w:jc w:val="center"/>
              <w:rPr>
                <w:sz w:val="22"/>
                <w:szCs w:val="22"/>
              </w:rPr>
            </w:pPr>
            <w:r w:rsidRPr="00742DFF">
              <w:rPr>
                <w:kern w:val="2"/>
                <w:sz w:val="22"/>
                <w:szCs w:val="22"/>
              </w:rPr>
              <w:t>МАУ МФЦ Целинского района</w:t>
            </w:r>
          </w:p>
        </w:tc>
        <w:tc>
          <w:tcPr>
            <w:tcW w:w="2693" w:type="dxa"/>
            <w:shd w:val="clear" w:color="auto" w:fill="auto"/>
          </w:tcPr>
          <w:p w:rsidR="00327505" w:rsidRPr="00406E92" w:rsidRDefault="00327505" w:rsidP="00406E92">
            <w:pPr>
              <w:pStyle w:val="ab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модернизация и совершенствование процесса предоставления государственных и муниципальных услуг на базе МФЦ</w:t>
            </w:r>
            <w:r w:rsidRPr="00406E92">
              <w:rPr>
                <w:sz w:val="22"/>
                <w:szCs w:val="22"/>
              </w:rPr>
              <w:t>;</w:t>
            </w:r>
            <w:r>
              <w:rPr>
                <w:sz w:val="22"/>
                <w:szCs w:val="22"/>
              </w:rPr>
              <w:t xml:space="preserve"> повышение показателя удовлетворенности граждан и организаций качество предоставления услуг</w:t>
            </w:r>
            <w:r w:rsidRPr="00406E92">
              <w:rPr>
                <w:sz w:val="22"/>
                <w:szCs w:val="22"/>
              </w:rPr>
              <w:t xml:space="preserve">; </w:t>
            </w:r>
            <w:r>
              <w:rPr>
                <w:sz w:val="22"/>
                <w:szCs w:val="22"/>
              </w:rPr>
              <w:t>соблюдение Федерального закона от 27.07.2010 № 210-ФЗ</w:t>
            </w:r>
          </w:p>
        </w:tc>
        <w:tc>
          <w:tcPr>
            <w:tcW w:w="1418" w:type="dxa"/>
            <w:shd w:val="clear" w:color="auto" w:fill="auto"/>
          </w:tcPr>
          <w:p w:rsidR="00327505" w:rsidRPr="00742DFF" w:rsidRDefault="00327505" w:rsidP="00742DFF">
            <w:pPr>
              <w:tabs>
                <w:tab w:val="left" w:pos="1200"/>
              </w:tabs>
              <w:autoSpaceDE w:val="0"/>
              <w:autoSpaceDN w:val="0"/>
              <w:adjustRightInd w:val="0"/>
              <w:ind w:right="0" w:firstLine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31.12.20</w:t>
            </w:r>
            <w:r w:rsidR="00C531E3">
              <w:rPr>
                <w:color w:val="auto"/>
                <w:sz w:val="22"/>
                <w:szCs w:val="22"/>
              </w:rPr>
              <w:t>2</w:t>
            </w:r>
            <w:r w:rsidR="004A7A81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327505" w:rsidRDefault="00FE3E9D" w:rsidP="00863888">
            <w:pPr>
              <w:tabs>
                <w:tab w:val="left" w:pos="1200"/>
              </w:tabs>
              <w:autoSpaceDE w:val="0"/>
              <w:autoSpaceDN w:val="0"/>
              <w:adjustRightInd w:val="0"/>
              <w:ind w:right="0" w:firstLine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8064,3</w:t>
            </w:r>
          </w:p>
        </w:tc>
        <w:tc>
          <w:tcPr>
            <w:tcW w:w="1701" w:type="dxa"/>
          </w:tcPr>
          <w:p w:rsidR="00327505" w:rsidRDefault="00327505" w:rsidP="00863888">
            <w:pPr>
              <w:tabs>
                <w:tab w:val="left" w:pos="1200"/>
              </w:tabs>
              <w:autoSpaceDE w:val="0"/>
              <w:autoSpaceDN w:val="0"/>
              <w:adjustRightInd w:val="0"/>
              <w:ind w:right="0" w:firstLine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:rsidR="00327505" w:rsidRDefault="00C531E3" w:rsidP="00863888">
            <w:pPr>
              <w:tabs>
                <w:tab w:val="left" w:pos="1200"/>
              </w:tabs>
              <w:autoSpaceDE w:val="0"/>
              <w:autoSpaceDN w:val="0"/>
              <w:adjustRightInd w:val="0"/>
              <w:ind w:right="0" w:firstLine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327505" w:rsidRDefault="00FE3E9D" w:rsidP="00863888">
            <w:pPr>
              <w:tabs>
                <w:tab w:val="left" w:pos="1200"/>
              </w:tabs>
              <w:autoSpaceDE w:val="0"/>
              <w:autoSpaceDN w:val="0"/>
              <w:adjustRightInd w:val="0"/>
              <w:ind w:right="0" w:firstLine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8064,3</w:t>
            </w:r>
          </w:p>
        </w:tc>
        <w:tc>
          <w:tcPr>
            <w:tcW w:w="1844" w:type="dxa"/>
          </w:tcPr>
          <w:p w:rsidR="00327505" w:rsidRDefault="00327505" w:rsidP="00863888">
            <w:pPr>
              <w:tabs>
                <w:tab w:val="left" w:pos="1200"/>
              </w:tabs>
              <w:autoSpaceDE w:val="0"/>
              <w:autoSpaceDN w:val="0"/>
              <w:adjustRightInd w:val="0"/>
              <w:ind w:right="0" w:firstLine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</w:t>
            </w:r>
          </w:p>
        </w:tc>
      </w:tr>
      <w:tr w:rsidR="00327505" w:rsidRPr="00742DFF" w:rsidTr="00327505">
        <w:trPr>
          <w:trHeight w:val="1549"/>
        </w:trPr>
        <w:tc>
          <w:tcPr>
            <w:tcW w:w="2268" w:type="dxa"/>
            <w:shd w:val="clear" w:color="auto" w:fill="auto"/>
          </w:tcPr>
          <w:p w:rsidR="00327505" w:rsidRDefault="00327505" w:rsidP="003703CA">
            <w:pPr>
              <w:tabs>
                <w:tab w:val="left" w:pos="1200"/>
              </w:tabs>
              <w:autoSpaceDE w:val="0"/>
              <w:autoSpaceDN w:val="0"/>
              <w:adjustRightInd w:val="0"/>
              <w:ind w:right="0" w:firstLine="0"/>
              <w:jc w:val="left"/>
              <w:rPr>
                <w:kern w:val="2"/>
                <w:sz w:val="22"/>
                <w:szCs w:val="22"/>
              </w:rPr>
            </w:pPr>
            <w:r>
              <w:rPr>
                <w:kern w:val="2"/>
                <w:sz w:val="22"/>
                <w:szCs w:val="22"/>
              </w:rPr>
              <w:t xml:space="preserve">Мероприятие 2.1.2. </w:t>
            </w:r>
          </w:p>
          <w:p w:rsidR="00327505" w:rsidRPr="009743AD" w:rsidRDefault="00327505" w:rsidP="003703CA">
            <w:pPr>
              <w:tabs>
                <w:tab w:val="left" w:pos="1200"/>
              </w:tabs>
              <w:autoSpaceDE w:val="0"/>
              <w:autoSpaceDN w:val="0"/>
              <w:adjustRightInd w:val="0"/>
              <w:ind w:right="0" w:firstLine="0"/>
              <w:jc w:val="left"/>
              <w:rPr>
                <w:kern w:val="2"/>
                <w:sz w:val="22"/>
                <w:szCs w:val="22"/>
              </w:rPr>
            </w:pPr>
            <w:r>
              <w:rPr>
                <w:kern w:val="2"/>
                <w:sz w:val="22"/>
                <w:szCs w:val="22"/>
              </w:rPr>
              <w:t>Реализация непрерывного обучения работников многофункционального центра предоставления государственных и муниципальных услуг</w:t>
            </w:r>
          </w:p>
        </w:tc>
        <w:tc>
          <w:tcPr>
            <w:tcW w:w="2268" w:type="dxa"/>
            <w:shd w:val="clear" w:color="auto" w:fill="auto"/>
          </w:tcPr>
          <w:p w:rsidR="00327505" w:rsidRPr="00742DFF" w:rsidRDefault="00327505" w:rsidP="009743AD">
            <w:pPr>
              <w:tabs>
                <w:tab w:val="left" w:pos="1200"/>
              </w:tabs>
              <w:autoSpaceDE w:val="0"/>
              <w:autoSpaceDN w:val="0"/>
              <w:adjustRightInd w:val="0"/>
              <w:ind w:right="0" w:firstLine="0"/>
              <w:jc w:val="center"/>
              <w:rPr>
                <w:sz w:val="22"/>
                <w:szCs w:val="22"/>
              </w:rPr>
            </w:pPr>
            <w:r w:rsidRPr="00742DFF">
              <w:rPr>
                <w:kern w:val="2"/>
                <w:sz w:val="22"/>
                <w:szCs w:val="22"/>
              </w:rPr>
              <w:t>МАУ МФЦ Целинского района</w:t>
            </w:r>
          </w:p>
        </w:tc>
        <w:tc>
          <w:tcPr>
            <w:tcW w:w="2693" w:type="dxa"/>
            <w:shd w:val="clear" w:color="auto" w:fill="auto"/>
          </w:tcPr>
          <w:p w:rsidR="00327505" w:rsidRPr="00742DFF" w:rsidRDefault="00327505" w:rsidP="00742DFF">
            <w:pPr>
              <w:pStyle w:val="ab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повышение качества обслуживания в многофункциональном центре предоставления государственных и муниципальных услуг за счет непрерывного обучения</w:t>
            </w:r>
          </w:p>
        </w:tc>
        <w:tc>
          <w:tcPr>
            <w:tcW w:w="1418" w:type="dxa"/>
            <w:shd w:val="clear" w:color="auto" w:fill="auto"/>
          </w:tcPr>
          <w:p w:rsidR="00327505" w:rsidRPr="00742DFF" w:rsidRDefault="00327505" w:rsidP="00742DFF">
            <w:pPr>
              <w:tabs>
                <w:tab w:val="left" w:pos="1200"/>
              </w:tabs>
              <w:autoSpaceDE w:val="0"/>
              <w:autoSpaceDN w:val="0"/>
              <w:adjustRightInd w:val="0"/>
              <w:ind w:right="0" w:firstLine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31.12.20</w:t>
            </w:r>
            <w:r w:rsidR="00C531E3">
              <w:rPr>
                <w:color w:val="auto"/>
                <w:sz w:val="22"/>
                <w:szCs w:val="22"/>
              </w:rPr>
              <w:t>2</w:t>
            </w:r>
            <w:r w:rsidR="004A7A81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327505" w:rsidRDefault="00327505" w:rsidP="00863888">
            <w:pPr>
              <w:tabs>
                <w:tab w:val="left" w:pos="1200"/>
              </w:tabs>
              <w:autoSpaceDE w:val="0"/>
              <w:autoSpaceDN w:val="0"/>
              <w:adjustRightInd w:val="0"/>
              <w:ind w:right="0" w:firstLine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327505" w:rsidRDefault="00327505" w:rsidP="00863888">
            <w:pPr>
              <w:tabs>
                <w:tab w:val="left" w:pos="1200"/>
              </w:tabs>
              <w:autoSpaceDE w:val="0"/>
              <w:autoSpaceDN w:val="0"/>
              <w:adjustRightInd w:val="0"/>
              <w:ind w:right="0" w:firstLine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:rsidR="00327505" w:rsidRDefault="00327505" w:rsidP="00863888">
            <w:pPr>
              <w:tabs>
                <w:tab w:val="left" w:pos="1200"/>
              </w:tabs>
              <w:autoSpaceDE w:val="0"/>
              <w:autoSpaceDN w:val="0"/>
              <w:adjustRightInd w:val="0"/>
              <w:ind w:right="0" w:firstLine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327505" w:rsidRDefault="00327505" w:rsidP="00863888">
            <w:pPr>
              <w:tabs>
                <w:tab w:val="left" w:pos="1200"/>
              </w:tabs>
              <w:autoSpaceDE w:val="0"/>
              <w:autoSpaceDN w:val="0"/>
              <w:adjustRightInd w:val="0"/>
              <w:ind w:right="0" w:firstLine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</w:t>
            </w:r>
          </w:p>
        </w:tc>
        <w:tc>
          <w:tcPr>
            <w:tcW w:w="1844" w:type="dxa"/>
          </w:tcPr>
          <w:p w:rsidR="00327505" w:rsidRDefault="00327505" w:rsidP="00863888">
            <w:pPr>
              <w:tabs>
                <w:tab w:val="left" w:pos="1200"/>
              </w:tabs>
              <w:autoSpaceDE w:val="0"/>
              <w:autoSpaceDN w:val="0"/>
              <w:adjustRightInd w:val="0"/>
              <w:ind w:right="0" w:firstLine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</w:t>
            </w:r>
          </w:p>
        </w:tc>
      </w:tr>
      <w:tr w:rsidR="00327505" w:rsidRPr="00742DFF" w:rsidTr="00327505">
        <w:trPr>
          <w:trHeight w:val="1549"/>
        </w:trPr>
        <w:tc>
          <w:tcPr>
            <w:tcW w:w="2268" w:type="dxa"/>
            <w:shd w:val="clear" w:color="auto" w:fill="auto"/>
          </w:tcPr>
          <w:p w:rsidR="00327505" w:rsidRDefault="00327505" w:rsidP="003703CA">
            <w:pPr>
              <w:tabs>
                <w:tab w:val="left" w:pos="1200"/>
              </w:tabs>
              <w:autoSpaceDE w:val="0"/>
              <w:autoSpaceDN w:val="0"/>
              <w:adjustRightInd w:val="0"/>
              <w:ind w:right="0" w:firstLine="0"/>
              <w:jc w:val="left"/>
              <w:rPr>
                <w:kern w:val="2"/>
                <w:sz w:val="22"/>
                <w:szCs w:val="22"/>
              </w:rPr>
            </w:pPr>
            <w:r>
              <w:rPr>
                <w:kern w:val="2"/>
                <w:sz w:val="22"/>
                <w:szCs w:val="22"/>
              </w:rPr>
              <w:lastRenderedPageBreak/>
              <w:t>Мероприятие 2.1.3.</w:t>
            </w:r>
          </w:p>
          <w:p w:rsidR="00327505" w:rsidRPr="00473A81" w:rsidRDefault="00327505" w:rsidP="00473A81">
            <w:pPr>
              <w:pStyle w:val="Default"/>
              <w:rPr>
                <w:sz w:val="22"/>
                <w:szCs w:val="22"/>
              </w:rPr>
            </w:pPr>
            <w:r w:rsidRPr="00473A81">
              <w:rPr>
                <w:sz w:val="22"/>
                <w:szCs w:val="22"/>
              </w:rPr>
              <w:t>Реализация принципа экстерриториальности при предоставлении государственных и муниципальных услуг</w:t>
            </w:r>
          </w:p>
          <w:p w:rsidR="00327505" w:rsidRDefault="00327505" w:rsidP="003703CA">
            <w:pPr>
              <w:tabs>
                <w:tab w:val="left" w:pos="1200"/>
              </w:tabs>
              <w:autoSpaceDE w:val="0"/>
              <w:autoSpaceDN w:val="0"/>
              <w:adjustRightInd w:val="0"/>
              <w:ind w:right="0" w:firstLine="0"/>
              <w:jc w:val="left"/>
              <w:rPr>
                <w:kern w:val="2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327505" w:rsidRPr="00742DFF" w:rsidRDefault="00327505" w:rsidP="009743AD">
            <w:pPr>
              <w:tabs>
                <w:tab w:val="left" w:pos="1200"/>
              </w:tabs>
              <w:autoSpaceDE w:val="0"/>
              <w:autoSpaceDN w:val="0"/>
              <w:adjustRightInd w:val="0"/>
              <w:ind w:right="0" w:firstLine="0"/>
              <w:jc w:val="center"/>
              <w:rPr>
                <w:kern w:val="2"/>
                <w:sz w:val="22"/>
                <w:szCs w:val="22"/>
              </w:rPr>
            </w:pPr>
            <w:r w:rsidRPr="00742DFF">
              <w:rPr>
                <w:kern w:val="2"/>
                <w:sz w:val="22"/>
                <w:szCs w:val="22"/>
              </w:rPr>
              <w:t>МАУ МФЦ Целинского района</w:t>
            </w:r>
          </w:p>
        </w:tc>
        <w:tc>
          <w:tcPr>
            <w:tcW w:w="2693" w:type="dxa"/>
            <w:shd w:val="clear" w:color="auto" w:fill="auto"/>
          </w:tcPr>
          <w:p w:rsidR="00327505" w:rsidRDefault="00327505" w:rsidP="00327505">
            <w:pPr>
              <w:pStyle w:val="Default"/>
              <w:rPr>
                <w:sz w:val="22"/>
                <w:szCs w:val="22"/>
              </w:rPr>
            </w:pPr>
            <w:r w:rsidRPr="00473A81">
              <w:rPr>
                <w:sz w:val="22"/>
                <w:szCs w:val="22"/>
              </w:rPr>
              <w:t>обеспечение возможности предоставления услуг заявителям в многофункциональн</w:t>
            </w:r>
            <w:r>
              <w:rPr>
                <w:sz w:val="22"/>
                <w:szCs w:val="22"/>
              </w:rPr>
              <w:t>ом</w:t>
            </w:r>
            <w:r w:rsidRPr="00473A81">
              <w:rPr>
                <w:sz w:val="22"/>
                <w:szCs w:val="22"/>
              </w:rPr>
              <w:t xml:space="preserve"> центр</w:t>
            </w:r>
            <w:r>
              <w:rPr>
                <w:sz w:val="22"/>
                <w:szCs w:val="22"/>
              </w:rPr>
              <w:t xml:space="preserve">е </w:t>
            </w:r>
            <w:r w:rsidRPr="00473A81">
              <w:rPr>
                <w:sz w:val="22"/>
                <w:szCs w:val="22"/>
              </w:rPr>
              <w:t>предоставления государственных и муниципальных услуг независимо от места их регистрации на территории Ростовской области, в том числе в качестве субъектов предпринимательской деятельности, места расположения на территории Ростовской области объектов недвижимости</w:t>
            </w:r>
          </w:p>
        </w:tc>
        <w:tc>
          <w:tcPr>
            <w:tcW w:w="1418" w:type="dxa"/>
            <w:shd w:val="clear" w:color="auto" w:fill="auto"/>
          </w:tcPr>
          <w:p w:rsidR="00327505" w:rsidRDefault="00327505" w:rsidP="00742DFF">
            <w:pPr>
              <w:tabs>
                <w:tab w:val="left" w:pos="1200"/>
              </w:tabs>
              <w:autoSpaceDE w:val="0"/>
              <w:autoSpaceDN w:val="0"/>
              <w:adjustRightInd w:val="0"/>
              <w:ind w:right="0" w:firstLine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31.12.20</w:t>
            </w:r>
            <w:r w:rsidR="00C531E3">
              <w:rPr>
                <w:color w:val="auto"/>
                <w:sz w:val="22"/>
                <w:szCs w:val="22"/>
              </w:rPr>
              <w:t>2</w:t>
            </w:r>
            <w:r w:rsidR="004A7A81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327505" w:rsidRDefault="00327505" w:rsidP="006B7FE0">
            <w:pPr>
              <w:tabs>
                <w:tab w:val="left" w:pos="1200"/>
              </w:tabs>
              <w:autoSpaceDE w:val="0"/>
              <w:autoSpaceDN w:val="0"/>
              <w:adjustRightInd w:val="0"/>
              <w:ind w:right="0" w:firstLine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</w:t>
            </w:r>
            <w:r w:rsidR="00122440">
              <w:rPr>
                <w:color w:val="auto"/>
                <w:sz w:val="22"/>
                <w:szCs w:val="22"/>
              </w:rPr>
              <w:t>9,</w:t>
            </w:r>
            <w:r w:rsidR="00FE3E9D">
              <w:rPr>
                <w:color w:val="auto"/>
                <w:sz w:val="22"/>
                <w:szCs w:val="22"/>
              </w:rPr>
              <w:t>9</w:t>
            </w:r>
          </w:p>
        </w:tc>
        <w:tc>
          <w:tcPr>
            <w:tcW w:w="1701" w:type="dxa"/>
          </w:tcPr>
          <w:p w:rsidR="00327505" w:rsidRDefault="00327505" w:rsidP="00863888">
            <w:pPr>
              <w:tabs>
                <w:tab w:val="left" w:pos="1200"/>
              </w:tabs>
              <w:autoSpaceDE w:val="0"/>
              <w:autoSpaceDN w:val="0"/>
              <w:adjustRightInd w:val="0"/>
              <w:ind w:right="0" w:firstLine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:rsidR="00327505" w:rsidRDefault="00327505" w:rsidP="006B7FE0">
            <w:pPr>
              <w:tabs>
                <w:tab w:val="left" w:pos="1200"/>
              </w:tabs>
              <w:autoSpaceDE w:val="0"/>
              <w:autoSpaceDN w:val="0"/>
              <w:adjustRightInd w:val="0"/>
              <w:ind w:right="0" w:firstLine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</w:t>
            </w:r>
            <w:r w:rsidR="002232DE">
              <w:rPr>
                <w:color w:val="auto"/>
                <w:sz w:val="22"/>
                <w:szCs w:val="22"/>
              </w:rPr>
              <w:t>8,2</w:t>
            </w:r>
          </w:p>
        </w:tc>
        <w:tc>
          <w:tcPr>
            <w:tcW w:w="1276" w:type="dxa"/>
          </w:tcPr>
          <w:p w:rsidR="00327505" w:rsidRDefault="00327505" w:rsidP="00863888">
            <w:pPr>
              <w:tabs>
                <w:tab w:val="left" w:pos="1200"/>
              </w:tabs>
              <w:autoSpaceDE w:val="0"/>
              <w:autoSpaceDN w:val="0"/>
              <w:adjustRightInd w:val="0"/>
              <w:ind w:right="0" w:firstLine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1,</w:t>
            </w:r>
            <w:r w:rsidR="00E95784">
              <w:rPr>
                <w:color w:val="auto"/>
                <w:sz w:val="22"/>
                <w:szCs w:val="22"/>
              </w:rPr>
              <w:t>7</w:t>
            </w:r>
          </w:p>
        </w:tc>
        <w:tc>
          <w:tcPr>
            <w:tcW w:w="1844" w:type="dxa"/>
          </w:tcPr>
          <w:p w:rsidR="00327505" w:rsidRDefault="00327505" w:rsidP="00863888">
            <w:pPr>
              <w:tabs>
                <w:tab w:val="left" w:pos="1200"/>
              </w:tabs>
              <w:autoSpaceDE w:val="0"/>
              <w:autoSpaceDN w:val="0"/>
              <w:adjustRightInd w:val="0"/>
              <w:ind w:right="0" w:firstLine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</w:t>
            </w:r>
          </w:p>
        </w:tc>
      </w:tr>
      <w:tr w:rsidR="00327505" w:rsidRPr="00742DFF" w:rsidTr="00327505">
        <w:trPr>
          <w:trHeight w:val="840"/>
        </w:trPr>
        <w:tc>
          <w:tcPr>
            <w:tcW w:w="2268" w:type="dxa"/>
            <w:shd w:val="clear" w:color="auto" w:fill="auto"/>
          </w:tcPr>
          <w:p w:rsidR="00327505" w:rsidRPr="00473A81" w:rsidRDefault="00327505" w:rsidP="00473A81">
            <w:pPr>
              <w:pStyle w:val="Default"/>
              <w:rPr>
                <w:sz w:val="22"/>
                <w:szCs w:val="22"/>
              </w:rPr>
            </w:pPr>
            <w:r w:rsidRPr="00473A81">
              <w:rPr>
                <w:sz w:val="22"/>
                <w:szCs w:val="22"/>
              </w:rPr>
              <w:t>Мероприятие 2.1.</w:t>
            </w:r>
            <w:r>
              <w:rPr>
                <w:sz w:val="22"/>
                <w:szCs w:val="22"/>
              </w:rPr>
              <w:t>4.</w:t>
            </w:r>
          </w:p>
          <w:p w:rsidR="00327505" w:rsidRPr="00327505" w:rsidRDefault="00327505" w:rsidP="00327505">
            <w:pPr>
              <w:pStyle w:val="Default"/>
              <w:rPr>
                <w:sz w:val="22"/>
                <w:szCs w:val="22"/>
              </w:rPr>
            </w:pPr>
            <w:r w:rsidRPr="00473A81">
              <w:rPr>
                <w:sz w:val="22"/>
                <w:szCs w:val="22"/>
              </w:rPr>
              <w:t>Организация предоставления областных услуг на базе многофункциональных центров предоставления государственных и муниципальных услуг Ростовской области</w:t>
            </w:r>
          </w:p>
        </w:tc>
        <w:tc>
          <w:tcPr>
            <w:tcW w:w="2268" w:type="dxa"/>
            <w:shd w:val="clear" w:color="auto" w:fill="auto"/>
          </w:tcPr>
          <w:p w:rsidR="00327505" w:rsidRPr="00742DFF" w:rsidRDefault="00327505" w:rsidP="009743AD">
            <w:pPr>
              <w:tabs>
                <w:tab w:val="left" w:pos="1200"/>
              </w:tabs>
              <w:autoSpaceDE w:val="0"/>
              <w:autoSpaceDN w:val="0"/>
              <w:adjustRightInd w:val="0"/>
              <w:ind w:right="0" w:firstLine="0"/>
              <w:jc w:val="center"/>
              <w:rPr>
                <w:kern w:val="2"/>
                <w:sz w:val="22"/>
                <w:szCs w:val="22"/>
              </w:rPr>
            </w:pPr>
            <w:r w:rsidRPr="00742DFF">
              <w:rPr>
                <w:kern w:val="2"/>
                <w:sz w:val="22"/>
                <w:szCs w:val="22"/>
              </w:rPr>
              <w:t>МАУ МФЦ Целинского района</w:t>
            </w:r>
          </w:p>
        </w:tc>
        <w:tc>
          <w:tcPr>
            <w:tcW w:w="2693" w:type="dxa"/>
            <w:shd w:val="clear" w:color="auto" w:fill="auto"/>
          </w:tcPr>
          <w:p w:rsidR="00327505" w:rsidRPr="00473A81" w:rsidRDefault="00327505" w:rsidP="00473A81">
            <w:pPr>
              <w:pStyle w:val="Default"/>
              <w:rPr>
                <w:sz w:val="22"/>
                <w:szCs w:val="22"/>
              </w:rPr>
            </w:pPr>
            <w:r w:rsidRPr="00473A81">
              <w:rPr>
                <w:sz w:val="22"/>
                <w:szCs w:val="22"/>
              </w:rPr>
              <w:t>обеспечение возможности получения услуг органов исполнительной власти Ростовской области (структурных подразделений Правительства Ростовской области) в многофункциональн</w:t>
            </w:r>
            <w:r>
              <w:rPr>
                <w:sz w:val="22"/>
                <w:szCs w:val="22"/>
              </w:rPr>
              <w:t>ом</w:t>
            </w:r>
            <w:r w:rsidRPr="00473A81">
              <w:rPr>
                <w:sz w:val="22"/>
                <w:szCs w:val="22"/>
              </w:rPr>
              <w:t xml:space="preserve"> центр</w:t>
            </w:r>
            <w:r>
              <w:rPr>
                <w:sz w:val="22"/>
                <w:szCs w:val="22"/>
              </w:rPr>
              <w:t>е</w:t>
            </w:r>
            <w:r w:rsidRPr="00473A81">
              <w:rPr>
                <w:sz w:val="22"/>
                <w:szCs w:val="22"/>
              </w:rPr>
              <w:t xml:space="preserve"> предоставления государственных и муниципальных услуг </w:t>
            </w:r>
          </w:p>
        </w:tc>
        <w:tc>
          <w:tcPr>
            <w:tcW w:w="1418" w:type="dxa"/>
            <w:shd w:val="clear" w:color="auto" w:fill="auto"/>
          </w:tcPr>
          <w:p w:rsidR="00327505" w:rsidRDefault="00327505" w:rsidP="00396DA2">
            <w:pPr>
              <w:tabs>
                <w:tab w:val="left" w:pos="1200"/>
              </w:tabs>
              <w:autoSpaceDE w:val="0"/>
              <w:autoSpaceDN w:val="0"/>
              <w:adjustRightInd w:val="0"/>
              <w:ind w:right="0" w:firstLine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31.12.20</w:t>
            </w:r>
            <w:r w:rsidR="00C531E3">
              <w:rPr>
                <w:color w:val="auto"/>
                <w:sz w:val="22"/>
                <w:szCs w:val="22"/>
              </w:rPr>
              <w:t>2</w:t>
            </w:r>
            <w:r w:rsidR="004A7A81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327505" w:rsidRDefault="00327505" w:rsidP="006B7FE0">
            <w:pPr>
              <w:tabs>
                <w:tab w:val="left" w:pos="1200"/>
              </w:tabs>
              <w:autoSpaceDE w:val="0"/>
              <w:autoSpaceDN w:val="0"/>
              <w:adjustRightInd w:val="0"/>
              <w:ind w:right="0" w:firstLine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</w:t>
            </w:r>
            <w:r w:rsidR="002232DE">
              <w:rPr>
                <w:color w:val="auto"/>
                <w:sz w:val="22"/>
                <w:szCs w:val="22"/>
              </w:rPr>
              <w:t>64,8</w:t>
            </w:r>
          </w:p>
        </w:tc>
        <w:tc>
          <w:tcPr>
            <w:tcW w:w="1701" w:type="dxa"/>
          </w:tcPr>
          <w:p w:rsidR="00327505" w:rsidRDefault="00327505" w:rsidP="00863888">
            <w:pPr>
              <w:tabs>
                <w:tab w:val="left" w:pos="1200"/>
              </w:tabs>
              <w:autoSpaceDE w:val="0"/>
              <w:autoSpaceDN w:val="0"/>
              <w:adjustRightInd w:val="0"/>
              <w:ind w:right="0" w:firstLine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:rsidR="00327505" w:rsidRDefault="00327505" w:rsidP="006B7FE0">
            <w:pPr>
              <w:tabs>
                <w:tab w:val="left" w:pos="1200"/>
              </w:tabs>
              <w:autoSpaceDE w:val="0"/>
              <w:autoSpaceDN w:val="0"/>
              <w:adjustRightInd w:val="0"/>
              <w:ind w:right="0" w:firstLine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</w:t>
            </w:r>
            <w:r w:rsidR="002232DE">
              <w:rPr>
                <w:color w:val="auto"/>
                <w:sz w:val="22"/>
                <w:szCs w:val="22"/>
              </w:rPr>
              <w:t>50,2</w:t>
            </w:r>
          </w:p>
        </w:tc>
        <w:tc>
          <w:tcPr>
            <w:tcW w:w="1276" w:type="dxa"/>
          </w:tcPr>
          <w:p w:rsidR="00327505" w:rsidRDefault="00327505" w:rsidP="006B7FE0">
            <w:pPr>
              <w:tabs>
                <w:tab w:val="left" w:pos="1200"/>
              </w:tabs>
              <w:autoSpaceDE w:val="0"/>
              <w:autoSpaceDN w:val="0"/>
              <w:adjustRightInd w:val="0"/>
              <w:ind w:right="0" w:firstLine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</w:t>
            </w:r>
            <w:r w:rsidR="00F46883">
              <w:rPr>
                <w:color w:val="auto"/>
                <w:sz w:val="22"/>
                <w:szCs w:val="22"/>
              </w:rPr>
              <w:t>4,</w:t>
            </w:r>
            <w:r w:rsidR="002232DE">
              <w:rPr>
                <w:color w:val="auto"/>
                <w:sz w:val="22"/>
                <w:szCs w:val="22"/>
              </w:rPr>
              <w:t>6</w:t>
            </w:r>
          </w:p>
        </w:tc>
        <w:tc>
          <w:tcPr>
            <w:tcW w:w="1844" w:type="dxa"/>
          </w:tcPr>
          <w:p w:rsidR="00327505" w:rsidRDefault="00327505" w:rsidP="00863888">
            <w:pPr>
              <w:tabs>
                <w:tab w:val="left" w:pos="1200"/>
              </w:tabs>
              <w:autoSpaceDE w:val="0"/>
              <w:autoSpaceDN w:val="0"/>
              <w:adjustRightInd w:val="0"/>
              <w:ind w:right="0" w:firstLine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</w:t>
            </w:r>
          </w:p>
        </w:tc>
      </w:tr>
      <w:tr w:rsidR="00327505" w:rsidRPr="00742DFF" w:rsidTr="00327505">
        <w:trPr>
          <w:trHeight w:val="1549"/>
        </w:trPr>
        <w:tc>
          <w:tcPr>
            <w:tcW w:w="2268" w:type="dxa"/>
            <w:shd w:val="clear" w:color="auto" w:fill="auto"/>
          </w:tcPr>
          <w:p w:rsidR="00327505" w:rsidRDefault="00327505" w:rsidP="00E772C1">
            <w:pPr>
              <w:pStyle w:val="Defaul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Контрольное событие 2.1.1</w:t>
            </w:r>
            <w:r w:rsidRPr="00DE44AE">
              <w:rPr>
                <w:b/>
                <w:sz w:val="22"/>
                <w:szCs w:val="22"/>
              </w:rPr>
              <w:t>.</w:t>
            </w:r>
          </w:p>
          <w:p w:rsidR="00327505" w:rsidRPr="00473A81" w:rsidRDefault="00327505" w:rsidP="00473A81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Обеспечение деятельности муниципального автономного учреждения Целинского района </w:t>
            </w:r>
            <w:r>
              <w:rPr>
                <w:sz w:val="22"/>
                <w:szCs w:val="22"/>
              </w:rPr>
              <w:lastRenderedPageBreak/>
              <w:t>«Многофункциональный центр предоставления государственных и муниципальных услуг»</w:t>
            </w:r>
          </w:p>
        </w:tc>
        <w:tc>
          <w:tcPr>
            <w:tcW w:w="2268" w:type="dxa"/>
            <w:shd w:val="clear" w:color="auto" w:fill="auto"/>
          </w:tcPr>
          <w:p w:rsidR="00327505" w:rsidRPr="00742DFF" w:rsidRDefault="00327505" w:rsidP="009743AD">
            <w:pPr>
              <w:tabs>
                <w:tab w:val="left" w:pos="1200"/>
              </w:tabs>
              <w:autoSpaceDE w:val="0"/>
              <w:autoSpaceDN w:val="0"/>
              <w:adjustRightInd w:val="0"/>
              <w:ind w:right="0" w:firstLine="0"/>
              <w:jc w:val="center"/>
              <w:rPr>
                <w:kern w:val="2"/>
                <w:sz w:val="22"/>
                <w:szCs w:val="22"/>
              </w:rPr>
            </w:pPr>
            <w:r w:rsidRPr="00742DFF">
              <w:rPr>
                <w:kern w:val="2"/>
                <w:sz w:val="22"/>
                <w:szCs w:val="22"/>
              </w:rPr>
              <w:lastRenderedPageBreak/>
              <w:t>МАУ МФЦ Целинского района</w:t>
            </w:r>
          </w:p>
        </w:tc>
        <w:tc>
          <w:tcPr>
            <w:tcW w:w="2693" w:type="dxa"/>
            <w:shd w:val="clear" w:color="auto" w:fill="auto"/>
          </w:tcPr>
          <w:p w:rsidR="00327505" w:rsidRPr="00473A81" w:rsidRDefault="00327505" w:rsidP="00473A81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Обеспечить предоставление населению полного спектра государственных и муниципальных услуг, предоставляемых на базе МФЦ Целинского района, с использованием </w:t>
            </w:r>
            <w:r>
              <w:rPr>
                <w:sz w:val="22"/>
                <w:szCs w:val="22"/>
              </w:rPr>
              <w:lastRenderedPageBreak/>
              <w:t xml:space="preserve">интегрированной информационной системы единой сети МФЦ Ростовской области </w:t>
            </w:r>
          </w:p>
        </w:tc>
        <w:tc>
          <w:tcPr>
            <w:tcW w:w="1418" w:type="dxa"/>
            <w:shd w:val="clear" w:color="auto" w:fill="auto"/>
          </w:tcPr>
          <w:p w:rsidR="00327505" w:rsidRDefault="00327505" w:rsidP="00742DFF">
            <w:pPr>
              <w:tabs>
                <w:tab w:val="left" w:pos="1200"/>
              </w:tabs>
              <w:autoSpaceDE w:val="0"/>
              <w:autoSpaceDN w:val="0"/>
              <w:adjustRightInd w:val="0"/>
              <w:ind w:right="0" w:firstLine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lastRenderedPageBreak/>
              <w:t>31.12.20</w:t>
            </w:r>
            <w:r w:rsidR="00C531E3">
              <w:rPr>
                <w:color w:val="auto"/>
                <w:sz w:val="22"/>
                <w:szCs w:val="22"/>
              </w:rPr>
              <w:t>2</w:t>
            </w:r>
            <w:r w:rsidR="004A7A81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327505" w:rsidRDefault="00327505" w:rsidP="005A6687">
            <w:pPr>
              <w:tabs>
                <w:tab w:val="left" w:pos="1200"/>
              </w:tabs>
              <w:autoSpaceDE w:val="0"/>
              <w:autoSpaceDN w:val="0"/>
              <w:adjustRightInd w:val="0"/>
              <w:ind w:right="0" w:firstLine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Х</w:t>
            </w:r>
          </w:p>
        </w:tc>
        <w:tc>
          <w:tcPr>
            <w:tcW w:w="1701" w:type="dxa"/>
          </w:tcPr>
          <w:p w:rsidR="00327505" w:rsidRDefault="00327505" w:rsidP="005A6687">
            <w:pPr>
              <w:tabs>
                <w:tab w:val="left" w:pos="1200"/>
              </w:tabs>
              <w:autoSpaceDE w:val="0"/>
              <w:autoSpaceDN w:val="0"/>
              <w:adjustRightInd w:val="0"/>
              <w:ind w:right="0" w:firstLine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Х</w:t>
            </w:r>
          </w:p>
        </w:tc>
        <w:tc>
          <w:tcPr>
            <w:tcW w:w="1417" w:type="dxa"/>
          </w:tcPr>
          <w:p w:rsidR="00327505" w:rsidRDefault="00327505" w:rsidP="005A6687">
            <w:pPr>
              <w:tabs>
                <w:tab w:val="left" w:pos="1200"/>
              </w:tabs>
              <w:autoSpaceDE w:val="0"/>
              <w:autoSpaceDN w:val="0"/>
              <w:adjustRightInd w:val="0"/>
              <w:ind w:right="0" w:firstLine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Х</w:t>
            </w:r>
          </w:p>
        </w:tc>
        <w:tc>
          <w:tcPr>
            <w:tcW w:w="1276" w:type="dxa"/>
          </w:tcPr>
          <w:p w:rsidR="00327505" w:rsidRDefault="00327505" w:rsidP="005A6687">
            <w:pPr>
              <w:tabs>
                <w:tab w:val="left" w:pos="1200"/>
              </w:tabs>
              <w:autoSpaceDE w:val="0"/>
              <w:autoSpaceDN w:val="0"/>
              <w:adjustRightInd w:val="0"/>
              <w:ind w:right="0" w:firstLine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Х</w:t>
            </w:r>
          </w:p>
        </w:tc>
        <w:tc>
          <w:tcPr>
            <w:tcW w:w="1844" w:type="dxa"/>
          </w:tcPr>
          <w:p w:rsidR="00327505" w:rsidRDefault="00327505" w:rsidP="005A6687">
            <w:pPr>
              <w:tabs>
                <w:tab w:val="left" w:pos="1200"/>
              </w:tabs>
              <w:autoSpaceDE w:val="0"/>
              <w:autoSpaceDN w:val="0"/>
              <w:adjustRightInd w:val="0"/>
              <w:ind w:right="0" w:firstLine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Х</w:t>
            </w:r>
          </w:p>
        </w:tc>
      </w:tr>
      <w:tr w:rsidR="00327505" w:rsidRPr="00742DFF" w:rsidTr="00327505">
        <w:trPr>
          <w:trHeight w:val="1549"/>
        </w:trPr>
        <w:tc>
          <w:tcPr>
            <w:tcW w:w="2268" w:type="dxa"/>
            <w:shd w:val="clear" w:color="auto" w:fill="auto"/>
          </w:tcPr>
          <w:p w:rsidR="00327505" w:rsidRPr="00DE44AE" w:rsidRDefault="00327505" w:rsidP="00DE44AE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Контрольное событие 2.1.2</w:t>
            </w:r>
            <w:r w:rsidRPr="00DE44AE">
              <w:rPr>
                <w:b/>
                <w:sz w:val="22"/>
                <w:szCs w:val="22"/>
              </w:rPr>
              <w:t>.</w:t>
            </w:r>
          </w:p>
          <w:p w:rsidR="00327505" w:rsidRPr="00473A81" w:rsidRDefault="00327505" w:rsidP="00DE44AE">
            <w:pPr>
              <w:pStyle w:val="Default"/>
              <w:rPr>
                <w:sz w:val="22"/>
                <w:szCs w:val="22"/>
              </w:rPr>
            </w:pPr>
            <w:r w:rsidRPr="00DE44AE">
              <w:rPr>
                <w:sz w:val="22"/>
                <w:szCs w:val="22"/>
              </w:rPr>
              <w:t xml:space="preserve">Обучение не менее </w:t>
            </w:r>
            <w:r>
              <w:rPr>
                <w:sz w:val="22"/>
                <w:szCs w:val="22"/>
              </w:rPr>
              <w:t>14</w:t>
            </w:r>
            <w:r w:rsidRPr="00DE44AE">
              <w:rPr>
                <w:sz w:val="22"/>
                <w:szCs w:val="22"/>
              </w:rPr>
              <w:t xml:space="preserve"> работников многофункциональн</w:t>
            </w:r>
            <w:r>
              <w:rPr>
                <w:sz w:val="22"/>
                <w:szCs w:val="22"/>
              </w:rPr>
              <w:t xml:space="preserve">ого </w:t>
            </w:r>
            <w:r w:rsidRPr="00DE44AE">
              <w:rPr>
                <w:sz w:val="22"/>
                <w:szCs w:val="22"/>
              </w:rPr>
              <w:t>центр</w:t>
            </w:r>
            <w:r>
              <w:rPr>
                <w:sz w:val="22"/>
                <w:szCs w:val="22"/>
              </w:rPr>
              <w:t>а</w:t>
            </w:r>
            <w:r w:rsidRPr="00DE44AE">
              <w:rPr>
                <w:sz w:val="22"/>
                <w:szCs w:val="22"/>
              </w:rPr>
              <w:t xml:space="preserve"> предоставления государственных и муниципальных услуг </w:t>
            </w:r>
          </w:p>
        </w:tc>
        <w:tc>
          <w:tcPr>
            <w:tcW w:w="2268" w:type="dxa"/>
            <w:shd w:val="clear" w:color="auto" w:fill="auto"/>
          </w:tcPr>
          <w:p w:rsidR="00327505" w:rsidRPr="00742DFF" w:rsidRDefault="00327505" w:rsidP="009743AD">
            <w:pPr>
              <w:tabs>
                <w:tab w:val="left" w:pos="1200"/>
              </w:tabs>
              <w:autoSpaceDE w:val="0"/>
              <w:autoSpaceDN w:val="0"/>
              <w:adjustRightInd w:val="0"/>
              <w:ind w:right="0" w:firstLine="0"/>
              <w:jc w:val="center"/>
              <w:rPr>
                <w:kern w:val="2"/>
                <w:sz w:val="22"/>
                <w:szCs w:val="22"/>
              </w:rPr>
            </w:pPr>
            <w:r w:rsidRPr="00742DFF">
              <w:rPr>
                <w:kern w:val="2"/>
                <w:sz w:val="22"/>
                <w:szCs w:val="22"/>
              </w:rPr>
              <w:t>МАУ МФЦ Целинского района</w:t>
            </w:r>
          </w:p>
        </w:tc>
        <w:tc>
          <w:tcPr>
            <w:tcW w:w="2693" w:type="dxa"/>
            <w:shd w:val="clear" w:color="auto" w:fill="auto"/>
          </w:tcPr>
          <w:p w:rsidR="00327505" w:rsidRPr="00473A81" w:rsidRDefault="00327505" w:rsidP="00DE44AE">
            <w:pPr>
              <w:pStyle w:val="Default"/>
              <w:rPr>
                <w:sz w:val="22"/>
                <w:szCs w:val="22"/>
              </w:rPr>
            </w:pPr>
            <w:r w:rsidRPr="00DE44AE">
              <w:rPr>
                <w:sz w:val="22"/>
                <w:szCs w:val="22"/>
              </w:rPr>
              <w:t>организация непрерывного процесса повышения уровня знаний и навыков</w:t>
            </w:r>
            <w:r>
              <w:rPr>
                <w:sz w:val="22"/>
                <w:szCs w:val="22"/>
              </w:rPr>
              <w:t xml:space="preserve"> сотрудников многофункционального</w:t>
            </w:r>
            <w:r w:rsidRPr="00DE44AE">
              <w:rPr>
                <w:sz w:val="22"/>
                <w:szCs w:val="22"/>
              </w:rPr>
              <w:t xml:space="preserve"> центр</w:t>
            </w:r>
            <w:r>
              <w:rPr>
                <w:sz w:val="22"/>
                <w:szCs w:val="22"/>
              </w:rPr>
              <w:t>а</w:t>
            </w:r>
            <w:r w:rsidRPr="00DE44AE">
              <w:rPr>
                <w:sz w:val="22"/>
                <w:szCs w:val="22"/>
              </w:rPr>
              <w:t xml:space="preserve"> предоставления государственных и муниципальных услуг посредством очного и дистанционного обучения</w:t>
            </w:r>
          </w:p>
        </w:tc>
        <w:tc>
          <w:tcPr>
            <w:tcW w:w="1418" w:type="dxa"/>
            <w:shd w:val="clear" w:color="auto" w:fill="auto"/>
          </w:tcPr>
          <w:p w:rsidR="00327505" w:rsidRDefault="00327505" w:rsidP="00396DA2">
            <w:pPr>
              <w:tabs>
                <w:tab w:val="left" w:pos="1200"/>
              </w:tabs>
              <w:autoSpaceDE w:val="0"/>
              <w:autoSpaceDN w:val="0"/>
              <w:adjustRightInd w:val="0"/>
              <w:ind w:right="0" w:firstLine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31.12.20</w:t>
            </w:r>
            <w:r w:rsidR="00C531E3">
              <w:rPr>
                <w:color w:val="auto"/>
                <w:sz w:val="22"/>
                <w:szCs w:val="22"/>
              </w:rPr>
              <w:t>2</w:t>
            </w:r>
            <w:r w:rsidR="004A7A81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327505" w:rsidRDefault="00327505" w:rsidP="00DE44AE">
            <w:pPr>
              <w:tabs>
                <w:tab w:val="left" w:pos="1200"/>
              </w:tabs>
              <w:autoSpaceDE w:val="0"/>
              <w:autoSpaceDN w:val="0"/>
              <w:adjustRightInd w:val="0"/>
              <w:ind w:right="0" w:firstLine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Х</w:t>
            </w:r>
          </w:p>
        </w:tc>
        <w:tc>
          <w:tcPr>
            <w:tcW w:w="1701" w:type="dxa"/>
          </w:tcPr>
          <w:p w:rsidR="00327505" w:rsidRDefault="00327505" w:rsidP="00DE44AE">
            <w:pPr>
              <w:tabs>
                <w:tab w:val="left" w:pos="1200"/>
              </w:tabs>
              <w:autoSpaceDE w:val="0"/>
              <w:autoSpaceDN w:val="0"/>
              <w:adjustRightInd w:val="0"/>
              <w:ind w:right="0" w:firstLine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Х</w:t>
            </w:r>
          </w:p>
        </w:tc>
        <w:tc>
          <w:tcPr>
            <w:tcW w:w="1417" w:type="dxa"/>
          </w:tcPr>
          <w:p w:rsidR="00327505" w:rsidRDefault="00327505" w:rsidP="00DE44AE">
            <w:pPr>
              <w:tabs>
                <w:tab w:val="left" w:pos="1200"/>
              </w:tabs>
              <w:autoSpaceDE w:val="0"/>
              <w:autoSpaceDN w:val="0"/>
              <w:adjustRightInd w:val="0"/>
              <w:ind w:right="0" w:firstLine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Х</w:t>
            </w:r>
          </w:p>
        </w:tc>
        <w:tc>
          <w:tcPr>
            <w:tcW w:w="1276" w:type="dxa"/>
          </w:tcPr>
          <w:p w:rsidR="00327505" w:rsidRDefault="00327505" w:rsidP="00DE44AE">
            <w:pPr>
              <w:tabs>
                <w:tab w:val="left" w:pos="1200"/>
              </w:tabs>
              <w:autoSpaceDE w:val="0"/>
              <w:autoSpaceDN w:val="0"/>
              <w:adjustRightInd w:val="0"/>
              <w:ind w:right="0" w:firstLine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Х</w:t>
            </w:r>
          </w:p>
        </w:tc>
        <w:tc>
          <w:tcPr>
            <w:tcW w:w="1844" w:type="dxa"/>
          </w:tcPr>
          <w:p w:rsidR="00327505" w:rsidRDefault="00327505" w:rsidP="00DE44AE">
            <w:pPr>
              <w:tabs>
                <w:tab w:val="left" w:pos="1200"/>
              </w:tabs>
              <w:autoSpaceDE w:val="0"/>
              <w:autoSpaceDN w:val="0"/>
              <w:adjustRightInd w:val="0"/>
              <w:ind w:right="0" w:firstLine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Х</w:t>
            </w:r>
          </w:p>
        </w:tc>
      </w:tr>
      <w:tr w:rsidR="00F74CDF" w:rsidRPr="00742DFF" w:rsidTr="00C66DB4">
        <w:trPr>
          <w:trHeight w:val="1156"/>
        </w:trPr>
        <w:tc>
          <w:tcPr>
            <w:tcW w:w="2268" w:type="dxa"/>
            <w:shd w:val="clear" w:color="auto" w:fill="auto"/>
          </w:tcPr>
          <w:p w:rsidR="00F74CDF" w:rsidRDefault="00F74CDF" w:rsidP="00DE44AE">
            <w:pPr>
              <w:pStyle w:val="Defaul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Всего по плану реализации муниципальной программы</w:t>
            </w:r>
          </w:p>
        </w:tc>
        <w:tc>
          <w:tcPr>
            <w:tcW w:w="2268" w:type="dxa"/>
            <w:shd w:val="clear" w:color="auto" w:fill="auto"/>
          </w:tcPr>
          <w:p w:rsidR="00F74CDF" w:rsidRPr="00742DFF" w:rsidRDefault="00F74CDF" w:rsidP="009743AD">
            <w:pPr>
              <w:tabs>
                <w:tab w:val="left" w:pos="1200"/>
              </w:tabs>
              <w:autoSpaceDE w:val="0"/>
              <w:autoSpaceDN w:val="0"/>
              <w:adjustRightInd w:val="0"/>
              <w:ind w:right="0" w:firstLine="0"/>
              <w:jc w:val="center"/>
              <w:rPr>
                <w:kern w:val="2"/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auto"/>
          </w:tcPr>
          <w:p w:rsidR="00F74CDF" w:rsidRPr="00DE44AE" w:rsidRDefault="00F74CDF" w:rsidP="00DE44AE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F74CDF" w:rsidRDefault="00F74CDF" w:rsidP="00396DA2">
            <w:pPr>
              <w:tabs>
                <w:tab w:val="left" w:pos="1200"/>
              </w:tabs>
              <w:autoSpaceDE w:val="0"/>
              <w:autoSpaceDN w:val="0"/>
              <w:adjustRightInd w:val="0"/>
              <w:ind w:right="0"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:rsidR="00F74CDF" w:rsidRPr="00742DFF" w:rsidRDefault="00F74CDF" w:rsidP="002E7EF4">
            <w:pPr>
              <w:tabs>
                <w:tab w:val="left" w:pos="1200"/>
              </w:tabs>
              <w:autoSpaceDE w:val="0"/>
              <w:autoSpaceDN w:val="0"/>
              <w:adjustRightInd w:val="0"/>
              <w:ind w:right="0" w:firstLine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8359,0</w:t>
            </w:r>
          </w:p>
        </w:tc>
        <w:tc>
          <w:tcPr>
            <w:tcW w:w="1701" w:type="dxa"/>
          </w:tcPr>
          <w:p w:rsidR="00F74CDF" w:rsidRDefault="00F74CDF" w:rsidP="002E7EF4">
            <w:pPr>
              <w:tabs>
                <w:tab w:val="left" w:pos="1200"/>
              </w:tabs>
              <w:autoSpaceDE w:val="0"/>
              <w:autoSpaceDN w:val="0"/>
              <w:adjustRightInd w:val="0"/>
              <w:ind w:right="0" w:firstLine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:rsidR="00F74CDF" w:rsidRPr="00742DFF" w:rsidRDefault="00F74CDF" w:rsidP="002E7EF4">
            <w:pPr>
              <w:tabs>
                <w:tab w:val="left" w:pos="1200"/>
              </w:tabs>
              <w:autoSpaceDE w:val="0"/>
              <w:autoSpaceDN w:val="0"/>
              <w:adjustRightInd w:val="0"/>
              <w:ind w:right="0" w:firstLine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278,4</w:t>
            </w:r>
          </w:p>
        </w:tc>
        <w:tc>
          <w:tcPr>
            <w:tcW w:w="1276" w:type="dxa"/>
          </w:tcPr>
          <w:p w:rsidR="00F74CDF" w:rsidRPr="00742DFF" w:rsidRDefault="00F74CDF" w:rsidP="002E7EF4">
            <w:pPr>
              <w:tabs>
                <w:tab w:val="left" w:pos="1200"/>
              </w:tabs>
              <w:autoSpaceDE w:val="0"/>
              <w:autoSpaceDN w:val="0"/>
              <w:adjustRightInd w:val="0"/>
              <w:ind w:right="0" w:firstLine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8080,6</w:t>
            </w:r>
          </w:p>
        </w:tc>
        <w:tc>
          <w:tcPr>
            <w:tcW w:w="1844" w:type="dxa"/>
          </w:tcPr>
          <w:p w:rsidR="00F74CDF" w:rsidRDefault="00F74CDF" w:rsidP="00DE44AE">
            <w:pPr>
              <w:tabs>
                <w:tab w:val="left" w:pos="1200"/>
              </w:tabs>
              <w:autoSpaceDE w:val="0"/>
              <w:autoSpaceDN w:val="0"/>
              <w:adjustRightInd w:val="0"/>
              <w:ind w:right="0" w:firstLine="0"/>
              <w:jc w:val="center"/>
              <w:rPr>
                <w:color w:val="auto"/>
                <w:sz w:val="22"/>
                <w:szCs w:val="22"/>
              </w:rPr>
            </w:pPr>
          </w:p>
        </w:tc>
      </w:tr>
    </w:tbl>
    <w:p w:rsidR="00322CC1" w:rsidRDefault="00322CC1" w:rsidP="00960234">
      <w:pPr>
        <w:tabs>
          <w:tab w:val="left" w:pos="1200"/>
        </w:tabs>
        <w:autoSpaceDE w:val="0"/>
        <w:autoSpaceDN w:val="0"/>
        <w:adjustRightInd w:val="0"/>
        <w:ind w:right="0" w:firstLine="0"/>
        <w:jc w:val="center"/>
        <w:rPr>
          <w:color w:val="auto"/>
        </w:rPr>
      </w:pPr>
    </w:p>
    <w:p w:rsidR="00322CC1" w:rsidRDefault="00322CC1" w:rsidP="00960234">
      <w:pPr>
        <w:tabs>
          <w:tab w:val="left" w:pos="1200"/>
        </w:tabs>
        <w:autoSpaceDE w:val="0"/>
        <w:autoSpaceDN w:val="0"/>
        <w:adjustRightInd w:val="0"/>
        <w:ind w:right="0" w:firstLine="0"/>
        <w:jc w:val="center"/>
        <w:rPr>
          <w:color w:val="auto"/>
        </w:rPr>
      </w:pPr>
    </w:p>
    <w:p w:rsidR="008B74F5" w:rsidRDefault="008B74F5" w:rsidP="00960234">
      <w:pPr>
        <w:tabs>
          <w:tab w:val="left" w:pos="1200"/>
        </w:tabs>
        <w:autoSpaceDE w:val="0"/>
        <w:autoSpaceDN w:val="0"/>
        <w:adjustRightInd w:val="0"/>
        <w:ind w:right="0" w:firstLine="0"/>
        <w:jc w:val="center"/>
        <w:rPr>
          <w:color w:val="auto"/>
        </w:rPr>
      </w:pPr>
    </w:p>
    <w:p w:rsidR="00E6307F" w:rsidRDefault="00A06D92" w:rsidP="00AA743B">
      <w:pPr>
        <w:widowControl w:val="0"/>
        <w:autoSpaceDE w:val="0"/>
        <w:autoSpaceDN w:val="0"/>
        <w:adjustRightInd w:val="0"/>
        <w:ind w:firstLine="851"/>
        <w:outlineLvl w:val="2"/>
      </w:pPr>
      <w:r>
        <w:t xml:space="preserve">Управляющий делами  </w:t>
      </w:r>
      <w:r w:rsidR="00AA743B">
        <w:tab/>
      </w:r>
      <w:r w:rsidR="00AA743B">
        <w:tab/>
      </w:r>
      <w:r w:rsidR="00AA743B">
        <w:tab/>
      </w:r>
      <w:r w:rsidR="00AA743B">
        <w:tab/>
      </w:r>
      <w:r w:rsidR="00AA743B">
        <w:tab/>
      </w:r>
      <w:r w:rsidR="00AA743B">
        <w:tab/>
      </w:r>
      <w:r w:rsidR="00AA743B">
        <w:tab/>
      </w:r>
      <w:r>
        <w:t xml:space="preserve"> И.А Текучева</w:t>
      </w:r>
    </w:p>
    <w:sectPr w:rsidR="00E6307F" w:rsidSect="00016F6A">
      <w:footerReference w:type="even" r:id="rId11"/>
      <w:footerReference w:type="default" r:id="rId12"/>
      <w:pgSz w:w="16840" w:h="11907" w:orient="landscape" w:code="9"/>
      <w:pgMar w:top="1134" w:right="1134" w:bottom="567" w:left="107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475F" w:rsidRDefault="003B475F">
      <w:r>
        <w:separator/>
      </w:r>
    </w:p>
  </w:endnote>
  <w:endnote w:type="continuationSeparator" w:id="0">
    <w:p w:rsidR="003B475F" w:rsidRDefault="003B47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1D97" w:rsidRDefault="00431D97" w:rsidP="00B33E2B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31D97" w:rsidRDefault="00431D97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34EC" w:rsidRPr="004A34EC" w:rsidRDefault="004A34EC">
    <w:pPr>
      <w:pStyle w:val="a4"/>
      <w:rPr>
        <w:sz w:val="20"/>
        <w:szCs w:val="20"/>
      </w:rPr>
    </w:pPr>
    <w:r w:rsidRPr="004A34EC">
      <w:rPr>
        <w:sz w:val="20"/>
        <w:szCs w:val="20"/>
      </w:rPr>
      <w:fldChar w:fldCharType="begin"/>
    </w:r>
    <w:r w:rsidRPr="004A34EC">
      <w:rPr>
        <w:sz w:val="20"/>
        <w:szCs w:val="20"/>
      </w:rPr>
      <w:instrText xml:space="preserve"> FILENAME  \p  \* MERGEFORMAT </w:instrText>
    </w:r>
    <w:r w:rsidRPr="004A34EC">
      <w:rPr>
        <w:sz w:val="20"/>
        <w:szCs w:val="20"/>
      </w:rPr>
      <w:fldChar w:fldCharType="separate"/>
    </w:r>
    <w:r w:rsidR="00364B0B">
      <w:rPr>
        <w:noProof/>
        <w:sz w:val="20"/>
        <w:szCs w:val="20"/>
      </w:rPr>
      <w:t>D:\Распоряжения 2021\050  О внесен. измен. в № 694-20г. Информ общество. на 21г.  К пост №38 -21.docx</w:t>
    </w:r>
    <w:r w:rsidRPr="004A34EC">
      <w:rPr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3888" w:rsidRDefault="00863888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63888" w:rsidRDefault="00863888">
    <w:pPr>
      <w:pStyle w:val="a4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3888" w:rsidRDefault="00863888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7E792F">
      <w:rPr>
        <w:rStyle w:val="a6"/>
        <w:noProof/>
      </w:rPr>
      <w:t>2</w:t>
    </w:r>
    <w:r>
      <w:rPr>
        <w:rStyle w:val="a6"/>
      </w:rPr>
      <w:fldChar w:fldCharType="end"/>
    </w:r>
  </w:p>
  <w:p w:rsidR="00863888" w:rsidRDefault="00863888">
    <w:pPr>
      <w:pStyle w:val="a4"/>
      <w:ind w:right="360"/>
      <w:rPr>
        <w:sz w:val="20"/>
      </w:rPr>
    </w:pPr>
    <w:r>
      <w:rPr>
        <w:snapToGrid w:val="0"/>
        <w:sz w:val="20"/>
      </w:rPr>
      <w:tab/>
      <w:t xml:space="preserve">   </w:t>
    </w:r>
    <w:r>
      <w:rPr>
        <w:snapToGrid w:val="0"/>
        <w:sz w:val="20"/>
      </w:rPr>
      <w:tab/>
    </w:r>
    <w:r>
      <w:rPr>
        <w:snapToGrid w:val="0"/>
        <w:sz w:val="20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475F" w:rsidRDefault="003B475F">
      <w:r>
        <w:separator/>
      </w:r>
    </w:p>
  </w:footnote>
  <w:footnote w:type="continuationSeparator" w:id="0">
    <w:p w:rsidR="003B475F" w:rsidRDefault="003B47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652545"/>
    <w:multiLevelType w:val="hybridMultilevel"/>
    <w:tmpl w:val="C30C16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3A36E5A"/>
    <w:multiLevelType w:val="hybridMultilevel"/>
    <w:tmpl w:val="A8FC69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051E2C"/>
    <w:multiLevelType w:val="multilevel"/>
    <w:tmpl w:val="59489286"/>
    <w:lvl w:ilvl="0">
      <w:start w:val="1"/>
      <w:numFmt w:val="decimal"/>
      <w:lvlText w:val="%1."/>
      <w:lvlJc w:val="left"/>
      <w:pPr>
        <w:ind w:left="450" w:hanging="450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eastAsia="Calibr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eastAsia="Calibri" w:hint="default"/>
      </w:rPr>
    </w:lvl>
  </w:abstractNum>
  <w:abstractNum w:abstractNumId="3">
    <w:nsid w:val="796C6FA2"/>
    <w:multiLevelType w:val="hybridMultilevel"/>
    <w:tmpl w:val="78FCE786"/>
    <w:lvl w:ilvl="0" w:tplc="CAD614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40"/>
  <w:drawingGridVerticalSpacing w:val="381"/>
  <w:displayHorizont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7DD"/>
    <w:rsid w:val="00001E89"/>
    <w:rsid w:val="0000354B"/>
    <w:rsid w:val="00004FC1"/>
    <w:rsid w:val="00011BD6"/>
    <w:rsid w:val="0001517E"/>
    <w:rsid w:val="00015C7E"/>
    <w:rsid w:val="00016F6A"/>
    <w:rsid w:val="00017209"/>
    <w:rsid w:val="000350F7"/>
    <w:rsid w:val="00035E36"/>
    <w:rsid w:val="00036F72"/>
    <w:rsid w:val="00047E27"/>
    <w:rsid w:val="00052CEF"/>
    <w:rsid w:val="000550C5"/>
    <w:rsid w:val="00061275"/>
    <w:rsid w:val="000660CA"/>
    <w:rsid w:val="00067084"/>
    <w:rsid w:val="00067B0E"/>
    <w:rsid w:val="00070202"/>
    <w:rsid w:val="00071158"/>
    <w:rsid w:val="00072294"/>
    <w:rsid w:val="00076116"/>
    <w:rsid w:val="000761E6"/>
    <w:rsid w:val="00080D16"/>
    <w:rsid w:val="00082A67"/>
    <w:rsid w:val="00083E42"/>
    <w:rsid w:val="00084323"/>
    <w:rsid w:val="00091B3D"/>
    <w:rsid w:val="00095FD1"/>
    <w:rsid w:val="00096CFD"/>
    <w:rsid w:val="000977C2"/>
    <w:rsid w:val="000A326C"/>
    <w:rsid w:val="000A739F"/>
    <w:rsid w:val="000B3A53"/>
    <w:rsid w:val="000B5068"/>
    <w:rsid w:val="000B73B0"/>
    <w:rsid w:val="000D0AEA"/>
    <w:rsid w:val="000D0FEA"/>
    <w:rsid w:val="000E4427"/>
    <w:rsid w:val="000E4F29"/>
    <w:rsid w:val="000E617F"/>
    <w:rsid w:val="000F4F22"/>
    <w:rsid w:val="000F620A"/>
    <w:rsid w:val="001029D9"/>
    <w:rsid w:val="001030E8"/>
    <w:rsid w:val="0010454B"/>
    <w:rsid w:val="00107C81"/>
    <w:rsid w:val="00111FD7"/>
    <w:rsid w:val="00113023"/>
    <w:rsid w:val="00113392"/>
    <w:rsid w:val="00114601"/>
    <w:rsid w:val="00115211"/>
    <w:rsid w:val="00120F83"/>
    <w:rsid w:val="0012227E"/>
    <w:rsid w:val="00122440"/>
    <w:rsid w:val="00123BB2"/>
    <w:rsid w:val="00126170"/>
    <w:rsid w:val="00126D2C"/>
    <w:rsid w:val="00137992"/>
    <w:rsid w:val="00141701"/>
    <w:rsid w:val="00145629"/>
    <w:rsid w:val="00160689"/>
    <w:rsid w:val="00160691"/>
    <w:rsid w:val="0016510C"/>
    <w:rsid w:val="0016538B"/>
    <w:rsid w:val="00165B1B"/>
    <w:rsid w:val="001711CC"/>
    <w:rsid w:val="00171F2D"/>
    <w:rsid w:val="0017338D"/>
    <w:rsid w:val="0017358F"/>
    <w:rsid w:val="0017645F"/>
    <w:rsid w:val="00176B9C"/>
    <w:rsid w:val="00177458"/>
    <w:rsid w:val="00182DC2"/>
    <w:rsid w:val="00185754"/>
    <w:rsid w:val="00190AEA"/>
    <w:rsid w:val="001914D0"/>
    <w:rsid w:val="00191AB6"/>
    <w:rsid w:val="00194FF4"/>
    <w:rsid w:val="001A54F1"/>
    <w:rsid w:val="001B0ADC"/>
    <w:rsid w:val="001C0756"/>
    <w:rsid w:val="001C1158"/>
    <w:rsid w:val="001C2DA7"/>
    <w:rsid w:val="001C4767"/>
    <w:rsid w:val="001C4CD5"/>
    <w:rsid w:val="001C506A"/>
    <w:rsid w:val="001D0957"/>
    <w:rsid w:val="001D0C8E"/>
    <w:rsid w:val="001D2058"/>
    <w:rsid w:val="001D3267"/>
    <w:rsid w:val="001D3A10"/>
    <w:rsid w:val="001D69DD"/>
    <w:rsid w:val="001D6D29"/>
    <w:rsid w:val="001E1F26"/>
    <w:rsid w:val="001F02EE"/>
    <w:rsid w:val="001F12F1"/>
    <w:rsid w:val="001F5707"/>
    <w:rsid w:val="002037D5"/>
    <w:rsid w:val="00206C8A"/>
    <w:rsid w:val="00211585"/>
    <w:rsid w:val="00216582"/>
    <w:rsid w:val="002205FE"/>
    <w:rsid w:val="002232DE"/>
    <w:rsid w:val="00232D79"/>
    <w:rsid w:val="00234007"/>
    <w:rsid w:val="00240840"/>
    <w:rsid w:val="002435C9"/>
    <w:rsid w:val="0024403C"/>
    <w:rsid w:val="00252B4E"/>
    <w:rsid w:val="00253299"/>
    <w:rsid w:val="002574EE"/>
    <w:rsid w:val="00257E24"/>
    <w:rsid w:val="00262DAB"/>
    <w:rsid w:val="00262E1C"/>
    <w:rsid w:val="00267259"/>
    <w:rsid w:val="002714BA"/>
    <w:rsid w:val="00271653"/>
    <w:rsid w:val="00274953"/>
    <w:rsid w:val="00275136"/>
    <w:rsid w:val="0027574D"/>
    <w:rsid w:val="00275E74"/>
    <w:rsid w:val="0027726A"/>
    <w:rsid w:val="002827B1"/>
    <w:rsid w:val="0028575E"/>
    <w:rsid w:val="00285E86"/>
    <w:rsid w:val="00290B23"/>
    <w:rsid w:val="00293B7E"/>
    <w:rsid w:val="00293D70"/>
    <w:rsid w:val="002A030D"/>
    <w:rsid w:val="002A31D7"/>
    <w:rsid w:val="002A68FA"/>
    <w:rsid w:val="002C52DC"/>
    <w:rsid w:val="002D75AE"/>
    <w:rsid w:val="002D79E3"/>
    <w:rsid w:val="002E1E61"/>
    <w:rsid w:val="002E20AE"/>
    <w:rsid w:val="002E57D5"/>
    <w:rsid w:val="002E58DE"/>
    <w:rsid w:val="002E6586"/>
    <w:rsid w:val="002E7122"/>
    <w:rsid w:val="002F0899"/>
    <w:rsid w:val="002F3276"/>
    <w:rsid w:val="002F4985"/>
    <w:rsid w:val="002F7741"/>
    <w:rsid w:val="00310A2F"/>
    <w:rsid w:val="00312223"/>
    <w:rsid w:val="00322CC1"/>
    <w:rsid w:val="00327505"/>
    <w:rsid w:val="00331C3A"/>
    <w:rsid w:val="00332626"/>
    <w:rsid w:val="00337B87"/>
    <w:rsid w:val="003400EF"/>
    <w:rsid w:val="00340336"/>
    <w:rsid w:val="00341F0E"/>
    <w:rsid w:val="00342C6D"/>
    <w:rsid w:val="00343A2D"/>
    <w:rsid w:val="00343F56"/>
    <w:rsid w:val="00344335"/>
    <w:rsid w:val="00344F83"/>
    <w:rsid w:val="00345400"/>
    <w:rsid w:val="00346E03"/>
    <w:rsid w:val="00350C56"/>
    <w:rsid w:val="003531FB"/>
    <w:rsid w:val="00354FAE"/>
    <w:rsid w:val="003556DC"/>
    <w:rsid w:val="0036137E"/>
    <w:rsid w:val="00361CFE"/>
    <w:rsid w:val="00363260"/>
    <w:rsid w:val="003639A8"/>
    <w:rsid w:val="00364B0B"/>
    <w:rsid w:val="00364E2E"/>
    <w:rsid w:val="0036731F"/>
    <w:rsid w:val="003703CA"/>
    <w:rsid w:val="0037129D"/>
    <w:rsid w:val="0037432E"/>
    <w:rsid w:val="00387F21"/>
    <w:rsid w:val="003910C4"/>
    <w:rsid w:val="0039277B"/>
    <w:rsid w:val="00393C14"/>
    <w:rsid w:val="00396864"/>
    <w:rsid w:val="00396DA2"/>
    <w:rsid w:val="003A2816"/>
    <w:rsid w:val="003A3E05"/>
    <w:rsid w:val="003B289A"/>
    <w:rsid w:val="003B3DE7"/>
    <w:rsid w:val="003B475F"/>
    <w:rsid w:val="003B5237"/>
    <w:rsid w:val="003B7A96"/>
    <w:rsid w:val="003C01DE"/>
    <w:rsid w:val="003C33FD"/>
    <w:rsid w:val="003C573A"/>
    <w:rsid w:val="003D0A33"/>
    <w:rsid w:val="003D335B"/>
    <w:rsid w:val="003D5653"/>
    <w:rsid w:val="003D72FC"/>
    <w:rsid w:val="003E57CE"/>
    <w:rsid w:val="003F13FD"/>
    <w:rsid w:val="003F34E4"/>
    <w:rsid w:val="003F5E4A"/>
    <w:rsid w:val="00402E1D"/>
    <w:rsid w:val="00404330"/>
    <w:rsid w:val="00406E92"/>
    <w:rsid w:val="00410461"/>
    <w:rsid w:val="00421A32"/>
    <w:rsid w:val="00423DC3"/>
    <w:rsid w:val="00427DC6"/>
    <w:rsid w:val="00427E86"/>
    <w:rsid w:val="004300FE"/>
    <w:rsid w:val="00431D97"/>
    <w:rsid w:val="00434CD6"/>
    <w:rsid w:val="004366A7"/>
    <w:rsid w:val="00436DA0"/>
    <w:rsid w:val="0044193E"/>
    <w:rsid w:val="00447A03"/>
    <w:rsid w:val="00457779"/>
    <w:rsid w:val="00460C7D"/>
    <w:rsid w:val="00461F4E"/>
    <w:rsid w:val="00463EBE"/>
    <w:rsid w:val="004675C0"/>
    <w:rsid w:val="00473A81"/>
    <w:rsid w:val="0047468E"/>
    <w:rsid w:val="004747F5"/>
    <w:rsid w:val="00474B91"/>
    <w:rsid w:val="00474CB5"/>
    <w:rsid w:val="0047778D"/>
    <w:rsid w:val="0047791A"/>
    <w:rsid w:val="004848EC"/>
    <w:rsid w:val="0049396D"/>
    <w:rsid w:val="0049534A"/>
    <w:rsid w:val="004A0881"/>
    <w:rsid w:val="004A2E91"/>
    <w:rsid w:val="004A34EC"/>
    <w:rsid w:val="004A3C7B"/>
    <w:rsid w:val="004A4C8D"/>
    <w:rsid w:val="004A7A81"/>
    <w:rsid w:val="004C1696"/>
    <w:rsid w:val="004C2278"/>
    <w:rsid w:val="004C2966"/>
    <w:rsid w:val="004C48F1"/>
    <w:rsid w:val="004C4AFE"/>
    <w:rsid w:val="004D0BF1"/>
    <w:rsid w:val="004D301F"/>
    <w:rsid w:val="004D5B6C"/>
    <w:rsid w:val="004E0A23"/>
    <w:rsid w:val="004E5CED"/>
    <w:rsid w:val="004F1F62"/>
    <w:rsid w:val="004F5B90"/>
    <w:rsid w:val="004F7AD1"/>
    <w:rsid w:val="005038DA"/>
    <w:rsid w:val="005056BA"/>
    <w:rsid w:val="00507496"/>
    <w:rsid w:val="00511E5C"/>
    <w:rsid w:val="005179EC"/>
    <w:rsid w:val="005258B6"/>
    <w:rsid w:val="0052799B"/>
    <w:rsid w:val="00527B3C"/>
    <w:rsid w:val="00533B3C"/>
    <w:rsid w:val="00535B57"/>
    <w:rsid w:val="005400D3"/>
    <w:rsid w:val="00541628"/>
    <w:rsid w:val="0054190A"/>
    <w:rsid w:val="00542AD7"/>
    <w:rsid w:val="005434CD"/>
    <w:rsid w:val="005473B5"/>
    <w:rsid w:val="005475B6"/>
    <w:rsid w:val="0054767A"/>
    <w:rsid w:val="0055247B"/>
    <w:rsid w:val="00552971"/>
    <w:rsid w:val="00556638"/>
    <w:rsid w:val="005578A2"/>
    <w:rsid w:val="0056738F"/>
    <w:rsid w:val="00567966"/>
    <w:rsid w:val="00580354"/>
    <w:rsid w:val="00581176"/>
    <w:rsid w:val="00585F2F"/>
    <w:rsid w:val="00587DDA"/>
    <w:rsid w:val="0059259C"/>
    <w:rsid w:val="00593B48"/>
    <w:rsid w:val="0059700A"/>
    <w:rsid w:val="005A5657"/>
    <w:rsid w:val="005B2A76"/>
    <w:rsid w:val="005B2D5F"/>
    <w:rsid w:val="005B59AD"/>
    <w:rsid w:val="005B6CF4"/>
    <w:rsid w:val="005C17EE"/>
    <w:rsid w:val="005C4FD4"/>
    <w:rsid w:val="005C611E"/>
    <w:rsid w:val="005C62AD"/>
    <w:rsid w:val="005C68FC"/>
    <w:rsid w:val="005D02C5"/>
    <w:rsid w:val="005D038B"/>
    <w:rsid w:val="005D2E0E"/>
    <w:rsid w:val="005E3C57"/>
    <w:rsid w:val="005E441A"/>
    <w:rsid w:val="005E4473"/>
    <w:rsid w:val="005E5A97"/>
    <w:rsid w:val="005E6C9A"/>
    <w:rsid w:val="005F1171"/>
    <w:rsid w:val="005F204F"/>
    <w:rsid w:val="005F2648"/>
    <w:rsid w:val="005F6838"/>
    <w:rsid w:val="005F6BA6"/>
    <w:rsid w:val="005F77EA"/>
    <w:rsid w:val="0060529C"/>
    <w:rsid w:val="00611FF6"/>
    <w:rsid w:val="00623F30"/>
    <w:rsid w:val="00627786"/>
    <w:rsid w:val="006277CD"/>
    <w:rsid w:val="006307C4"/>
    <w:rsid w:val="00640C1B"/>
    <w:rsid w:val="00644BB2"/>
    <w:rsid w:val="00646D8B"/>
    <w:rsid w:val="006525A8"/>
    <w:rsid w:val="00654C88"/>
    <w:rsid w:val="00655B15"/>
    <w:rsid w:val="0066089D"/>
    <w:rsid w:val="0066165D"/>
    <w:rsid w:val="00661E1C"/>
    <w:rsid w:val="00665D6B"/>
    <w:rsid w:val="006706F3"/>
    <w:rsid w:val="00671896"/>
    <w:rsid w:val="006722DF"/>
    <w:rsid w:val="00676E80"/>
    <w:rsid w:val="0067735F"/>
    <w:rsid w:val="0068300B"/>
    <w:rsid w:val="00687CAF"/>
    <w:rsid w:val="00694330"/>
    <w:rsid w:val="006A0937"/>
    <w:rsid w:val="006A3A47"/>
    <w:rsid w:val="006A7181"/>
    <w:rsid w:val="006B59EA"/>
    <w:rsid w:val="006B7FE0"/>
    <w:rsid w:val="006D1D5B"/>
    <w:rsid w:val="006D53DE"/>
    <w:rsid w:val="006D7DE6"/>
    <w:rsid w:val="006E07F4"/>
    <w:rsid w:val="006E33BA"/>
    <w:rsid w:val="00704233"/>
    <w:rsid w:val="00705C50"/>
    <w:rsid w:val="00706C38"/>
    <w:rsid w:val="00714652"/>
    <w:rsid w:val="00714C46"/>
    <w:rsid w:val="00717976"/>
    <w:rsid w:val="0072037F"/>
    <w:rsid w:val="00724EBB"/>
    <w:rsid w:val="00732EBF"/>
    <w:rsid w:val="00732FE3"/>
    <w:rsid w:val="007400A5"/>
    <w:rsid w:val="00741DF7"/>
    <w:rsid w:val="00742DFF"/>
    <w:rsid w:val="00744F51"/>
    <w:rsid w:val="007455B6"/>
    <w:rsid w:val="00745BA7"/>
    <w:rsid w:val="0074781A"/>
    <w:rsid w:val="00750AAE"/>
    <w:rsid w:val="007512A3"/>
    <w:rsid w:val="00753FDF"/>
    <w:rsid w:val="00755505"/>
    <w:rsid w:val="00756272"/>
    <w:rsid w:val="00761D60"/>
    <w:rsid w:val="00761D69"/>
    <w:rsid w:val="00764911"/>
    <w:rsid w:val="00764BFD"/>
    <w:rsid w:val="007650E4"/>
    <w:rsid w:val="007708DE"/>
    <w:rsid w:val="0077248C"/>
    <w:rsid w:val="00773096"/>
    <w:rsid w:val="007731AE"/>
    <w:rsid w:val="007750BC"/>
    <w:rsid w:val="00784614"/>
    <w:rsid w:val="00784BC5"/>
    <w:rsid w:val="00790106"/>
    <w:rsid w:val="00792F5F"/>
    <w:rsid w:val="007A0D94"/>
    <w:rsid w:val="007A1141"/>
    <w:rsid w:val="007A33F4"/>
    <w:rsid w:val="007A482A"/>
    <w:rsid w:val="007B1AB3"/>
    <w:rsid w:val="007B47CD"/>
    <w:rsid w:val="007B6336"/>
    <w:rsid w:val="007C04AE"/>
    <w:rsid w:val="007C190B"/>
    <w:rsid w:val="007C4DF4"/>
    <w:rsid w:val="007C5646"/>
    <w:rsid w:val="007C5D71"/>
    <w:rsid w:val="007D0BB7"/>
    <w:rsid w:val="007D2397"/>
    <w:rsid w:val="007D4111"/>
    <w:rsid w:val="007D460A"/>
    <w:rsid w:val="007D5C61"/>
    <w:rsid w:val="007D6B36"/>
    <w:rsid w:val="007E1E65"/>
    <w:rsid w:val="007E43E6"/>
    <w:rsid w:val="007E792F"/>
    <w:rsid w:val="007F1F77"/>
    <w:rsid w:val="008008AE"/>
    <w:rsid w:val="008064F0"/>
    <w:rsid w:val="00820A1E"/>
    <w:rsid w:val="00821534"/>
    <w:rsid w:val="0082382A"/>
    <w:rsid w:val="00823BB2"/>
    <w:rsid w:val="00826A39"/>
    <w:rsid w:val="0083022A"/>
    <w:rsid w:val="008325FF"/>
    <w:rsid w:val="008334A6"/>
    <w:rsid w:val="008351F2"/>
    <w:rsid w:val="008431A6"/>
    <w:rsid w:val="00847517"/>
    <w:rsid w:val="008475BB"/>
    <w:rsid w:val="00851A2B"/>
    <w:rsid w:val="00860B81"/>
    <w:rsid w:val="00863888"/>
    <w:rsid w:val="008673CF"/>
    <w:rsid w:val="0087155B"/>
    <w:rsid w:val="00881161"/>
    <w:rsid w:val="0089356A"/>
    <w:rsid w:val="00894636"/>
    <w:rsid w:val="00894AFB"/>
    <w:rsid w:val="008A0859"/>
    <w:rsid w:val="008A2428"/>
    <w:rsid w:val="008A2656"/>
    <w:rsid w:val="008B0988"/>
    <w:rsid w:val="008B1C6E"/>
    <w:rsid w:val="008B2566"/>
    <w:rsid w:val="008B66FB"/>
    <w:rsid w:val="008B74F5"/>
    <w:rsid w:val="008C11FA"/>
    <w:rsid w:val="008C192A"/>
    <w:rsid w:val="008C24F1"/>
    <w:rsid w:val="008C2F11"/>
    <w:rsid w:val="008C54E9"/>
    <w:rsid w:val="008C6D40"/>
    <w:rsid w:val="008D3FCD"/>
    <w:rsid w:val="008D54E9"/>
    <w:rsid w:val="008D5FF0"/>
    <w:rsid w:val="008E4AC8"/>
    <w:rsid w:val="008E5644"/>
    <w:rsid w:val="008E6C40"/>
    <w:rsid w:val="008F32F1"/>
    <w:rsid w:val="0090295A"/>
    <w:rsid w:val="00903F07"/>
    <w:rsid w:val="00912B45"/>
    <w:rsid w:val="00914192"/>
    <w:rsid w:val="0091737D"/>
    <w:rsid w:val="00925542"/>
    <w:rsid w:val="0093415F"/>
    <w:rsid w:val="00940DD3"/>
    <w:rsid w:val="00942B78"/>
    <w:rsid w:val="00960234"/>
    <w:rsid w:val="00960F15"/>
    <w:rsid w:val="00961072"/>
    <w:rsid w:val="0096491A"/>
    <w:rsid w:val="00964C3A"/>
    <w:rsid w:val="00965342"/>
    <w:rsid w:val="00972E10"/>
    <w:rsid w:val="009743AD"/>
    <w:rsid w:val="00982A72"/>
    <w:rsid w:val="00992397"/>
    <w:rsid w:val="00992CD4"/>
    <w:rsid w:val="009A63B7"/>
    <w:rsid w:val="009B0F86"/>
    <w:rsid w:val="009B702C"/>
    <w:rsid w:val="009D2397"/>
    <w:rsid w:val="009D5A1E"/>
    <w:rsid w:val="009D5AF3"/>
    <w:rsid w:val="009D78E4"/>
    <w:rsid w:val="009E2E72"/>
    <w:rsid w:val="009F1B6A"/>
    <w:rsid w:val="009F3104"/>
    <w:rsid w:val="009F77C7"/>
    <w:rsid w:val="00A06D92"/>
    <w:rsid w:val="00A07C60"/>
    <w:rsid w:val="00A103A7"/>
    <w:rsid w:val="00A23B30"/>
    <w:rsid w:val="00A26AE7"/>
    <w:rsid w:val="00A31CEC"/>
    <w:rsid w:val="00A33134"/>
    <w:rsid w:val="00A366E0"/>
    <w:rsid w:val="00A4233B"/>
    <w:rsid w:val="00A431F6"/>
    <w:rsid w:val="00A44B83"/>
    <w:rsid w:val="00A518CB"/>
    <w:rsid w:val="00A55A35"/>
    <w:rsid w:val="00A60B55"/>
    <w:rsid w:val="00A64C3E"/>
    <w:rsid w:val="00A67806"/>
    <w:rsid w:val="00A73A7B"/>
    <w:rsid w:val="00A74EA9"/>
    <w:rsid w:val="00A91ED4"/>
    <w:rsid w:val="00A960AA"/>
    <w:rsid w:val="00AA0E70"/>
    <w:rsid w:val="00AA1871"/>
    <w:rsid w:val="00AA5EB7"/>
    <w:rsid w:val="00AA743B"/>
    <w:rsid w:val="00AB10FC"/>
    <w:rsid w:val="00AB2495"/>
    <w:rsid w:val="00AB2D8B"/>
    <w:rsid w:val="00AB3EAE"/>
    <w:rsid w:val="00AB4F57"/>
    <w:rsid w:val="00AB5A1A"/>
    <w:rsid w:val="00AB5FF1"/>
    <w:rsid w:val="00AC60ED"/>
    <w:rsid w:val="00AD18A8"/>
    <w:rsid w:val="00AD1C01"/>
    <w:rsid w:val="00AD2A6E"/>
    <w:rsid w:val="00AD2D63"/>
    <w:rsid w:val="00AD6832"/>
    <w:rsid w:val="00AE0217"/>
    <w:rsid w:val="00AE5F1A"/>
    <w:rsid w:val="00B004D6"/>
    <w:rsid w:val="00B020AC"/>
    <w:rsid w:val="00B06C6A"/>
    <w:rsid w:val="00B10AFD"/>
    <w:rsid w:val="00B15024"/>
    <w:rsid w:val="00B1688E"/>
    <w:rsid w:val="00B17332"/>
    <w:rsid w:val="00B17FC4"/>
    <w:rsid w:val="00B212BF"/>
    <w:rsid w:val="00B21CE2"/>
    <w:rsid w:val="00B235EE"/>
    <w:rsid w:val="00B23EAB"/>
    <w:rsid w:val="00B242CF"/>
    <w:rsid w:val="00B263E5"/>
    <w:rsid w:val="00B277B9"/>
    <w:rsid w:val="00B27B8A"/>
    <w:rsid w:val="00B33E2B"/>
    <w:rsid w:val="00B42A43"/>
    <w:rsid w:val="00B44090"/>
    <w:rsid w:val="00B44DC8"/>
    <w:rsid w:val="00B50A75"/>
    <w:rsid w:val="00B50E61"/>
    <w:rsid w:val="00B52B04"/>
    <w:rsid w:val="00B5413B"/>
    <w:rsid w:val="00B54E1C"/>
    <w:rsid w:val="00B728D4"/>
    <w:rsid w:val="00B754D7"/>
    <w:rsid w:val="00B873E7"/>
    <w:rsid w:val="00B939D4"/>
    <w:rsid w:val="00B96659"/>
    <w:rsid w:val="00BA7CAE"/>
    <w:rsid w:val="00BB2576"/>
    <w:rsid w:val="00BB3CEA"/>
    <w:rsid w:val="00BB4268"/>
    <w:rsid w:val="00BB5BAF"/>
    <w:rsid w:val="00BC6360"/>
    <w:rsid w:val="00BC6535"/>
    <w:rsid w:val="00BD2B7A"/>
    <w:rsid w:val="00BD4FC6"/>
    <w:rsid w:val="00BD5AD2"/>
    <w:rsid w:val="00BE0EB9"/>
    <w:rsid w:val="00BE2F08"/>
    <w:rsid w:val="00BE3B9B"/>
    <w:rsid w:val="00BE41BF"/>
    <w:rsid w:val="00BE4F4A"/>
    <w:rsid w:val="00BE571E"/>
    <w:rsid w:val="00BE7C4C"/>
    <w:rsid w:val="00BE7D84"/>
    <w:rsid w:val="00BF6BAE"/>
    <w:rsid w:val="00C04E7D"/>
    <w:rsid w:val="00C1490A"/>
    <w:rsid w:val="00C17DCF"/>
    <w:rsid w:val="00C204D2"/>
    <w:rsid w:val="00C36766"/>
    <w:rsid w:val="00C36C7C"/>
    <w:rsid w:val="00C43646"/>
    <w:rsid w:val="00C45256"/>
    <w:rsid w:val="00C50E5E"/>
    <w:rsid w:val="00C51147"/>
    <w:rsid w:val="00C531E3"/>
    <w:rsid w:val="00C53CAF"/>
    <w:rsid w:val="00C61B5C"/>
    <w:rsid w:val="00C634C4"/>
    <w:rsid w:val="00C66DB4"/>
    <w:rsid w:val="00C7138D"/>
    <w:rsid w:val="00C72907"/>
    <w:rsid w:val="00C83CF9"/>
    <w:rsid w:val="00C83F9F"/>
    <w:rsid w:val="00CA17BC"/>
    <w:rsid w:val="00CA7DD0"/>
    <w:rsid w:val="00CC0886"/>
    <w:rsid w:val="00CC3FC1"/>
    <w:rsid w:val="00CC6853"/>
    <w:rsid w:val="00CC7F50"/>
    <w:rsid w:val="00CD7E5C"/>
    <w:rsid w:val="00CE0811"/>
    <w:rsid w:val="00CE4FF9"/>
    <w:rsid w:val="00CF05FC"/>
    <w:rsid w:val="00CF1364"/>
    <w:rsid w:val="00CF7DEF"/>
    <w:rsid w:val="00D00258"/>
    <w:rsid w:val="00D11983"/>
    <w:rsid w:val="00D16686"/>
    <w:rsid w:val="00D230F7"/>
    <w:rsid w:val="00D23226"/>
    <w:rsid w:val="00D263B3"/>
    <w:rsid w:val="00D3124C"/>
    <w:rsid w:val="00D343C4"/>
    <w:rsid w:val="00D375C6"/>
    <w:rsid w:val="00D40D3F"/>
    <w:rsid w:val="00D47A78"/>
    <w:rsid w:val="00D50FB6"/>
    <w:rsid w:val="00D51109"/>
    <w:rsid w:val="00D573C7"/>
    <w:rsid w:val="00D60892"/>
    <w:rsid w:val="00D653F7"/>
    <w:rsid w:val="00D672EC"/>
    <w:rsid w:val="00D71B70"/>
    <w:rsid w:val="00D737E1"/>
    <w:rsid w:val="00D74E63"/>
    <w:rsid w:val="00D756C6"/>
    <w:rsid w:val="00D84A27"/>
    <w:rsid w:val="00D85E4A"/>
    <w:rsid w:val="00D90B9B"/>
    <w:rsid w:val="00D929FC"/>
    <w:rsid w:val="00D9464E"/>
    <w:rsid w:val="00D956E0"/>
    <w:rsid w:val="00DA44EE"/>
    <w:rsid w:val="00DA7F69"/>
    <w:rsid w:val="00DB0CC8"/>
    <w:rsid w:val="00DB309F"/>
    <w:rsid w:val="00DB4758"/>
    <w:rsid w:val="00DB5E54"/>
    <w:rsid w:val="00DB7630"/>
    <w:rsid w:val="00DC0758"/>
    <w:rsid w:val="00DC2CF8"/>
    <w:rsid w:val="00DD26B7"/>
    <w:rsid w:val="00DD37DD"/>
    <w:rsid w:val="00DE0D06"/>
    <w:rsid w:val="00DE2DB2"/>
    <w:rsid w:val="00DE3914"/>
    <w:rsid w:val="00DE44AE"/>
    <w:rsid w:val="00DE56DC"/>
    <w:rsid w:val="00DF2A6F"/>
    <w:rsid w:val="00DF3A54"/>
    <w:rsid w:val="00E0038A"/>
    <w:rsid w:val="00E01D63"/>
    <w:rsid w:val="00E02497"/>
    <w:rsid w:val="00E06D11"/>
    <w:rsid w:val="00E07FA1"/>
    <w:rsid w:val="00E22056"/>
    <w:rsid w:val="00E309AB"/>
    <w:rsid w:val="00E35D0A"/>
    <w:rsid w:val="00E43AD3"/>
    <w:rsid w:val="00E50D8F"/>
    <w:rsid w:val="00E612C5"/>
    <w:rsid w:val="00E6307F"/>
    <w:rsid w:val="00E6676C"/>
    <w:rsid w:val="00E701AE"/>
    <w:rsid w:val="00E75A29"/>
    <w:rsid w:val="00E764BA"/>
    <w:rsid w:val="00E770F8"/>
    <w:rsid w:val="00E772C1"/>
    <w:rsid w:val="00E801ED"/>
    <w:rsid w:val="00E90138"/>
    <w:rsid w:val="00E906EF"/>
    <w:rsid w:val="00E95784"/>
    <w:rsid w:val="00E97DD1"/>
    <w:rsid w:val="00EA60BE"/>
    <w:rsid w:val="00EA6ABD"/>
    <w:rsid w:val="00EB24B0"/>
    <w:rsid w:val="00EB5397"/>
    <w:rsid w:val="00EC0F0B"/>
    <w:rsid w:val="00EC110E"/>
    <w:rsid w:val="00EC61E4"/>
    <w:rsid w:val="00ED260F"/>
    <w:rsid w:val="00ED2C2B"/>
    <w:rsid w:val="00ED52F3"/>
    <w:rsid w:val="00ED6D35"/>
    <w:rsid w:val="00ED764E"/>
    <w:rsid w:val="00EE03AC"/>
    <w:rsid w:val="00EE14B4"/>
    <w:rsid w:val="00EE70B4"/>
    <w:rsid w:val="00EE77AE"/>
    <w:rsid w:val="00EF0749"/>
    <w:rsid w:val="00EF16B8"/>
    <w:rsid w:val="00EF3038"/>
    <w:rsid w:val="00EF50E5"/>
    <w:rsid w:val="00F0006A"/>
    <w:rsid w:val="00F01C4C"/>
    <w:rsid w:val="00F07B8E"/>
    <w:rsid w:val="00F166F5"/>
    <w:rsid w:val="00F22834"/>
    <w:rsid w:val="00F23E17"/>
    <w:rsid w:val="00F23E1F"/>
    <w:rsid w:val="00F24FAD"/>
    <w:rsid w:val="00F26D2D"/>
    <w:rsid w:val="00F2702B"/>
    <w:rsid w:val="00F3589E"/>
    <w:rsid w:val="00F36C81"/>
    <w:rsid w:val="00F404FA"/>
    <w:rsid w:val="00F42642"/>
    <w:rsid w:val="00F45552"/>
    <w:rsid w:val="00F466A3"/>
    <w:rsid w:val="00F46883"/>
    <w:rsid w:val="00F504BC"/>
    <w:rsid w:val="00F509B1"/>
    <w:rsid w:val="00F5117B"/>
    <w:rsid w:val="00F542DB"/>
    <w:rsid w:val="00F57059"/>
    <w:rsid w:val="00F607FB"/>
    <w:rsid w:val="00F61AD7"/>
    <w:rsid w:val="00F63351"/>
    <w:rsid w:val="00F65099"/>
    <w:rsid w:val="00F66F48"/>
    <w:rsid w:val="00F70693"/>
    <w:rsid w:val="00F74CDF"/>
    <w:rsid w:val="00F77160"/>
    <w:rsid w:val="00F77FE4"/>
    <w:rsid w:val="00F830B3"/>
    <w:rsid w:val="00F850C5"/>
    <w:rsid w:val="00F850F9"/>
    <w:rsid w:val="00F86CE1"/>
    <w:rsid w:val="00F879AD"/>
    <w:rsid w:val="00F97468"/>
    <w:rsid w:val="00FA1CA3"/>
    <w:rsid w:val="00FA25AA"/>
    <w:rsid w:val="00FA4858"/>
    <w:rsid w:val="00FA516B"/>
    <w:rsid w:val="00FA5259"/>
    <w:rsid w:val="00FA7C02"/>
    <w:rsid w:val="00FB42B4"/>
    <w:rsid w:val="00FB7B84"/>
    <w:rsid w:val="00FC02E7"/>
    <w:rsid w:val="00FC043E"/>
    <w:rsid w:val="00FC08CA"/>
    <w:rsid w:val="00FC1176"/>
    <w:rsid w:val="00FE0952"/>
    <w:rsid w:val="00FE17B4"/>
    <w:rsid w:val="00FE3E9D"/>
    <w:rsid w:val="00FE486A"/>
    <w:rsid w:val="00FE5D1D"/>
    <w:rsid w:val="00FF2C11"/>
    <w:rsid w:val="00FF54B3"/>
    <w:rsid w:val="00FF5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77AE"/>
    <w:pPr>
      <w:ind w:right="-142" w:firstLine="720"/>
      <w:jc w:val="both"/>
    </w:pPr>
    <w:rPr>
      <w:color w:val="000000"/>
      <w:sz w:val="28"/>
      <w:szCs w:val="28"/>
    </w:rPr>
  </w:style>
  <w:style w:type="paragraph" w:styleId="1">
    <w:name w:val="heading 1"/>
    <w:basedOn w:val="a"/>
    <w:next w:val="a"/>
    <w:qFormat/>
    <w:rsid w:val="00EE77AE"/>
    <w:pPr>
      <w:keepNext/>
      <w:jc w:val="center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518CB"/>
    <w:pPr>
      <w:tabs>
        <w:tab w:val="center" w:pos="4153"/>
        <w:tab w:val="right" w:pos="8306"/>
      </w:tabs>
    </w:pPr>
  </w:style>
  <w:style w:type="paragraph" w:styleId="a4">
    <w:name w:val="footer"/>
    <w:basedOn w:val="a"/>
    <w:link w:val="a5"/>
    <w:rsid w:val="00A518CB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A518CB"/>
  </w:style>
  <w:style w:type="paragraph" w:styleId="a7">
    <w:name w:val="Balloon Text"/>
    <w:basedOn w:val="a"/>
    <w:semiHidden/>
    <w:rsid w:val="002A030D"/>
    <w:rPr>
      <w:rFonts w:ascii="Tahoma" w:hAnsi="Tahoma" w:cs="Tahoma"/>
      <w:sz w:val="16"/>
      <w:szCs w:val="16"/>
    </w:rPr>
  </w:style>
  <w:style w:type="paragraph" w:styleId="a8">
    <w:name w:val="Title"/>
    <w:basedOn w:val="a"/>
    <w:link w:val="a9"/>
    <w:qFormat/>
    <w:rsid w:val="00EE77AE"/>
    <w:pPr>
      <w:ind w:right="0" w:firstLine="0"/>
      <w:jc w:val="center"/>
    </w:pPr>
    <w:rPr>
      <w:color w:val="auto"/>
      <w:szCs w:val="24"/>
    </w:rPr>
  </w:style>
  <w:style w:type="character" w:customStyle="1" w:styleId="a9">
    <w:name w:val="Название Знак"/>
    <w:link w:val="a8"/>
    <w:rsid w:val="00EE77AE"/>
    <w:rPr>
      <w:sz w:val="28"/>
      <w:szCs w:val="24"/>
    </w:rPr>
  </w:style>
  <w:style w:type="character" w:styleId="aa">
    <w:name w:val="Strong"/>
    <w:qFormat/>
    <w:rsid w:val="00EE77AE"/>
    <w:rPr>
      <w:b/>
      <w:bCs/>
    </w:rPr>
  </w:style>
  <w:style w:type="paragraph" w:styleId="ab">
    <w:name w:val="No Spacing"/>
    <w:qFormat/>
    <w:rsid w:val="00EE77AE"/>
    <w:rPr>
      <w:sz w:val="24"/>
      <w:szCs w:val="24"/>
    </w:rPr>
  </w:style>
  <w:style w:type="character" w:customStyle="1" w:styleId="a5">
    <w:name w:val="Нижний колонтитул Знак"/>
    <w:link w:val="a4"/>
    <w:rsid w:val="00431D97"/>
    <w:rPr>
      <w:color w:val="000000"/>
      <w:sz w:val="28"/>
      <w:szCs w:val="28"/>
    </w:rPr>
  </w:style>
  <w:style w:type="paragraph" w:customStyle="1" w:styleId="2">
    <w:name w:val="Знак2 Знак Знак Знак Знак Знак Знак Знак Знак Знак Знак Знак Знак Знак Знак Знак Знак"/>
    <w:basedOn w:val="a"/>
    <w:rsid w:val="00431D97"/>
    <w:pPr>
      <w:spacing w:before="100" w:beforeAutospacing="1" w:after="100" w:afterAutospacing="1"/>
      <w:ind w:right="0" w:firstLine="0"/>
      <w:jc w:val="left"/>
    </w:pPr>
    <w:rPr>
      <w:rFonts w:ascii="Tahoma" w:hAnsi="Tahoma" w:cs="Tahoma"/>
      <w:color w:val="auto"/>
      <w:sz w:val="20"/>
      <w:szCs w:val="20"/>
      <w:lang w:val="en-US" w:eastAsia="en-US"/>
    </w:rPr>
  </w:style>
  <w:style w:type="paragraph" w:customStyle="1" w:styleId="ConsPlusNormal">
    <w:name w:val="ConsPlusNormal"/>
    <w:rsid w:val="00BB3CE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Default">
    <w:name w:val="Default"/>
    <w:rsid w:val="00473A8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c">
    <w:name w:val="List Paragraph"/>
    <w:basedOn w:val="a"/>
    <w:uiPriority w:val="34"/>
    <w:qFormat/>
    <w:rsid w:val="00D6089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77AE"/>
    <w:pPr>
      <w:ind w:right="-142" w:firstLine="720"/>
      <w:jc w:val="both"/>
    </w:pPr>
    <w:rPr>
      <w:color w:val="000000"/>
      <w:sz w:val="28"/>
      <w:szCs w:val="28"/>
    </w:rPr>
  </w:style>
  <w:style w:type="paragraph" w:styleId="1">
    <w:name w:val="heading 1"/>
    <w:basedOn w:val="a"/>
    <w:next w:val="a"/>
    <w:qFormat/>
    <w:rsid w:val="00EE77AE"/>
    <w:pPr>
      <w:keepNext/>
      <w:jc w:val="center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518CB"/>
    <w:pPr>
      <w:tabs>
        <w:tab w:val="center" w:pos="4153"/>
        <w:tab w:val="right" w:pos="8306"/>
      </w:tabs>
    </w:pPr>
  </w:style>
  <w:style w:type="paragraph" w:styleId="a4">
    <w:name w:val="footer"/>
    <w:basedOn w:val="a"/>
    <w:link w:val="a5"/>
    <w:rsid w:val="00A518CB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A518CB"/>
  </w:style>
  <w:style w:type="paragraph" w:styleId="a7">
    <w:name w:val="Balloon Text"/>
    <w:basedOn w:val="a"/>
    <w:semiHidden/>
    <w:rsid w:val="002A030D"/>
    <w:rPr>
      <w:rFonts w:ascii="Tahoma" w:hAnsi="Tahoma" w:cs="Tahoma"/>
      <w:sz w:val="16"/>
      <w:szCs w:val="16"/>
    </w:rPr>
  </w:style>
  <w:style w:type="paragraph" w:styleId="a8">
    <w:name w:val="Title"/>
    <w:basedOn w:val="a"/>
    <w:link w:val="a9"/>
    <w:qFormat/>
    <w:rsid w:val="00EE77AE"/>
    <w:pPr>
      <w:ind w:right="0" w:firstLine="0"/>
      <w:jc w:val="center"/>
    </w:pPr>
    <w:rPr>
      <w:color w:val="auto"/>
      <w:szCs w:val="24"/>
    </w:rPr>
  </w:style>
  <w:style w:type="character" w:customStyle="1" w:styleId="a9">
    <w:name w:val="Название Знак"/>
    <w:link w:val="a8"/>
    <w:rsid w:val="00EE77AE"/>
    <w:rPr>
      <w:sz w:val="28"/>
      <w:szCs w:val="24"/>
    </w:rPr>
  </w:style>
  <w:style w:type="character" w:styleId="aa">
    <w:name w:val="Strong"/>
    <w:qFormat/>
    <w:rsid w:val="00EE77AE"/>
    <w:rPr>
      <w:b/>
      <w:bCs/>
    </w:rPr>
  </w:style>
  <w:style w:type="paragraph" w:styleId="ab">
    <w:name w:val="No Spacing"/>
    <w:qFormat/>
    <w:rsid w:val="00EE77AE"/>
    <w:rPr>
      <w:sz w:val="24"/>
      <w:szCs w:val="24"/>
    </w:rPr>
  </w:style>
  <w:style w:type="character" w:customStyle="1" w:styleId="a5">
    <w:name w:val="Нижний колонтитул Знак"/>
    <w:link w:val="a4"/>
    <w:rsid w:val="00431D97"/>
    <w:rPr>
      <w:color w:val="000000"/>
      <w:sz w:val="28"/>
      <w:szCs w:val="28"/>
    </w:rPr>
  </w:style>
  <w:style w:type="paragraph" w:customStyle="1" w:styleId="2">
    <w:name w:val="Знак2 Знак Знак Знак Знак Знак Знак Знак Знак Знак Знак Знак Знак Знак Знак Знак Знак"/>
    <w:basedOn w:val="a"/>
    <w:rsid w:val="00431D97"/>
    <w:pPr>
      <w:spacing w:before="100" w:beforeAutospacing="1" w:after="100" w:afterAutospacing="1"/>
      <w:ind w:right="0" w:firstLine="0"/>
      <w:jc w:val="left"/>
    </w:pPr>
    <w:rPr>
      <w:rFonts w:ascii="Tahoma" w:hAnsi="Tahoma" w:cs="Tahoma"/>
      <w:color w:val="auto"/>
      <w:sz w:val="20"/>
      <w:szCs w:val="20"/>
      <w:lang w:val="en-US" w:eastAsia="en-US"/>
    </w:rPr>
  </w:style>
  <w:style w:type="paragraph" w:customStyle="1" w:styleId="ConsPlusNormal">
    <w:name w:val="ConsPlusNormal"/>
    <w:rsid w:val="00BB3CE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Default">
    <w:name w:val="Default"/>
    <w:rsid w:val="00473A8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c">
    <w:name w:val="List Paragraph"/>
    <w:basedOn w:val="a"/>
    <w:uiPriority w:val="34"/>
    <w:qFormat/>
    <w:rsid w:val="00D608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48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9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55;&#1086;&#1083;&#1100;&#1079;&#1086;&#1074;&#1072;&#1090;&#1077;&#1083;&#1100;\Application%20Data\Microsoft\&#1064;&#1072;&#1073;&#1083;&#1086;&#1085;&#1099;\&#1055;&#1086;&#1089;&#1090;&#1072;&#1085;&#1086;&#1074;&#1083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</Template>
  <TotalTime>1</TotalTime>
  <Pages>8</Pages>
  <Words>1380</Words>
  <Characters>7872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cp:lastPrinted>2021-02-05T07:31:00Z</cp:lastPrinted>
  <dcterms:created xsi:type="dcterms:W3CDTF">2021-02-09T12:18:00Z</dcterms:created>
  <dcterms:modified xsi:type="dcterms:W3CDTF">2021-02-09T12:18:00Z</dcterms:modified>
</cp:coreProperties>
</file>